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20F" w:rsidRDefault="000A020F" w:rsidP="008045F1">
      <w:pPr>
        <w:tabs>
          <w:tab w:val="right" w:pos="2466"/>
        </w:tabs>
        <w:rPr>
          <w:rFonts w:ascii="Comic Sans MS" w:hAnsi="Comic Sans MS"/>
          <w:b/>
          <w:sz w:val="14"/>
          <w:szCs w:val="14"/>
          <w:lang w:val="fr-FR"/>
        </w:rPr>
      </w:pPr>
    </w:p>
    <w:p w:rsidR="000A020F" w:rsidRDefault="000A020F" w:rsidP="008045F1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bookmarkStart w:id="0" w:name="OLE_LINK11"/>
      <w:bookmarkStart w:id="1" w:name="OLE_LINK12"/>
    </w:p>
    <w:tbl>
      <w:tblPr>
        <w:tblpPr w:leftFromText="180" w:rightFromText="180" w:vertAnchor="text" w:horzAnchor="margin" w:tblpXSpec="center" w:tblpY="-1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RPr="00F000CA" w:rsidTr="00021185">
        <w:trPr>
          <w:trHeight w:val="539"/>
        </w:trPr>
        <w:tc>
          <w:tcPr>
            <w:tcW w:w="936" w:type="dxa"/>
          </w:tcPr>
          <w:p w:rsidR="000A020F" w:rsidRPr="00295FA9" w:rsidRDefault="000A020F" w:rsidP="00021185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bookmarkStart w:id="2" w:name="OLE_LINK1"/>
            <w:bookmarkStart w:id="3" w:name="OLE_LINK2"/>
            <w:bookmarkStart w:id="4" w:name="OLE_LINK3"/>
            <w:bookmarkStart w:id="5" w:name="OLE_LINK4"/>
            <w:bookmarkStart w:id="6" w:name="OLE_LINK5"/>
            <w:bookmarkStart w:id="7" w:name="OLE_LINK6"/>
            <w:r w:rsidRPr="00BC4D4C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pt;height:24pt">
                  <v:imagedata r:id="rId4" o:title=""/>
                </v:shape>
              </w:pict>
            </w:r>
            <w:bookmarkEnd w:id="2"/>
            <w:bookmarkEnd w:id="3"/>
            <w:bookmarkEnd w:id="4"/>
            <w:bookmarkEnd w:id="5"/>
          </w:p>
        </w:tc>
        <w:tc>
          <w:tcPr>
            <w:tcW w:w="1152" w:type="dxa"/>
          </w:tcPr>
          <w:p w:rsidR="000A020F" w:rsidRPr="00295FA9" w:rsidRDefault="000A020F" w:rsidP="00021185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26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Pr="00295FA9" w:rsidRDefault="000A020F" w:rsidP="00021185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27" type="#_x0000_t75" style="width:54pt;height:26.25pt">
                  <v:imagedata r:id="rId6" o:title=""/>
                </v:shape>
              </w:pict>
            </w:r>
          </w:p>
        </w:tc>
      </w:tr>
    </w:tbl>
    <w:bookmarkEnd w:id="6"/>
    <w:bookmarkEnd w:id="7"/>
    <w:p w:rsidR="000A020F" w:rsidRPr="00623FE1" w:rsidRDefault="000A020F" w:rsidP="00D332B1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 w:rsidRPr="00623FE1"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Pr="00623FE1" w:rsidRDefault="000A020F" w:rsidP="00EE576D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 w:rsidRPr="00623FE1"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635645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Pr="00EE576D" w:rsidRDefault="000A020F" w:rsidP="00021185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</w:t>
      </w:r>
      <w:r w:rsidRPr="00EE576D">
        <w:rPr>
          <w:b/>
          <w:iCs/>
          <w:sz w:val="44"/>
          <w:szCs w:val="44"/>
          <w:lang w:val="fr-FR"/>
        </w:rPr>
        <w:t xml:space="preserve"> </w:t>
      </w:r>
      <w:r>
        <w:rPr>
          <w:b/>
          <w:iCs/>
          <w:sz w:val="44"/>
          <w:szCs w:val="44"/>
          <w:lang w:val="fr-FR"/>
        </w:rPr>
        <w:t>Guerma</w:t>
      </w:r>
    </w:p>
    <w:p w:rsidR="000A020F" w:rsidRPr="00021185" w:rsidRDefault="000A020F" w:rsidP="00635645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 w:rsidRPr="00021185">
        <w:rPr>
          <w:b/>
          <w:iCs/>
          <w:color w:val="993300"/>
          <w:sz w:val="40"/>
          <w:szCs w:val="40"/>
          <w:lang w:val="fr-FR"/>
        </w:rPr>
        <w:t>CEA-AN</w:t>
      </w:r>
    </w:p>
    <w:bookmarkEnd w:id="0"/>
    <w:bookmarkEnd w:id="1"/>
    <w:p w:rsidR="000A020F" w:rsidRPr="00021185" w:rsidRDefault="000A020F" w:rsidP="00635645">
      <w:pPr>
        <w:jc w:val="center"/>
        <w:rPr>
          <w:rFonts w:ascii="Comic Sans MS" w:hAnsi="Comic Sans MS"/>
          <w:b/>
          <w:color w:val="C00000"/>
          <w:sz w:val="12"/>
          <w:szCs w:val="12"/>
          <w:lang w:val="fr-FR"/>
        </w:rPr>
      </w:pPr>
    </w:p>
    <w:p w:rsidR="000A020F" w:rsidRPr="00021185" w:rsidRDefault="000A020F" w:rsidP="00635645">
      <w:pPr>
        <w:jc w:val="center"/>
        <w:rPr>
          <w:rFonts w:ascii="Comic Sans MS" w:hAnsi="Comic Sans MS"/>
          <w:b/>
          <w:color w:val="C00000"/>
          <w:sz w:val="12"/>
          <w:szCs w:val="12"/>
          <w:lang w:val="fr-FR"/>
        </w:rPr>
      </w:pPr>
    </w:p>
    <w:p w:rsidR="000A020F" w:rsidRDefault="000A020F" w:rsidP="00021185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</w:p>
    <w:tbl>
      <w:tblPr>
        <w:tblpPr w:leftFromText="180" w:rightFromText="180" w:vertAnchor="text" w:horzAnchor="margin" w:tblpXSpec="center" w:tblpY="-1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021185">
        <w:trPr>
          <w:trHeight w:val="539"/>
        </w:trPr>
        <w:tc>
          <w:tcPr>
            <w:tcW w:w="936" w:type="dxa"/>
          </w:tcPr>
          <w:p w:rsidR="000A020F" w:rsidRDefault="000A020F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28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29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30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021185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021185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021185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021185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021185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021185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81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021185">
        <w:trPr>
          <w:trHeight w:val="539"/>
        </w:trPr>
        <w:tc>
          <w:tcPr>
            <w:tcW w:w="936" w:type="dxa"/>
          </w:tcPr>
          <w:p w:rsidR="000A020F" w:rsidRDefault="000A020F" w:rsidP="00021185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31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021185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32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021185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33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021185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</w:p>
    <w:p w:rsidR="000A020F" w:rsidRDefault="000A020F" w:rsidP="00021185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021185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021185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021185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021185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021185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021185">
        <w:trPr>
          <w:trHeight w:val="539"/>
        </w:trPr>
        <w:tc>
          <w:tcPr>
            <w:tcW w:w="936" w:type="dxa"/>
          </w:tcPr>
          <w:p w:rsidR="000A020F" w:rsidRDefault="000A020F" w:rsidP="00021185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34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021185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35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021185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36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021185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021185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021185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021185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021185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021185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021185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021185">
        <w:trPr>
          <w:trHeight w:val="539"/>
        </w:trPr>
        <w:tc>
          <w:tcPr>
            <w:tcW w:w="936" w:type="dxa"/>
          </w:tcPr>
          <w:p w:rsidR="000A020F" w:rsidRDefault="000A020F" w:rsidP="00021185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37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021185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38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021185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39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021185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021185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021185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021185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021185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021185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81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40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41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42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43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44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45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46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47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48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81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49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50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51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52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53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54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55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56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57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81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58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59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60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61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62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63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64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65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66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81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67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68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69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70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71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72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73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74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75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81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76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77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78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79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80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81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82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83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84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81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85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86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87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88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89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90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91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92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93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81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94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95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96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097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098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099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100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101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102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81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103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104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105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106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107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108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109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110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111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81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112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113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114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115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116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117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118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119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120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81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121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122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123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124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125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126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127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128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129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81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130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131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132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133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134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135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9F06EE">
        <w:trPr>
          <w:trHeight w:val="539"/>
        </w:trPr>
        <w:tc>
          <w:tcPr>
            <w:tcW w:w="936" w:type="dxa"/>
          </w:tcPr>
          <w:p w:rsidR="000A020F" w:rsidRDefault="000A020F" w:rsidP="009F06EE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 w:rsidRPr="00BC4D4C">
              <w:pict>
                <v:shape id="_x0000_i1136" type="#_x0000_t75" style="width:27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 w:rsidP="009F06EE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 w:rsidRPr="00BC4D4C">
              <w:pict>
                <v:shape id="_x0000_i1137" type="#_x0000_t75" style="width:29.2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 w:rsidP="009F06EE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 w:rsidRPr="00BC4D4C">
              <w:rPr>
                <w:rFonts w:ascii="Cambria" w:hAnsi="Cambria"/>
                <w:i w:val="0"/>
                <w:iCs w:val="0"/>
              </w:rPr>
              <w:pict>
                <v:shape id="_x0000_i1138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81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854BBC">
        <w:trPr>
          <w:trHeight w:val="539"/>
        </w:trPr>
        <w:tc>
          <w:tcPr>
            <w:tcW w:w="936" w:type="dxa"/>
          </w:tcPr>
          <w:p w:rsidR="000A020F" w:rsidRDefault="000A020F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>
              <w:pict>
                <v:shape id="_x0000_i1139" type="#_x0000_t75" style="width:26.25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>
              <w:pict>
                <v:shape id="_x0000_i1140" type="#_x0000_t75" style="width:27.7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>
              <w:rPr>
                <w:rFonts w:ascii="Cambria" w:hAnsi="Cambria"/>
                <w:i w:val="0"/>
                <w:iCs w:val="0"/>
              </w:rPr>
              <w:pict>
                <v:shape id="_x0000_i1141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854BBC">
        <w:trPr>
          <w:trHeight w:val="539"/>
        </w:trPr>
        <w:tc>
          <w:tcPr>
            <w:tcW w:w="936" w:type="dxa"/>
          </w:tcPr>
          <w:p w:rsidR="000A020F" w:rsidRDefault="000A020F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>
              <w:pict>
                <v:shape id="_x0000_i1142" type="#_x0000_t75" style="width:26.25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>
              <w:pict>
                <v:shape id="_x0000_i1143" type="#_x0000_t75" style="width:27.7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>
              <w:rPr>
                <w:rFonts w:ascii="Cambria" w:hAnsi="Cambria"/>
                <w:i w:val="0"/>
                <w:iCs w:val="0"/>
              </w:rPr>
              <w:pict>
                <v:shape id="_x0000_i1144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854BBC">
        <w:trPr>
          <w:trHeight w:val="539"/>
        </w:trPr>
        <w:tc>
          <w:tcPr>
            <w:tcW w:w="936" w:type="dxa"/>
          </w:tcPr>
          <w:p w:rsidR="000A020F" w:rsidRDefault="000A020F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>
              <w:pict>
                <v:shape id="_x0000_i1145" type="#_x0000_t75" style="width:26.25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>
              <w:pict>
                <v:shape id="_x0000_i1146" type="#_x0000_t75" style="width:27.7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>
              <w:rPr>
                <w:rFonts w:ascii="Cambria" w:hAnsi="Cambria"/>
                <w:i w:val="0"/>
                <w:iCs w:val="0"/>
              </w:rPr>
              <w:pict>
                <v:shape id="_x0000_i1147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81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854BBC">
        <w:trPr>
          <w:trHeight w:val="539"/>
        </w:trPr>
        <w:tc>
          <w:tcPr>
            <w:tcW w:w="936" w:type="dxa"/>
          </w:tcPr>
          <w:p w:rsidR="000A020F" w:rsidRDefault="000A020F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>
              <w:pict>
                <v:shape id="_x0000_i1148" type="#_x0000_t75" style="width:26.25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>
              <w:pict>
                <v:shape id="_x0000_i1149" type="#_x0000_t75" style="width:27.7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>
              <w:rPr>
                <w:rFonts w:ascii="Cambria" w:hAnsi="Cambria"/>
                <w:i w:val="0"/>
                <w:iCs w:val="0"/>
              </w:rPr>
              <w:pict>
                <v:shape id="_x0000_i1150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854BBC">
        <w:trPr>
          <w:trHeight w:val="539"/>
        </w:trPr>
        <w:tc>
          <w:tcPr>
            <w:tcW w:w="936" w:type="dxa"/>
          </w:tcPr>
          <w:p w:rsidR="000A020F" w:rsidRDefault="000A020F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>
              <w:pict>
                <v:shape id="_x0000_i1151" type="#_x0000_t75" style="width:26.25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>
              <w:pict>
                <v:shape id="_x0000_i1152" type="#_x0000_t75" style="width:27.7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>
              <w:rPr>
                <w:rFonts w:ascii="Cambria" w:hAnsi="Cambria"/>
                <w:i w:val="0"/>
                <w:iCs w:val="0"/>
              </w:rPr>
              <w:pict>
                <v:shape id="_x0000_i1153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Default="000A020F" w:rsidP="00854BBC">
      <w:pPr>
        <w:ind w:right="142"/>
        <w:jc w:val="right"/>
        <w:rPr>
          <w:rFonts w:ascii="Comic Sans MS" w:hAnsi="Comic Sans MS"/>
          <w:b/>
          <w:color w:val="00B0F0"/>
          <w:sz w:val="12"/>
          <w:szCs w:val="12"/>
          <w:lang w:val="fr-FR"/>
        </w:rPr>
      </w:pPr>
      <w:r>
        <w:rPr>
          <w:rFonts w:ascii="Comic Sans MS" w:hAnsi="Comic Sans MS"/>
          <w:b/>
          <w:sz w:val="12"/>
          <w:szCs w:val="12"/>
          <w:rtl/>
        </w:rPr>
        <w:br w:type="page"/>
      </w:r>
    </w:p>
    <w:tbl>
      <w:tblPr>
        <w:tblpPr w:leftFromText="180" w:rightFromText="180" w:vertAnchor="text" w:horzAnchor="margin" w:tblpXSpec="center" w:tblpY="194"/>
        <w:tblW w:w="0" w:type="auto"/>
        <w:tblLayout w:type="fixed"/>
        <w:tblLook w:val="01E0"/>
      </w:tblPr>
      <w:tblGrid>
        <w:gridCol w:w="936"/>
        <w:gridCol w:w="1152"/>
        <w:gridCol w:w="1440"/>
      </w:tblGrid>
      <w:tr w:rsidR="000A020F" w:rsidTr="00854BBC">
        <w:trPr>
          <w:trHeight w:val="539"/>
        </w:trPr>
        <w:tc>
          <w:tcPr>
            <w:tcW w:w="936" w:type="dxa"/>
          </w:tcPr>
          <w:p w:rsidR="000A020F" w:rsidRDefault="000A020F">
            <w:pPr>
              <w:pStyle w:val="Caption"/>
              <w:rPr>
                <w:rFonts w:ascii="Cambria" w:hAnsi="Cambria"/>
                <w:i w:val="0"/>
                <w:iCs w:val="0"/>
                <w:sz w:val="36"/>
                <w:szCs w:val="36"/>
              </w:rPr>
            </w:pPr>
            <w:r>
              <w:pict>
                <v:shape id="_x0000_i1154" type="#_x0000_t75" style="width:26.25pt;height:24pt">
                  <v:imagedata r:id="rId4" o:title=""/>
                </v:shape>
              </w:pict>
            </w:r>
          </w:p>
        </w:tc>
        <w:tc>
          <w:tcPr>
            <w:tcW w:w="1152" w:type="dxa"/>
          </w:tcPr>
          <w:p w:rsidR="000A020F" w:rsidRDefault="000A020F">
            <w:pPr>
              <w:pStyle w:val="Caption"/>
              <w:ind w:left="72"/>
              <w:rPr>
                <w:rFonts w:ascii="Cambria" w:hAnsi="Cambria"/>
                <w:i w:val="0"/>
                <w:iCs w:val="0"/>
              </w:rPr>
            </w:pPr>
            <w:r>
              <w:pict>
                <v:shape id="_x0000_i1155" type="#_x0000_t75" style="width:27.75pt;height:26.25pt">
                  <v:imagedata r:id="rId5" o:title=""/>
                </v:shape>
              </w:pict>
            </w:r>
          </w:p>
        </w:tc>
        <w:tc>
          <w:tcPr>
            <w:tcW w:w="1440" w:type="dxa"/>
          </w:tcPr>
          <w:p w:rsidR="000A020F" w:rsidRDefault="000A020F">
            <w:pPr>
              <w:pStyle w:val="Caption"/>
              <w:ind w:right="-108"/>
              <w:jc w:val="left"/>
              <w:rPr>
                <w:rFonts w:ascii="Cambria" w:hAnsi="Cambria"/>
                <w:i w:val="0"/>
                <w:iCs w:val="0"/>
              </w:rPr>
            </w:pPr>
            <w:r>
              <w:rPr>
                <w:rFonts w:ascii="Cambria" w:hAnsi="Cambria"/>
                <w:i w:val="0"/>
                <w:iCs w:val="0"/>
              </w:rPr>
              <w:pict>
                <v:shape id="_x0000_i1156" type="#_x0000_t75" style="width:54pt;height:26.25pt">
                  <v:imagedata r:id="rId6" o:title=""/>
                </v:shape>
              </w:pict>
            </w:r>
          </w:p>
        </w:tc>
      </w:tr>
    </w:tbl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</w:p>
    <w:p w:rsidR="000A020F" w:rsidRDefault="000A020F" w:rsidP="00854BBC">
      <w:pPr>
        <w:pStyle w:val="BodyText"/>
        <w:ind w:left="360" w:right="196"/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</w:pPr>
      <w:r>
        <w:rPr>
          <w:rFonts w:ascii="Cambria" w:hAnsi="Cambria" w:cs="Times New Roman"/>
          <w:i/>
          <w:iCs/>
          <w:color w:val="993300"/>
          <w:sz w:val="16"/>
          <w:szCs w:val="16"/>
          <w:lang w:val="fr-FR"/>
        </w:rPr>
        <w:t xml:space="preserve">Réunion d’experts sur le renforcement des échanges d’expériences et d’informations entre les Communautés économiques régionales (CER) </w:t>
      </w:r>
    </w:p>
    <w:p w:rsidR="000A020F" w:rsidRDefault="000A020F" w:rsidP="00854BBC">
      <w:pPr>
        <w:ind w:right="142"/>
        <w:jc w:val="center"/>
        <w:rPr>
          <w:rFonts w:ascii="Cambria" w:hAnsi="Cambria"/>
          <w:b/>
          <w:bCs/>
          <w:color w:val="996633"/>
          <w:sz w:val="18"/>
          <w:szCs w:val="18"/>
          <w:lang w:val="fr-FR" w:bidi="ar-SA"/>
        </w:rPr>
      </w:pPr>
      <w:r>
        <w:rPr>
          <w:rFonts w:ascii="Cambria" w:hAnsi="Cambria"/>
          <w:b/>
          <w:bCs/>
          <w:i/>
          <w:iCs/>
          <w:color w:val="993300"/>
          <w:sz w:val="16"/>
          <w:szCs w:val="16"/>
          <w:lang w:val="fr-FR" w:bidi="ar-SA"/>
        </w:rPr>
        <w:t>Tunisie, 7-8 juillet 2011</w:t>
      </w:r>
    </w:p>
    <w:p w:rsidR="000A020F" w:rsidRDefault="000A020F" w:rsidP="00854BBC">
      <w:pPr>
        <w:jc w:val="center"/>
        <w:rPr>
          <w:rFonts w:ascii="Comic Sans MS" w:hAnsi="Comic Sans MS"/>
          <w:b/>
          <w:sz w:val="12"/>
          <w:szCs w:val="12"/>
          <w:lang w:val="fr-FR"/>
        </w:rPr>
      </w:pPr>
    </w:p>
    <w:p w:rsidR="000A020F" w:rsidRDefault="000A020F" w:rsidP="00854BBC">
      <w:pPr>
        <w:jc w:val="center"/>
        <w:rPr>
          <w:b/>
          <w:iCs/>
          <w:sz w:val="44"/>
          <w:szCs w:val="44"/>
          <w:lang w:val="fr-FR"/>
        </w:rPr>
      </w:pPr>
      <w:r>
        <w:rPr>
          <w:b/>
          <w:iCs/>
          <w:sz w:val="44"/>
          <w:szCs w:val="44"/>
          <w:lang w:val="fr-FR"/>
        </w:rPr>
        <w:t>Latifa Guerma</w:t>
      </w:r>
    </w:p>
    <w:p w:rsidR="000A020F" w:rsidRDefault="000A020F" w:rsidP="00854BBC">
      <w:pPr>
        <w:jc w:val="center"/>
        <w:rPr>
          <w:rFonts w:ascii="Comic Sans MS" w:hAnsi="Comic Sans MS"/>
          <w:b/>
          <w:color w:val="993300"/>
          <w:sz w:val="40"/>
          <w:szCs w:val="40"/>
          <w:lang w:val="fr-FR"/>
        </w:rPr>
      </w:pPr>
      <w:r>
        <w:rPr>
          <w:b/>
          <w:iCs/>
          <w:color w:val="993300"/>
          <w:sz w:val="40"/>
          <w:szCs w:val="40"/>
          <w:lang w:val="fr-FR"/>
        </w:rPr>
        <w:t>CEA-AN</w:t>
      </w:r>
    </w:p>
    <w:p w:rsidR="000A020F" w:rsidRPr="00854BBC" w:rsidRDefault="000A020F" w:rsidP="00854BBC">
      <w:pPr>
        <w:ind w:right="142"/>
        <w:rPr>
          <w:rFonts w:ascii="Comic Sans MS" w:hAnsi="Comic Sans MS"/>
          <w:b/>
          <w:color w:val="00B0F0"/>
          <w:sz w:val="12"/>
          <w:szCs w:val="12"/>
          <w:rtl/>
          <w:lang w:val="fr-FR"/>
        </w:rPr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.75pt;margin-top:68.7pt;width:169.15pt;height:18.75pt;z-index:251658240" filled="f" stroked="f">
            <v:textbox style="mso-next-textbox:#_x0000_s1026">
              <w:txbxContent>
                <w:p w:rsidR="000A020F" w:rsidRPr="009F23DC" w:rsidRDefault="000A020F" w:rsidP="009F23DC">
                  <w:pPr>
                    <w:rPr>
                      <w:sz w:val="20"/>
                      <w:rtl/>
                    </w:rPr>
                  </w:pPr>
                </w:p>
              </w:txbxContent>
            </v:textbox>
          </v:shape>
        </w:pict>
      </w:r>
    </w:p>
    <w:sectPr w:rsidR="000A020F" w:rsidRPr="00854BBC" w:rsidSect="008045F1">
      <w:pgSz w:w="4876" w:h="3062" w:orient="landscape" w:code="9"/>
      <w:pgMar w:top="0" w:right="0" w:bottom="0" w:left="0" w:header="284" w:footer="284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stylePaneFormatFilter w:val="3F01"/>
  <w:defaultTabStop w:val="720"/>
  <w:noPunctuationKerning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1E0"/>
    <w:rsid w:val="00005E47"/>
    <w:rsid w:val="00016056"/>
    <w:rsid w:val="00020A08"/>
    <w:rsid w:val="00021185"/>
    <w:rsid w:val="00034378"/>
    <w:rsid w:val="00035E97"/>
    <w:rsid w:val="00041B83"/>
    <w:rsid w:val="0004321A"/>
    <w:rsid w:val="00046F00"/>
    <w:rsid w:val="00050637"/>
    <w:rsid w:val="00066048"/>
    <w:rsid w:val="00067041"/>
    <w:rsid w:val="00067C1D"/>
    <w:rsid w:val="00073DEB"/>
    <w:rsid w:val="00083AB8"/>
    <w:rsid w:val="000A020F"/>
    <w:rsid w:val="000A61E4"/>
    <w:rsid w:val="000B0E29"/>
    <w:rsid w:val="000B11E4"/>
    <w:rsid w:val="000C1AE6"/>
    <w:rsid w:val="000C39A7"/>
    <w:rsid w:val="000C67E0"/>
    <w:rsid w:val="000C6E9B"/>
    <w:rsid w:val="000D239D"/>
    <w:rsid w:val="000D4173"/>
    <w:rsid w:val="000E34AE"/>
    <w:rsid w:val="000F6BED"/>
    <w:rsid w:val="000F6DB2"/>
    <w:rsid w:val="00105656"/>
    <w:rsid w:val="0010747D"/>
    <w:rsid w:val="001129EE"/>
    <w:rsid w:val="00123E51"/>
    <w:rsid w:val="001244EB"/>
    <w:rsid w:val="001266A3"/>
    <w:rsid w:val="00135F01"/>
    <w:rsid w:val="00144B89"/>
    <w:rsid w:val="0015721D"/>
    <w:rsid w:val="00167085"/>
    <w:rsid w:val="001676A2"/>
    <w:rsid w:val="001756A1"/>
    <w:rsid w:val="00177F89"/>
    <w:rsid w:val="001811E0"/>
    <w:rsid w:val="001843AA"/>
    <w:rsid w:val="001856DA"/>
    <w:rsid w:val="00186B09"/>
    <w:rsid w:val="00191911"/>
    <w:rsid w:val="0019302A"/>
    <w:rsid w:val="00195493"/>
    <w:rsid w:val="001A71D5"/>
    <w:rsid w:val="001B5102"/>
    <w:rsid w:val="001B7DFA"/>
    <w:rsid w:val="001C1F00"/>
    <w:rsid w:val="001C2568"/>
    <w:rsid w:val="001C695D"/>
    <w:rsid w:val="001D1740"/>
    <w:rsid w:val="001D5372"/>
    <w:rsid w:val="001D6032"/>
    <w:rsid w:val="001E3931"/>
    <w:rsid w:val="001F1729"/>
    <w:rsid w:val="001F46FB"/>
    <w:rsid w:val="001F500D"/>
    <w:rsid w:val="002264B1"/>
    <w:rsid w:val="0022667E"/>
    <w:rsid w:val="0023480C"/>
    <w:rsid w:val="00236A8A"/>
    <w:rsid w:val="00236BE9"/>
    <w:rsid w:val="002428AB"/>
    <w:rsid w:val="002452E2"/>
    <w:rsid w:val="00254E65"/>
    <w:rsid w:val="002556B5"/>
    <w:rsid w:val="002700E0"/>
    <w:rsid w:val="002719AC"/>
    <w:rsid w:val="002752D1"/>
    <w:rsid w:val="00285951"/>
    <w:rsid w:val="0029244A"/>
    <w:rsid w:val="00295FA9"/>
    <w:rsid w:val="00296BB6"/>
    <w:rsid w:val="002A00F4"/>
    <w:rsid w:val="002A3CA0"/>
    <w:rsid w:val="002A5FF2"/>
    <w:rsid w:val="002C4DB3"/>
    <w:rsid w:val="002C7634"/>
    <w:rsid w:val="002C788F"/>
    <w:rsid w:val="002E139F"/>
    <w:rsid w:val="002E25AC"/>
    <w:rsid w:val="002E679E"/>
    <w:rsid w:val="002E782D"/>
    <w:rsid w:val="002F223A"/>
    <w:rsid w:val="00315DD0"/>
    <w:rsid w:val="00321B42"/>
    <w:rsid w:val="003236A1"/>
    <w:rsid w:val="00330B65"/>
    <w:rsid w:val="00332595"/>
    <w:rsid w:val="00333185"/>
    <w:rsid w:val="00336400"/>
    <w:rsid w:val="003405A4"/>
    <w:rsid w:val="00341249"/>
    <w:rsid w:val="00341789"/>
    <w:rsid w:val="003501A5"/>
    <w:rsid w:val="003556B1"/>
    <w:rsid w:val="00357FB6"/>
    <w:rsid w:val="00362AED"/>
    <w:rsid w:val="0036416A"/>
    <w:rsid w:val="0037303E"/>
    <w:rsid w:val="00373F2D"/>
    <w:rsid w:val="003759B4"/>
    <w:rsid w:val="00392127"/>
    <w:rsid w:val="00396A80"/>
    <w:rsid w:val="003A1B4B"/>
    <w:rsid w:val="003A61DC"/>
    <w:rsid w:val="003A6A0F"/>
    <w:rsid w:val="003A79FB"/>
    <w:rsid w:val="003B27B1"/>
    <w:rsid w:val="003B5BE2"/>
    <w:rsid w:val="003B7A7A"/>
    <w:rsid w:val="003C4985"/>
    <w:rsid w:val="003D24D8"/>
    <w:rsid w:val="003D2EFE"/>
    <w:rsid w:val="003D3E8D"/>
    <w:rsid w:val="003E37BC"/>
    <w:rsid w:val="003F5110"/>
    <w:rsid w:val="003F673C"/>
    <w:rsid w:val="00403598"/>
    <w:rsid w:val="00406541"/>
    <w:rsid w:val="0043010F"/>
    <w:rsid w:val="00430F5B"/>
    <w:rsid w:val="004312DE"/>
    <w:rsid w:val="00434228"/>
    <w:rsid w:val="0043443E"/>
    <w:rsid w:val="00442B2C"/>
    <w:rsid w:val="00444F48"/>
    <w:rsid w:val="00446130"/>
    <w:rsid w:val="00446A60"/>
    <w:rsid w:val="004504BB"/>
    <w:rsid w:val="0045578D"/>
    <w:rsid w:val="00462DF6"/>
    <w:rsid w:val="004660E3"/>
    <w:rsid w:val="00473718"/>
    <w:rsid w:val="00474AC3"/>
    <w:rsid w:val="004809F1"/>
    <w:rsid w:val="0048362C"/>
    <w:rsid w:val="00484683"/>
    <w:rsid w:val="00485151"/>
    <w:rsid w:val="00485753"/>
    <w:rsid w:val="00486DAC"/>
    <w:rsid w:val="004A0F26"/>
    <w:rsid w:val="004A43BE"/>
    <w:rsid w:val="004A7288"/>
    <w:rsid w:val="004A729F"/>
    <w:rsid w:val="004A7CDE"/>
    <w:rsid w:val="004B0030"/>
    <w:rsid w:val="004B237B"/>
    <w:rsid w:val="004B35F9"/>
    <w:rsid w:val="004B45E8"/>
    <w:rsid w:val="004B7DFB"/>
    <w:rsid w:val="004C1A99"/>
    <w:rsid w:val="004C1F14"/>
    <w:rsid w:val="004D0936"/>
    <w:rsid w:val="004D2D86"/>
    <w:rsid w:val="004D47FD"/>
    <w:rsid w:val="004E3B7C"/>
    <w:rsid w:val="004F6FCB"/>
    <w:rsid w:val="004F7028"/>
    <w:rsid w:val="00500A40"/>
    <w:rsid w:val="00502A84"/>
    <w:rsid w:val="00502AD4"/>
    <w:rsid w:val="00507D2C"/>
    <w:rsid w:val="0051655E"/>
    <w:rsid w:val="0051728D"/>
    <w:rsid w:val="00523E94"/>
    <w:rsid w:val="00533D33"/>
    <w:rsid w:val="00546D9D"/>
    <w:rsid w:val="005477D0"/>
    <w:rsid w:val="00555A4B"/>
    <w:rsid w:val="00556FDE"/>
    <w:rsid w:val="0056396B"/>
    <w:rsid w:val="005648C2"/>
    <w:rsid w:val="00574104"/>
    <w:rsid w:val="00583BD8"/>
    <w:rsid w:val="005B19A8"/>
    <w:rsid w:val="005C6D16"/>
    <w:rsid w:val="005D09BE"/>
    <w:rsid w:val="005D25C1"/>
    <w:rsid w:val="005E3EED"/>
    <w:rsid w:val="005E75BC"/>
    <w:rsid w:val="005F0C55"/>
    <w:rsid w:val="005F0D55"/>
    <w:rsid w:val="005F63BD"/>
    <w:rsid w:val="005F79EF"/>
    <w:rsid w:val="00602C16"/>
    <w:rsid w:val="00606EB8"/>
    <w:rsid w:val="00611ABA"/>
    <w:rsid w:val="0061296F"/>
    <w:rsid w:val="00612C70"/>
    <w:rsid w:val="00616426"/>
    <w:rsid w:val="0062030F"/>
    <w:rsid w:val="0062061C"/>
    <w:rsid w:val="00623FE1"/>
    <w:rsid w:val="006243C0"/>
    <w:rsid w:val="006247E8"/>
    <w:rsid w:val="00633150"/>
    <w:rsid w:val="006336B9"/>
    <w:rsid w:val="00635645"/>
    <w:rsid w:val="006363E8"/>
    <w:rsid w:val="00636E36"/>
    <w:rsid w:val="00640AF6"/>
    <w:rsid w:val="00651601"/>
    <w:rsid w:val="006527EC"/>
    <w:rsid w:val="00662709"/>
    <w:rsid w:val="00677E13"/>
    <w:rsid w:val="00692669"/>
    <w:rsid w:val="006942EC"/>
    <w:rsid w:val="00694FD8"/>
    <w:rsid w:val="006A2956"/>
    <w:rsid w:val="006A5B04"/>
    <w:rsid w:val="006A5E0B"/>
    <w:rsid w:val="006A68C3"/>
    <w:rsid w:val="006B1978"/>
    <w:rsid w:val="006B1FD4"/>
    <w:rsid w:val="006B6BD1"/>
    <w:rsid w:val="006C06CD"/>
    <w:rsid w:val="006C2689"/>
    <w:rsid w:val="006C4442"/>
    <w:rsid w:val="006C5E61"/>
    <w:rsid w:val="006C7B5D"/>
    <w:rsid w:val="006D25E6"/>
    <w:rsid w:val="006E45E0"/>
    <w:rsid w:val="006E6B8F"/>
    <w:rsid w:val="006F1DE6"/>
    <w:rsid w:val="006F580E"/>
    <w:rsid w:val="00704E29"/>
    <w:rsid w:val="00705A68"/>
    <w:rsid w:val="00712627"/>
    <w:rsid w:val="0071330E"/>
    <w:rsid w:val="00716644"/>
    <w:rsid w:val="00734BBD"/>
    <w:rsid w:val="00734C36"/>
    <w:rsid w:val="0073511A"/>
    <w:rsid w:val="007479D1"/>
    <w:rsid w:val="00771FCD"/>
    <w:rsid w:val="00774B6F"/>
    <w:rsid w:val="007926BB"/>
    <w:rsid w:val="00795583"/>
    <w:rsid w:val="007B2D0B"/>
    <w:rsid w:val="007C25F7"/>
    <w:rsid w:val="007C3BFF"/>
    <w:rsid w:val="007D050B"/>
    <w:rsid w:val="007D539E"/>
    <w:rsid w:val="007E3513"/>
    <w:rsid w:val="007E3DB8"/>
    <w:rsid w:val="007F5A55"/>
    <w:rsid w:val="008045F1"/>
    <w:rsid w:val="00814C68"/>
    <w:rsid w:val="0081605E"/>
    <w:rsid w:val="0082783D"/>
    <w:rsid w:val="00832A72"/>
    <w:rsid w:val="0084304A"/>
    <w:rsid w:val="008505D9"/>
    <w:rsid w:val="00854BBC"/>
    <w:rsid w:val="00855217"/>
    <w:rsid w:val="008618E7"/>
    <w:rsid w:val="00862859"/>
    <w:rsid w:val="0087620F"/>
    <w:rsid w:val="008806E7"/>
    <w:rsid w:val="00884686"/>
    <w:rsid w:val="00895BAC"/>
    <w:rsid w:val="00896054"/>
    <w:rsid w:val="008B2960"/>
    <w:rsid w:val="008B63C7"/>
    <w:rsid w:val="008B6DD1"/>
    <w:rsid w:val="008C274D"/>
    <w:rsid w:val="008C39AB"/>
    <w:rsid w:val="008D227D"/>
    <w:rsid w:val="008D3AD8"/>
    <w:rsid w:val="008D4946"/>
    <w:rsid w:val="008D5AD7"/>
    <w:rsid w:val="008E0B8C"/>
    <w:rsid w:val="008E4ABD"/>
    <w:rsid w:val="008F4866"/>
    <w:rsid w:val="00902D0B"/>
    <w:rsid w:val="00912C20"/>
    <w:rsid w:val="00912E03"/>
    <w:rsid w:val="0091538C"/>
    <w:rsid w:val="00933A88"/>
    <w:rsid w:val="00945EAA"/>
    <w:rsid w:val="009469C6"/>
    <w:rsid w:val="00947FD3"/>
    <w:rsid w:val="00955DB7"/>
    <w:rsid w:val="00970F8F"/>
    <w:rsid w:val="00977A2C"/>
    <w:rsid w:val="0099177F"/>
    <w:rsid w:val="009A05F9"/>
    <w:rsid w:val="009A27CC"/>
    <w:rsid w:val="009A764A"/>
    <w:rsid w:val="009B3048"/>
    <w:rsid w:val="009B37F6"/>
    <w:rsid w:val="009B5EFA"/>
    <w:rsid w:val="009B6367"/>
    <w:rsid w:val="009C4338"/>
    <w:rsid w:val="009C48ED"/>
    <w:rsid w:val="009C51B5"/>
    <w:rsid w:val="009E18E7"/>
    <w:rsid w:val="009F0511"/>
    <w:rsid w:val="009F06EE"/>
    <w:rsid w:val="009F23DC"/>
    <w:rsid w:val="009F413C"/>
    <w:rsid w:val="00A12DD3"/>
    <w:rsid w:val="00A175A4"/>
    <w:rsid w:val="00A20CF7"/>
    <w:rsid w:val="00A252BA"/>
    <w:rsid w:val="00A26E89"/>
    <w:rsid w:val="00A2732C"/>
    <w:rsid w:val="00A31F96"/>
    <w:rsid w:val="00A36454"/>
    <w:rsid w:val="00A46CA6"/>
    <w:rsid w:val="00A47D55"/>
    <w:rsid w:val="00A55560"/>
    <w:rsid w:val="00A57FDA"/>
    <w:rsid w:val="00A627B3"/>
    <w:rsid w:val="00A74480"/>
    <w:rsid w:val="00A75C93"/>
    <w:rsid w:val="00A767B1"/>
    <w:rsid w:val="00A97C4B"/>
    <w:rsid w:val="00AA229C"/>
    <w:rsid w:val="00AA46EF"/>
    <w:rsid w:val="00AB5651"/>
    <w:rsid w:val="00AC0638"/>
    <w:rsid w:val="00AD08BD"/>
    <w:rsid w:val="00AD6132"/>
    <w:rsid w:val="00AD62F5"/>
    <w:rsid w:val="00AD6FEE"/>
    <w:rsid w:val="00B00E24"/>
    <w:rsid w:val="00B07B94"/>
    <w:rsid w:val="00B1234D"/>
    <w:rsid w:val="00B16E9A"/>
    <w:rsid w:val="00B274B8"/>
    <w:rsid w:val="00B3186D"/>
    <w:rsid w:val="00B32876"/>
    <w:rsid w:val="00B4076D"/>
    <w:rsid w:val="00B531CD"/>
    <w:rsid w:val="00B5674F"/>
    <w:rsid w:val="00B6092C"/>
    <w:rsid w:val="00B65586"/>
    <w:rsid w:val="00B72044"/>
    <w:rsid w:val="00B738FD"/>
    <w:rsid w:val="00B76910"/>
    <w:rsid w:val="00B77B83"/>
    <w:rsid w:val="00B83525"/>
    <w:rsid w:val="00B83F26"/>
    <w:rsid w:val="00B853BF"/>
    <w:rsid w:val="00B95D1E"/>
    <w:rsid w:val="00BA05F3"/>
    <w:rsid w:val="00BA0E96"/>
    <w:rsid w:val="00BA7B93"/>
    <w:rsid w:val="00BB1D73"/>
    <w:rsid w:val="00BB2A06"/>
    <w:rsid w:val="00BC35BA"/>
    <w:rsid w:val="00BC3E58"/>
    <w:rsid w:val="00BC4D4C"/>
    <w:rsid w:val="00BC751D"/>
    <w:rsid w:val="00BC796E"/>
    <w:rsid w:val="00BE3FAA"/>
    <w:rsid w:val="00BE5E1D"/>
    <w:rsid w:val="00BE6446"/>
    <w:rsid w:val="00C03128"/>
    <w:rsid w:val="00C038C4"/>
    <w:rsid w:val="00C07394"/>
    <w:rsid w:val="00C10E01"/>
    <w:rsid w:val="00C24E6F"/>
    <w:rsid w:val="00C44F89"/>
    <w:rsid w:val="00C55679"/>
    <w:rsid w:val="00C648B1"/>
    <w:rsid w:val="00C70BEA"/>
    <w:rsid w:val="00C73D67"/>
    <w:rsid w:val="00C75F7C"/>
    <w:rsid w:val="00C7662E"/>
    <w:rsid w:val="00C8139A"/>
    <w:rsid w:val="00C83738"/>
    <w:rsid w:val="00C93037"/>
    <w:rsid w:val="00C93A43"/>
    <w:rsid w:val="00CA2E09"/>
    <w:rsid w:val="00CB4461"/>
    <w:rsid w:val="00CC170A"/>
    <w:rsid w:val="00CC5F27"/>
    <w:rsid w:val="00CD1C0D"/>
    <w:rsid w:val="00CD56F4"/>
    <w:rsid w:val="00CD652B"/>
    <w:rsid w:val="00CD7221"/>
    <w:rsid w:val="00CE1EA6"/>
    <w:rsid w:val="00CE34DC"/>
    <w:rsid w:val="00D063C7"/>
    <w:rsid w:val="00D06D6C"/>
    <w:rsid w:val="00D07F1F"/>
    <w:rsid w:val="00D14448"/>
    <w:rsid w:val="00D15BFD"/>
    <w:rsid w:val="00D15E39"/>
    <w:rsid w:val="00D1659D"/>
    <w:rsid w:val="00D2059F"/>
    <w:rsid w:val="00D26EF4"/>
    <w:rsid w:val="00D32A7B"/>
    <w:rsid w:val="00D332B1"/>
    <w:rsid w:val="00D33A20"/>
    <w:rsid w:val="00D47BF5"/>
    <w:rsid w:val="00D5023B"/>
    <w:rsid w:val="00D51980"/>
    <w:rsid w:val="00D57711"/>
    <w:rsid w:val="00D60897"/>
    <w:rsid w:val="00D62A10"/>
    <w:rsid w:val="00D641A9"/>
    <w:rsid w:val="00D64BA5"/>
    <w:rsid w:val="00D8691D"/>
    <w:rsid w:val="00DA78A5"/>
    <w:rsid w:val="00DB452F"/>
    <w:rsid w:val="00DB467F"/>
    <w:rsid w:val="00DB5CC3"/>
    <w:rsid w:val="00DC2131"/>
    <w:rsid w:val="00DC4D84"/>
    <w:rsid w:val="00DD2F44"/>
    <w:rsid w:val="00DD33CE"/>
    <w:rsid w:val="00DD78B6"/>
    <w:rsid w:val="00DE18D6"/>
    <w:rsid w:val="00DF4652"/>
    <w:rsid w:val="00DF5932"/>
    <w:rsid w:val="00E044A0"/>
    <w:rsid w:val="00E12F13"/>
    <w:rsid w:val="00E13E08"/>
    <w:rsid w:val="00E20136"/>
    <w:rsid w:val="00E20D9A"/>
    <w:rsid w:val="00E20DA5"/>
    <w:rsid w:val="00E24A30"/>
    <w:rsid w:val="00E279A5"/>
    <w:rsid w:val="00E33B17"/>
    <w:rsid w:val="00E35E63"/>
    <w:rsid w:val="00E42F0F"/>
    <w:rsid w:val="00E43D93"/>
    <w:rsid w:val="00E46FE3"/>
    <w:rsid w:val="00E511C1"/>
    <w:rsid w:val="00E54B59"/>
    <w:rsid w:val="00E566BB"/>
    <w:rsid w:val="00E63498"/>
    <w:rsid w:val="00E656DC"/>
    <w:rsid w:val="00E7061E"/>
    <w:rsid w:val="00E937E6"/>
    <w:rsid w:val="00EB23F4"/>
    <w:rsid w:val="00EB7062"/>
    <w:rsid w:val="00ED23CD"/>
    <w:rsid w:val="00ED51F6"/>
    <w:rsid w:val="00EE0F63"/>
    <w:rsid w:val="00EE576D"/>
    <w:rsid w:val="00EE7333"/>
    <w:rsid w:val="00EF0BA6"/>
    <w:rsid w:val="00EF5CE8"/>
    <w:rsid w:val="00F000CA"/>
    <w:rsid w:val="00F0616E"/>
    <w:rsid w:val="00F06D55"/>
    <w:rsid w:val="00F11E15"/>
    <w:rsid w:val="00F172D6"/>
    <w:rsid w:val="00F20BEE"/>
    <w:rsid w:val="00F42F00"/>
    <w:rsid w:val="00F4315E"/>
    <w:rsid w:val="00F4543C"/>
    <w:rsid w:val="00F5351E"/>
    <w:rsid w:val="00F53534"/>
    <w:rsid w:val="00F547F3"/>
    <w:rsid w:val="00F63E8E"/>
    <w:rsid w:val="00F81DE5"/>
    <w:rsid w:val="00F83B97"/>
    <w:rsid w:val="00F8409D"/>
    <w:rsid w:val="00F910EC"/>
    <w:rsid w:val="00F91ADE"/>
    <w:rsid w:val="00FA11A9"/>
    <w:rsid w:val="00FA591B"/>
    <w:rsid w:val="00FA7CA0"/>
    <w:rsid w:val="00FB03AC"/>
    <w:rsid w:val="00FB0956"/>
    <w:rsid w:val="00FB3049"/>
    <w:rsid w:val="00FB3404"/>
    <w:rsid w:val="00FB570D"/>
    <w:rsid w:val="00FB6B2B"/>
    <w:rsid w:val="00FC0D54"/>
    <w:rsid w:val="00FC1BD2"/>
    <w:rsid w:val="00FC1F80"/>
    <w:rsid w:val="00FD217F"/>
    <w:rsid w:val="00FD5228"/>
    <w:rsid w:val="00FD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FB6"/>
    <w:pPr>
      <w:bidi/>
    </w:pPr>
    <w:rPr>
      <w:sz w:val="24"/>
      <w:szCs w:val="24"/>
      <w:lang w:bidi="ar-M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B2A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4D4C"/>
    <w:rPr>
      <w:rFonts w:cs="Times New Roman"/>
      <w:sz w:val="2"/>
      <w:lang w:bidi="ar-MA"/>
    </w:rPr>
  </w:style>
  <w:style w:type="table" w:styleId="TableGrid">
    <w:name w:val="Table Grid"/>
    <w:basedOn w:val="TableNormal"/>
    <w:uiPriority w:val="99"/>
    <w:rsid w:val="00633150"/>
    <w:pPr>
      <w:bidi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locked/>
    <w:rsid w:val="00AA229C"/>
    <w:pPr>
      <w:bidi w:val="0"/>
      <w:jc w:val="center"/>
    </w:pPr>
    <w:rPr>
      <w:rFonts w:ascii="Tahoma" w:hAnsi="Tahoma" w:cs="Tahoma"/>
      <w:i/>
      <w:iCs/>
      <w:spacing w:val="-2"/>
      <w:szCs w:val="20"/>
      <w:lang w:val="en-GB" w:bidi="ar-SA"/>
    </w:rPr>
  </w:style>
  <w:style w:type="paragraph" w:styleId="BodyText">
    <w:name w:val="Body Text"/>
    <w:basedOn w:val="Normal"/>
    <w:link w:val="BodyTextChar"/>
    <w:uiPriority w:val="99"/>
    <w:rsid w:val="00D332B1"/>
    <w:pPr>
      <w:bidi w:val="0"/>
      <w:jc w:val="center"/>
    </w:pPr>
    <w:rPr>
      <w:rFonts w:ascii="Tahoma" w:hAnsi="Tahoma" w:cs="Tahoma"/>
      <w:b/>
      <w:bCs/>
      <w:sz w:val="28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8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44</Pages>
  <Words>1267</Words>
  <Characters>7226</Characters>
  <Application>Microsoft Office Outlook</Application>
  <DocSecurity>0</DocSecurity>
  <Lines>0</Lines>
  <Paragraphs>0</Paragraphs>
  <ScaleCrop>false</ScaleCrop>
  <Company>interieur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زائــر</dc:title>
  <dc:subject/>
  <dc:creator>securite</dc:creator>
  <cp:keywords/>
  <dc:description/>
  <cp:lastModifiedBy>SRO</cp:lastModifiedBy>
  <cp:revision>3</cp:revision>
  <cp:lastPrinted>2011-02-15T18:16:00Z</cp:lastPrinted>
  <dcterms:created xsi:type="dcterms:W3CDTF">2011-07-01T16:08:00Z</dcterms:created>
  <dcterms:modified xsi:type="dcterms:W3CDTF">2011-07-01T16:17:00Z</dcterms:modified>
</cp:coreProperties>
</file>