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696" w:right="-20"/>
        <w:jc w:val="left"/>
        <w:rPr>
          <w:rFonts w:ascii="Arial" w:hAnsi="Arial" w:cs="Arial" w:eastAsia="Arial"/>
          <w:sz w:val="34"/>
          <w:szCs w:val="34"/>
        </w:rPr>
      </w:pPr>
      <w:rPr/>
      <w:r>
        <w:rPr/>
        <w:pict>
          <v:shape style="position:absolute;margin-left:104.400002pt;margin-top:-3.837219pt;width:84.599998pt;height:64.440002pt;mso-position-horizontal-relative:page;mso-position-vertical-relative:paragraph;z-index:-245" type="#_x0000_t75">
            <v:imagedata r:id="rId7" o:title=""/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00.209747pt;margin-top:-5.323431pt;width:67.032003pt;height:72pt;mso-position-horizontal-relative:page;mso-position-vertical-relative:paragraph;z-index:-243" type="#_x0000_t202" filled="f" stroked="f">
            <v:textbox inset="0,0,0,0">
              <w:txbxContent>
                <w:p>
                  <w:pPr>
                    <w:spacing w:before="0" w:after="0" w:line="1440" w:lineRule="exact"/>
                    <w:ind w:right="-256"/>
                    <w:jc w:val="left"/>
                    <w:rPr>
                      <w:rFonts w:ascii="Arial" w:hAnsi="Arial" w:cs="Arial" w:eastAsia="Arial"/>
                      <w:sz w:val="144"/>
                      <w:szCs w:val="144"/>
                    </w:rPr>
                  </w:pPr>
                  <w:rPr/>
                  <w:r>
                    <w:rPr>
                      <w:rFonts w:ascii="Arial" w:hAnsi="Arial" w:cs="Arial" w:eastAsia="Arial"/>
                      <w:sz w:val="144"/>
                      <w:szCs w:val="144"/>
                      <w:color w:val="2B9ED8"/>
                      <w:spacing w:val="0"/>
                      <w:w w:val="266"/>
                      <w:position w:val="-1"/>
                    </w:rPr>
                    <w:t>•</w:t>
                  </w:r>
                  <w:r>
                    <w:rPr>
                      <w:rFonts w:ascii="Arial" w:hAnsi="Arial" w:cs="Arial" w:eastAsia="Arial"/>
                      <w:sz w:val="144"/>
                      <w:szCs w:val="144"/>
                      <w:color w:val="00000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34"/>
          <w:szCs w:val="34"/>
          <w:color w:val="3682BF"/>
          <w:spacing w:val="0"/>
          <w:w w:val="105"/>
        </w:rPr>
        <w:t>Maghreb</w:t>
      </w:r>
      <w:r>
        <w:rPr>
          <w:rFonts w:ascii="Arial" w:hAnsi="Arial" w:cs="Arial" w:eastAsia="Arial"/>
          <w:sz w:val="34"/>
          <w:szCs w:val="34"/>
          <w:color w:val="000000"/>
          <w:spacing w:val="0"/>
          <w:w w:val="100"/>
        </w:rPr>
      </w:r>
    </w:p>
    <w:p>
      <w:pPr>
        <w:spacing w:before="9" w:after="0" w:line="240" w:lineRule="auto"/>
        <w:ind w:left="2696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682BF"/>
          <w:spacing w:val="0"/>
          <w:w w:val="109"/>
        </w:rPr>
        <w:t>Economie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6" w:after="0" w:line="117" w:lineRule="exact"/>
        <w:ind w:left="2704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682BF"/>
          <w:spacing w:val="0"/>
          <w:w w:val="100"/>
          <w:position w:val="-21"/>
        </w:rPr>
        <w:t>Forum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  <w:position w:val="0"/>
        </w:rPr>
      </w:r>
    </w:p>
    <w:p>
      <w:pPr>
        <w:spacing w:before="0" w:after="0" w:line="194" w:lineRule="exact"/>
        <w:ind w:right="1915"/>
        <w:jc w:val="righ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color w:val="2B9ED8"/>
          <w:spacing w:val="0"/>
          <w:w w:val="352"/>
        </w:rPr>
        <w:t>;;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</w:r>
    </w:p>
    <w:p>
      <w:pPr>
        <w:spacing w:before="24" w:after="0" w:line="375" w:lineRule="exact"/>
        <w:ind w:left="5633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19"/>
          <w:szCs w:val="19"/>
          <w:color w:val="2B9ED8"/>
          <w:spacing w:val="-51"/>
          <w:w w:val="100"/>
          <w:position w:val="5"/>
        </w:rPr>
        <w:t>L</w:t>
      </w:r>
      <w:r>
        <w:rPr>
          <w:rFonts w:ascii="Arial" w:hAnsi="Arial" w:cs="Arial" w:eastAsia="Arial"/>
          <w:sz w:val="31"/>
          <w:szCs w:val="31"/>
          <w:color w:val="2B9ED8"/>
          <w:spacing w:val="-40"/>
          <w:w w:val="100"/>
          <w:position w:val="-5"/>
        </w:rPr>
        <w:t>-</w:t>
      </w:r>
      <w:r>
        <w:rPr>
          <w:rFonts w:ascii="Arial" w:hAnsi="Arial" w:cs="Arial" w:eastAsia="Arial"/>
          <w:sz w:val="19"/>
          <w:szCs w:val="19"/>
          <w:color w:val="2B9ED8"/>
          <w:spacing w:val="0"/>
          <w:w w:val="100"/>
          <w:position w:val="5"/>
        </w:rPr>
        <w:t>.4</w:t>
      </w:r>
      <w:r>
        <w:rPr>
          <w:rFonts w:ascii="Arial" w:hAnsi="Arial" w:cs="Arial" w:eastAsia="Arial"/>
          <w:sz w:val="19"/>
          <w:szCs w:val="19"/>
          <w:color w:val="2B9ED8"/>
          <w:spacing w:val="0"/>
          <w:w w:val="100"/>
          <w:position w:val="5"/>
        </w:rPr>
        <w:t>J</w:t>
      </w:r>
      <w:r>
        <w:rPr>
          <w:rFonts w:ascii="Arial" w:hAnsi="Arial" w:cs="Arial" w:eastAsia="Arial"/>
          <w:sz w:val="19"/>
          <w:szCs w:val="19"/>
          <w:color w:val="2B9ED8"/>
          <w:spacing w:val="36"/>
          <w:w w:val="100"/>
          <w:position w:val="5"/>
        </w:rPr>
        <w:t> </w:t>
      </w:r>
      <w:r>
        <w:rPr>
          <w:rFonts w:ascii="Arial" w:hAnsi="Arial" w:cs="Arial" w:eastAsia="Arial"/>
          <w:sz w:val="19"/>
          <w:szCs w:val="19"/>
          <w:color w:val="2B9ED8"/>
          <w:spacing w:val="0"/>
          <w:w w:val="92"/>
          <w:position w:val="5"/>
        </w:rPr>
        <w:t>•</w:t>
      </w:r>
      <w:r>
        <w:rPr>
          <w:rFonts w:ascii="Arial" w:hAnsi="Arial" w:cs="Arial" w:eastAsia="Arial"/>
          <w:sz w:val="19"/>
          <w:szCs w:val="19"/>
          <w:color w:val="2B9ED8"/>
          <w:spacing w:val="-16"/>
          <w:w w:val="92"/>
          <w:position w:val="5"/>
        </w:rPr>
        <w:t> </w:t>
      </w:r>
      <w:r>
        <w:rPr>
          <w:rFonts w:ascii="Arial" w:hAnsi="Arial" w:cs="Arial" w:eastAsia="Arial"/>
          <w:sz w:val="18"/>
          <w:szCs w:val="18"/>
          <w:color w:val="2B9ED8"/>
          <w:spacing w:val="10"/>
          <w:w w:val="209"/>
          <w:position w:val="5"/>
        </w:rPr>
        <w:t>A</w:t>
      </w:r>
      <w:r>
        <w:rPr>
          <w:rFonts w:ascii="Arial" w:hAnsi="Arial" w:cs="Arial" w:eastAsia="Arial"/>
          <w:sz w:val="18"/>
          <w:szCs w:val="18"/>
          <w:color w:val="2B9ED8"/>
          <w:spacing w:val="-82"/>
          <w:w w:val="210"/>
          <w:position w:val="5"/>
        </w:rPr>
        <w:t>J</w:t>
      </w:r>
      <w:r>
        <w:rPr>
          <w:rFonts w:ascii="Times New Roman" w:hAnsi="Times New Roman" w:cs="Times New Roman" w:eastAsia="Times New Roman"/>
          <w:sz w:val="37"/>
          <w:szCs w:val="37"/>
          <w:color w:val="2B9ED8"/>
          <w:spacing w:val="0"/>
          <w:w w:val="69"/>
          <w:position w:val="-5"/>
        </w:rPr>
        <w:t>-</w:t>
      </w:r>
      <w:r>
        <w:rPr>
          <w:rFonts w:ascii="Times New Roman" w:hAnsi="Times New Roman" w:cs="Times New Roman" w:eastAsia="Times New Roman"/>
          <w:sz w:val="37"/>
          <w:szCs w:val="37"/>
          <w:color w:val="2B9ED8"/>
          <w:spacing w:val="-42"/>
          <w:w w:val="100"/>
          <w:position w:val="-5"/>
        </w:rPr>
        <w:t> </w:t>
      </w:r>
      <w:r>
        <w:rPr>
          <w:rFonts w:ascii="Arial" w:hAnsi="Arial" w:cs="Arial" w:eastAsia="Arial"/>
          <w:sz w:val="18"/>
          <w:szCs w:val="18"/>
          <w:color w:val="2B9ED8"/>
          <w:spacing w:val="0"/>
          <w:w w:val="209"/>
          <w:position w:val="5"/>
        </w:rPr>
        <w:t>.ll</w:t>
      </w:r>
      <w:r>
        <w:rPr>
          <w:rFonts w:ascii="Arial" w:hAnsi="Arial" w:cs="Arial" w:eastAsia="Arial"/>
          <w:sz w:val="19"/>
          <w:szCs w:val="19"/>
          <w:color w:val="2B9ED8"/>
          <w:spacing w:val="0"/>
          <w:w w:val="101"/>
          <w:position w:val="5"/>
        </w:rPr>
        <w:t>iû.:...UI</w:t>
      </w:r>
      <w:r>
        <w:rPr>
          <w:rFonts w:ascii="Arial" w:hAnsi="Arial" w:cs="Arial" w:eastAsia="Arial"/>
          <w:sz w:val="19"/>
          <w:szCs w:val="19"/>
          <w:color w:val="2B9ED8"/>
          <w:spacing w:val="0"/>
          <w:w w:val="100"/>
          <w:position w:val="5"/>
        </w:rPr>
        <w:t> </w:t>
      </w:r>
      <w:r>
        <w:rPr>
          <w:rFonts w:ascii="Arial" w:hAnsi="Arial" w:cs="Arial" w:eastAsia="Arial"/>
          <w:sz w:val="19"/>
          <w:szCs w:val="19"/>
          <w:color w:val="2B9ED8"/>
          <w:spacing w:val="25"/>
          <w:w w:val="100"/>
          <w:position w:val="5"/>
        </w:rPr>
        <w:t> </w:t>
      </w:r>
      <w:r>
        <w:rPr>
          <w:rFonts w:ascii="Arial" w:hAnsi="Arial" w:cs="Arial" w:eastAsia="Arial"/>
          <w:sz w:val="28"/>
          <w:szCs w:val="28"/>
          <w:color w:val="2B9ED8"/>
          <w:spacing w:val="0"/>
          <w:w w:val="153"/>
          <w:position w:val="-5"/>
        </w:rPr>
        <w:t>.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  <w:position w:val="0"/>
        </w:rPr>
      </w:r>
    </w:p>
    <w:p>
      <w:pPr>
        <w:spacing w:before="0" w:after="0" w:line="291" w:lineRule="exact"/>
        <w:ind w:left="1114" w:right="-20"/>
        <w:jc w:val="left"/>
        <w:tabs>
          <w:tab w:pos="7020" w:val="left"/>
        </w:tabs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116.607872pt;margin-top:74.532257pt;width:364.352132pt;height:266.040009pt;mso-position-horizontal-relative:page;mso-position-vertical-relative:paragraph;z-index:-244" coordorigin="2332,1491" coordsize="7287,5321">
            <v:shape style="position:absolute;left:2333;top:1491;width:7286;height:5321" type="#_x0000_t75">
              <v:imagedata r:id="rId8" o:title=""/>
            </v:shape>
            <v:group style="position:absolute;left:2347;top:2440;width:2;height:4024" coordorigin="2347,2440" coordsize="2,4024">
              <v:shape style="position:absolute;left:2347;top:2440;width:2;height:4024" coordorigin="2347,2440" coordsize="0,4024" path="m2347,6464l2347,2440e" filled="f" stroked="t" strokeweight="1.439603pt" strokecolor="#BCBFBF">
                <v:path arrowok="t"/>
              </v:shape>
            </v:group>
            <w10:wrap type="none"/>
          </v:group>
        </w:pict>
      </w:r>
      <w:r>
        <w:rPr/>
        <w:pict>
          <v:shape style="width:115.559998pt;height:13.68pt;mso-position-horizontal-relative:char;mso-position-vertical-relative:line" type="#_x0000_t75">
            <v:imagedata r:id="rId9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-1"/>
        </w:rPr>
        <w:t>                                                   </w:t>
      </w:r>
      <w:r>
        <w:rPr>
          <w:rFonts w:ascii="Arial" w:hAnsi="Arial" w:cs="Arial" w:eastAsia="Arial"/>
          <w:sz w:val="22"/>
          <w:szCs w:val="22"/>
          <w:color w:val="2B9ED8"/>
          <w:spacing w:val="0"/>
          <w:w w:val="288"/>
          <w:position w:val="-1"/>
        </w:rPr>
        <w:t>L_</w:t>
      </w:r>
      <w:r>
        <w:rPr>
          <w:rFonts w:ascii="Arial" w:hAnsi="Arial" w:cs="Arial" w:eastAsia="Arial"/>
          <w:sz w:val="22"/>
          <w:szCs w:val="22"/>
          <w:color w:val="2B9ED8"/>
          <w:spacing w:val="0"/>
          <w:w w:val="100"/>
          <w:position w:val="-1"/>
        </w:rPr>
        <w:tab/>
      </w:r>
      <w:r>
        <w:rPr>
          <w:rFonts w:ascii="Arial" w:hAnsi="Arial" w:cs="Arial" w:eastAsia="Arial"/>
          <w:sz w:val="22"/>
          <w:szCs w:val="22"/>
          <w:color w:val="2B9ED8"/>
          <w:spacing w:val="0"/>
          <w:w w:val="288"/>
          <w:position w:val="-1"/>
        </w:rPr>
        <w:t>iJ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72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149.039993pt;height:25.92pt;mso-position-horizontal-relative:char;mso-position-vertical-relative:line" type="#_x0000_t75">
            <v:imagedata r:id="rId10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158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105.48pt;height:82.08pt;mso-position-horizontal-relative:char;mso-position-vertical-relative:line" type="#_x0000_t75">
            <v:imagedata r:id="rId11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jc w:val="left"/>
        <w:spacing w:after="0"/>
        <w:sectPr>
          <w:type w:val="continuous"/>
          <w:pgSz w:w="11920" w:h="16840"/>
          <w:pgMar w:top="1360" w:bottom="280" w:left="1680" w:right="1680"/>
        </w:sectPr>
      </w:pPr>
      <w:rPr/>
    </w:p>
    <w:p>
      <w:pPr>
        <w:spacing w:before="2" w:after="0" w:line="110" w:lineRule="exact"/>
        <w:jc w:val="left"/>
        <w:rPr>
          <w:sz w:val="11"/>
          <w:szCs w:val="11"/>
        </w:rPr>
      </w:pPr>
      <w:rPr/>
      <w:r>
        <w:rPr/>
        <w:pict>
          <v:group style="position:absolute;margin-left:372.727997pt;margin-top:64.697418pt;width:161.63pt;height:126.4395pt;mso-position-horizontal-relative:page;mso-position-vertical-relative:page;z-index:-242" coordorigin="7455,1294" coordsize="3233,2529">
            <v:shape style="position:absolute;left:9531;top:1294;width:1065;height:243" type="#_x0000_t75">
              <v:imagedata r:id="rId12" o:title=""/>
            </v:shape>
            <v:group style="position:absolute;left:7465;top:1732;width:3213;height:2081" coordorigin="7465,1732" coordsize="3213,2081">
              <v:shape style="position:absolute;left:7465;top:1732;width:3213;height:2081" coordorigin="7465,1732" coordsize="3213,2081" path="m7705,1732l7630,1741,7565,1767,7513,1806,7478,1856,7465,3627,7466,3647,7497,3719,7542,3763,7603,3795,7674,3811,10677,3813,10677,1732,7705,1732e" filled="t" fillcolor="#BCBEC0" stroked="f">
                <v:path arrowok="t"/>
                <v:fill/>
              </v:shape>
            </v:group>
            <v:group style="position:absolute;left:7615;top:1460;width:3062;height:2353" coordorigin="7615,1460" coordsize="3062,2353">
              <v:shape style="position:absolute;left:7615;top:1460;width:3062;height:2353" coordorigin="7615,1460" coordsize="3062,2353" path="m7793,1460l7726,1469,7671,1495,7625,1553,7615,2460,7615,3315,7632,3390,7665,3442,7712,3488,7770,3524,7836,3546,7979,3572,8333,3633,8616,3675,8899,3713,9110,3737,9322,3758,9463,3770,9606,3780,9820,3791,10107,3801,10677,3813,10677,3758,10676,3655,10674,3533,10672,3451,10665,3195,10663,3143,10661,3041,10659,2937,10658,2834,10658,1741,10165,1729,9883,1717,9602,1701,9391,1684,9180,1664,8968,1640,8686,1603,8335,1549,7842,1464,7817,1461,7793,1460e" filled="t" fillcolor="#00AEEF" stroked="f">
                <v:path arrowok="t"/>
                <v:fill/>
              </v:shape>
              <v:shape style="position:absolute;left:7939;top:1824;width:2302;height:1645" type="#_x0000_t75">
                <v:imagedata r:id="rId13" o:title=""/>
              </v:shape>
            </v:group>
            <w10:wrap type="none"/>
          </v:group>
        </w:pict>
      </w:r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6" w:lineRule="exact"/>
        <w:ind w:right="94"/>
        <w:jc w:val="right"/>
        <w:tabs>
          <w:tab w:pos="2980" w:val="left"/>
        </w:tabs>
        <w:rPr>
          <w:rFonts w:ascii="Minion Pro Cond" w:hAnsi="Minion Pro Cond" w:cs="Minion Pro Cond" w:eastAsia="Minion Pro Cond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1F487C"/>
          <w:spacing w:val="0"/>
          <w:w w:val="63"/>
          <w:b/>
          <w:bCs/>
          <w:position w:val="3"/>
        </w:rPr>
        <w:t>ينكراشلما</w:t>
      </w:r>
      <w:r>
        <w:rPr>
          <w:rFonts w:ascii="Arial" w:hAnsi="Arial" w:cs="Arial" w:eastAsia="Arial"/>
          <w:sz w:val="28"/>
          <w:szCs w:val="28"/>
          <w:color w:val="1F487C"/>
          <w:spacing w:val="3"/>
          <w:w w:val="63"/>
          <w:b/>
          <w:bCs/>
          <w:position w:val="3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3"/>
          <w:b/>
          <w:bCs/>
          <w:position w:val="3"/>
        </w:rPr>
        <w:t>ليجستو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3"/>
          <w:b/>
          <w:bCs/>
          <w:position w:val="3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38"/>
          <w:w w:val="63"/>
          <w:b/>
          <w:bCs/>
          <w:position w:val="3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8"/>
          <w:b/>
          <w:bCs/>
          <w:position w:val="3"/>
        </w:rPr>
        <w:t>لابقتسا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  <w:position w:val="3"/>
        </w:rPr>
        <w:tab/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  <w:position w:val="3"/>
        </w:rPr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3"/>
          <w:position w:val="3"/>
        </w:rPr>
        <w:t>08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2"/>
          <w:b/>
          <w:bCs/>
          <w:position w:val="3"/>
        </w:rPr>
        <w:t>: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3"/>
          <w:position w:val="3"/>
        </w:rPr>
        <w:t>45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9"/>
          <w:w w:val="100"/>
          <w:position w:val="3"/>
        </w:rPr>
        <w:t> 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0"/>
          <w:position w:val="3"/>
        </w:rPr>
        <w:t>–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13"/>
          <w:w w:val="100"/>
          <w:position w:val="3"/>
        </w:rPr>
        <w:t> 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3"/>
          <w:position w:val="3"/>
        </w:rPr>
        <w:t>08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2"/>
          <w:b/>
          <w:bCs/>
          <w:position w:val="3"/>
        </w:rPr>
        <w:t>: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3"/>
          <w:position w:val="3"/>
        </w:rPr>
        <w:t>15</w:t>
      </w:r>
      <w:r>
        <w:rPr>
          <w:rFonts w:ascii="Minion Pro Cond" w:hAnsi="Minion Pro Cond" w:cs="Minion Pro Cond" w:eastAsia="Minion Pro Cond"/>
          <w:sz w:val="28"/>
          <w:szCs w:val="28"/>
          <w:color w:val="000000"/>
          <w:spacing w:val="0"/>
          <w:w w:val="100"/>
          <w:position w:val="0"/>
        </w:rPr>
      </w:r>
    </w:p>
    <w:p>
      <w:pPr>
        <w:spacing w:before="0" w:after="0" w:line="336" w:lineRule="exact"/>
        <w:ind w:right="94"/>
        <w:jc w:val="right"/>
        <w:tabs>
          <w:tab w:pos="2020" w:val="left"/>
        </w:tabs>
        <w:rPr>
          <w:rFonts w:ascii="Minion Pro Cond" w:hAnsi="Minion Pro Cond" w:cs="Minion Pro Cond" w:eastAsia="Minion Pro Cond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1F487C"/>
          <w:spacing w:val="0"/>
          <w:w w:val="74"/>
          <w:b/>
          <w:bCs/>
          <w:position w:val="3"/>
        </w:rPr>
        <w:t>بيحرتلا</w:t>
      </w:r>
      <w:r>
        <w:rPr>
          <w:rFonts w:ascii="Arial" w:hAnsi="Arial" w:cs="Arial" w:eastAsia="Arial"/>
          <w:sz w:val="28"/>
          <w:szCs w:val="28"/>
          <w:color w:val="1F487C"/>
          <w:spacing w:val="6"/>
          <w:w w:val="74"/>
          <w:b/>
          <w:bCs/>
          <w:position w:val="3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4"/>
          <w:b/>
          <w:bCs/>
          <w:position w:val="3"/>
        </w:rPr>
        <w:t>تاملك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  <w:position w:val="3"/>
        </w:rPr>
        <w:tab/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  <w:position w:val="3"/>
        </w:rPr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3"/>
          <w:position w:val="3"/>
        </w:rPr>
        <w:t>09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2"/>
          <w:b/>
          <w:bCs/>
          <w:position w:val="3"/>
        </w:rPr>
        <w:t>: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3"/>
          <w:position w:val="3"/>
        </w:rPr>
        <w:t>00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9"/>
          <w:w w:val="100"/>
          <w:position w:val="3"/>
        </w:rPr>
        <w:t> 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0"/>
          <w:position w:val="3"/>
        </w:rPr>
        <w:t>–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13"/>
          <w:w w:val="100"/>
          <w:position w:val="3"/>
        </w:rPr>
        <w:t> 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3"/>
          <w:position w:val="3"/>
        </w:rPr>
        <w:t>08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2"/>
          <w:b/>
          <w:bCs/>
          <w:position w:val="3"/>
        </w:rPr>
        <w:t>: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3"/>
          <w:position w:val="3"/>
        </w:rPr>
        <w:t>45</w:t>
      </w:r>
      <w:r>
        <w:rPr>
          <w:rFonts w:ascii="Minion Pro Cond" w:hAnsi="Minion Pro Cond" w:cs="Minion Pro Cond" w:eastAsia="Minion Pro Cond"/>
          <w:sz w:val="28"/>
          <w:szCs w:val="28"/>
          <w:color w:val="000000"/>
          <w:spacing w:val="0"/>
          <w:w w:val="100"/>
          <w:position w:val="0"/>
        </w:rPr>
      </w:r>
    </w:p>
    <w:p>
      <w:pPr>
        <w:spacing w:before="0" w:after="0" w:line="295" w:lineRule="exact"/>
        <w:ind w:left="736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مملأا</w:t>
      </w:r>
      <w:r>
        <w:rPr>
          <w:rFonts w:ascii="Arial" w:hAnsi="Arial" w:cs="Arial" w:eastAsia="Arial"/>
          <w:sz w:val="28"/>
          <w:szCs w:val="28"/>
          <w:color w:val="1F487C"/>
          <w:spacing w:val="-24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9"/>
          <w:b/>
          <w:bCs/>
        </w:rPr>
        <w:t>ةنجلل</w:t>
      </w:r>
      <w:r>
        <w:rPr>
          <w:rFonts w:ascii="Arial" w:hAnsi="Arial" w:cs="Arial" w:eastAsia="Arial"/>
          <w:sz w:val="28"/>
          <w:szCs w:val="28"/>
          <w:color w:val="1F487C"/>
          <w:spacing w:val="-4"/>
          <w:w w:val="7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3"/>
          <w:b/>
          <w:bCs/>
        </w:rPr>
        <w:t>عباتلا</w:t>
      </w:r>
      <w:r>
        <w:rPr>
          <w:rFonts w:ascii="Arial" w:hAnsi="Arial" w:cs="Arial" w:eastAsia="Arial"/>
          <w:sz w:val="28"/>
          <w:szCs w:val="28"/>
          <w:color w:val="1F487C"/>
          <w:spacing w:val="32"/>
          <w:w w:val="63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3"/>
          <w:b/>
          <w:bCs/>
        </w:rPr>
        <w:t>ايقيرفأ</w:t>
      </w:r>
      <w:r>
        <w:rPr>
          <w:rFonts w:ascii="Arial" w:hAnsi="Arial" w:cs="Arial" w:eastAsia="Arial"/>
          <w:sz w:val="28"/>
          <w:szCs w:val="28"/>
          <w:color w:val="1F487C"/>
          <w:spacing w:val="-1"/>
          <w:w w:val="63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1"/>
          <w:b/>
          <w:bCs/>
        </w:rPr>
        <w:t>لامش</w:t>
      </w:r>
      <w:r>
        <w:rPr>
          <w:rFonts w:ascii="Arial" w:hAnsi="Arial" w:cs="Arial" w:eastAsia="Arial"/>
          <w:sz w:val="28"/>
          <w:szCs w:val="28"/>
          <w:color w:val="1F487C"/>
          <w:spacing w:val="43"/>
          <w:w w:val="81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1"/>
          <w:b/>
          <w:bCs/>
        </w:rPr>
        <w:t>بتكم</w:t>
      </w:r>
      <w:r>
        <w:rPr>
          <w:rFonts w:ascii="Arial" w:hAnsi="Arial" w:cs="Arial" w:eastAsia="Arial"/>
          <w:sz w:val="28"/>
          <w:szCs w:val="28"/>
          <w:color w:val="1F487C"/>
          <w:spacing w:val="-11"/>
          <w:w w:val="81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1"/>
          <w:b/>
          <w:bCs/>
        </w:rPr>
        <w:t>ةريدم</w:t>
      </w:r>
      <w:r>
        <w:rPr>
          <w:rFonts w:ascii="Arial" w:hAnsi="Arial" w:cs="Arial" w:eastAsia="Arial"/>
          <w:sz w:val="28"/>
          <w:szCs w:val="28"/>
          <w:color w:val="1F487C"/>
          <w:spacing w:val="25"/>
          <w:w w:val="81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1"/>
          <w:b/>
          <w:bCs/>
        </w:rPr>
        <w:t>،ناطلس</w:t>
      </w:r>
      <w:r>
        <w:rPr>
          <w:rFonts w:ascii="Arial" w:hAnsi="Arial" w:cs="Arial" w:eastAsia="Arial"/>
          <w:sz w:val="28"/>
          <w:szCs w:val="28"/>
          <w:color w:val="1F487C"/>
          <w:spacing w:val="-13"/>
          <w:w w:val="81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نب</w:t>
      </w:r>
      <w:r>
        <w:rPr>
          <w:rFonts w:ascii="Arial" w:hAnsi="Arial" w:cs="Arial" w:eastAsia="Arial"/>
          <w:sz w:val="28"/>
          <w:szCs w:val="28"/>
          <w:color w:val="1F487C"/>
          <w:spacing w:val="-6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ةرنموب</w:t>
      </w:r>
      <w:r>
        <w:rPr>
          <w:rFonts w:ascii="Arial" w:hAnsi="Arial" w:cs="Arial" w:eastAsia="Arial"/>
          <w:sz w:val="28"/>
          <w:szCs w:val="28"/>
          <w:color w:val="1F487C"/>
          <w:spacing w:val="20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ةيمرك</w:t>
      </w:r>
      <w:r>
        <w:rPr>
          <w:rFonts w:ascii="Arial" w:hAnsi="Arial" w:cs="Arial" w:eastAsia="Arial"/>
          <w:sz w:val="28"/>
          <w:szCs w:val="28"/>
          <w:color w:val="1F487C"/>
          <w:spacing w:val="43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ةديسلا</w:t>
      </w:r>
      <w:r>
        <w:rPr>
          <w:rFonts w:ascii="Arial" w:hAnsi="Arial" w:cs="Arial" w:eastAsia="Arial"/>
          <w:sz w:val="28"/>
          <w:szCs w:val="28"/>
          <w:color w:val="1F487C"/>
          <w:spacing w:val="37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7"/>
          <w:b/>
          <w:bCs/>
        </w:rPr>
        <w:t>-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4" w:after="0" w:line="250" w:lineRule="auto"/>
        <w:ind w:left="2346" w:right="2143" w:firstLine="2902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1F487C"/>
          <w:spacing w:val="0"/>
          <w:w w:val="65"/>
          <w:b/>
          <w:bCs/>
        </w:rPr>
        <w:t>ايقيرفلأ</w:t>
      </w:r>
      <w:r>
        <w:rPr>
          <w:rFonts w:ascii="Arial" w:hAnsi="Arial" w:cs="Arial" w:eastAsia="Arial"/>
          <w:sz w:val="28"/>
          <w:szCs w:val="28"/>
          <w:color w:val="1F487C"/>
          <w:spacing w:val="-4"/>
          <w:w w:val="6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5"/>
          <w:b/>
          <w:bCs/>
        </w:rPr>
        <w:t>ةيداصتقلاا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37"/>
          <w:w w:val="6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4"/>
          <w:b/>
          <w:bCs/>
        </w:rPr>
        <w:t>ةدحتلما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4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3"/>
          <w:b/>
          <w:bCs/>
        </w:rPr>
        <w:t>يبراغلما</w:t>
      </w:r>
      <w:r>
        <w:rPr>
          <w:rFonts w:ascii="Arial" w:hAnsi="Arial" w:cs="Arial" w:eastAsia="Arial"/>
          <w:sz w:val="28"/>
          <w:szCs w:val="28"/>
          <w:color w:val="1F487C"/>
          <w:spacing w:val="9"/>
          <w:w w:val="63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8"/>
          <w:b/>
          <w:bCs/>
        </w:rPr>
        <w:t>يداصتقلاا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8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38"/>
          <w:w w:val="68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8"/>
          <w:b/>
          <w:bCs/>
        </w:rPr>
        <w:t>ىدتنلما</w:t>
      </w:r>
      <w:r>
        <w:rPr>
          <w:rFonts w:ascii="Arial" w:hAnsi="Arial" w:cs="Arial" w:eastAsia="Arial"/>
          <w:sz w:val="28"/>
          <w:szCs w:val="28"/>
          <w:color w:val="1F487C"/>
          <w:spacing w:val="-4"/>
          <w:w w:val="68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2"/>
          <w:b/>
          <w:bCs/>
        </w:rPr>
        <w:t>سسؤمو</w:t>
      </w:r>
      <w:r>
        <w:rPr>
          <w:rFonts w:ascii="Arial" w:hAnsi="Arial" w:cs="Arial" w:eastAsia="Arial"/>
          <w:sz w:val="28"/>
          <w:szCs w:val="28"/>
          <w:color w:val="1F487C"/>
          <w:spacing w:val="-6"/>
          <w:w w:val="82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</w:rPr>
        <w:t>سيئر</w:t>
      </w:r>
      <w:r>
        <w:rPr>
          <w:rFonts w:ascii="Arial" w:hAnsi="Arial" w:cs="Arial" w:eastAsia="Arial"/>
          <w:sz w:val="28"/>
          <w:szCs w:val="28"/>
          <w:color w:val="1F487C"/>
          <w:spacing w:val="-1"/>
          <w:w w:val="6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</w:rPr>
        <w:t>،رعزل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16"/>
          <w:w w:val="6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96"/>
          <w:b/>
          <w:bCs/>
        </w:rPr>
        <w:t>لامك</w:t>
      </w:r>
      <w:r>
        <w:rPr>
          <w:rFonts w:ascii="Arial" w:hAnsi="Arial" w:cs="Arial" w:eastAsia="Arial"/>
          <w:sz w:val="28"/>
          <w:szCs w:val="28"/>
          <w:color w:val="1F487C"/>
          <w:spacing w:val="-17"/>
          <w:w w:val="9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2"/>
          <w:b/>
          <w:bCs/>
        </w:rPr>
        <w:t>ديسلا</w:t>
      </w:r>
      <w:r>
        <w:rPr>
          <w:rFonts w:ascii="Arial" w:hAnsi="Arial" w:cs="Arial" w:eastAsia="Arial"/>
          <w:sz w:val="28"/>
          <w:szCs w:val="28"/>
          <w:color w:val="1F487C"/>
          <w:spacing w:val="2"/>
          <w:w w:val="72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7"/>
          <w:b/>
          <w:bCs/>
        </w:rPr>
        <w:t>-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0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36" w:lineRule="exact"/>
        <w:ind w:left="114" w:right="46" w:firstLine="1531"/>
        <w:jc w:val="both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</w:rPr>
        <w:t>؟</w:t>
      </w:r>
      <w:r>
        <w:rPr>
          <w:rFonts w:ascii="Arial" w:hAnsi="Arial" w:cs="Arial" w:eastAsia="Arial"/>
          <w:sz w:val="28"/>
          <w:szCs w:val="28"/>
          <w:color w:val="1F487C"/>
          <w:spacing w:val="-1"/>
          <w:w w:val="100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</w:rPr>
        <w:t>تاناهر</w:t>
      </w:r>
      <w:r>
        <w:rPr>
          <w:rFonts w:ascii="Arial" w:hAnsi="Arial" w:cs="Arial" w:eastAsia="Arial"/>
          <w:sz w:val="28"/>
          <w:szCs w:val="28"/>
          <w:color w:val="1F487C"/>
          <w:spacing w:val="-28"/>
          <w:w w:val="100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93"/>
        </w:rPr>
        <w:t>ةيأو</w:t>
      </w:r>
      <w:r>
        <w:rPr>
          <w:rFonts w:ascii="Arial" w:hAnsi="Arial" w:cs="Arial" w:eastAsia="Arial"/>
          <w:sz w:val="28"/>
          <w:szCs w:val="28"/>
          <w:color w:val="1F487C"/>
          <w:spacing w:val="-9"/>
          <w:w w:val="93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</w:rPr>
        <w:t>زجاوح</w:t>
      </w:r>
      <w:r>
        <w:rPr>
          <w:rFonts w:ascii="Arial" w:hAnsi="Arial" w:cs="Arial" w:eastAsia="Arial"/>
          <w:sz w:val="28"/>
          <w:szCs w:val="28"/>
          <w:color w:val="1F487C"/>
          <w:spacing w:val="49"/>
          <w:w w:val="100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</w:rPr>
        <w:t>ةيأ</w:t>
      </w:r>
      <w:r>
        <w:rPr>
          <w:rFonts w:ascii="Arial" w:hAnsi="Arial" w:cs="Arial" w:eastAsia="Arial"/>
          <w:sz w:val="28"/>
          <w:szCs w:val="28"/>
          <w:color w:val="1F487C"/>
          <w:spacing w:val="-23"/>
          <w:w w:val="100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</w:rPr>
        <w:t>:</w:t>
      </w:r>
      <w:r>
        <w:rPr>
          <w:rFonts w:ascii="Arial" w:hAnsi="Arial" w:cs="Arial" w:eastAsia="Arial"/>
          <w:sz w:val="28"/>
          <w:szCs w:val="28"/>
          <w:color w:val="1F487C"/>
          <w:spacing w:val="-21"/>
          <w:w w:val="100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5"/>
        </w:rPr>
        <w:t>يميلقلإا</w:t>
      </w:r>
      <w:r>
        <w:rPr>
          <w:rFonts w:ascii="Arial" w:hAnsi="Arial" w:cs="Arial" w:eastAsia="Arial"/>
          <w:sz w:val="28"/>
          <w:szCs w:val="28"/>
          <w:color w:val="1F487C"/>
          <w:spacing w:val="-2"/>
          <w:w w:val="85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1"/>
        </w:rPr>
        <w:t>يلالما</w:t>
      </w:r>
      <w:r>
        <w:rPr>
          <w:rFonts w:ascii="Arial" w:hAnsi="Arial" w:cs="Arial" w:eastAsia="Arial"/>
          <w:sz w:val="28"/>
          <w:szCs w:val="28"/>
          <w:color w:val="1F487C"/>
          <w:spacing w:val="9"/>
          <w:w w:val="71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4"/>
        </w:rPr>
        <w:t>لماكتلا</w:t>
      </w:r>
      <w:r>
        <w:rPr>
          <w:rFonts w:ascii="Arial" w:hAnsi="Arial" w:cs="Arial" w:eastAsia="Arial"/>
          <w:sz w:val="28"/>
          <w:szCs w:val="28"/>
          <w:color w:val="1F487C"/>
          <w:spacing w:val="-2"/>
          <w:w w:val="84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</w:rPr>
        <w:t>:</w:t>
      </w:r>
      <w:r>
        <w:rPr>
          <w:rFonts w:ascii="Arial" w:hAnsi="Arial" w:cs="Arial" w:eastAsia="Arial"/>
          <w:sz w:val="28"/>
          <w:szCs w:val="28"/>
          <w:color w:val="1F487C"/>
          <w:spacing w:val="-21"/>
          <w:w w:val="100"/>
        </w:rPr>
        <w:t> 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0"/>
        </w:rPr>
        <w:t>1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13"/>
          <w:w w:val="100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5"/>
        </w:rPr>
        <w:t>ءاربلخا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5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25"/>
          <w:w w:val="75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5"/>
        </w:rPr>
        <w:t>قيرف</w:t>
      </w:r>
      <w:r>
        <w:rPr>
          <w:rFonts w:ascii="Arial" w:hAnsi="Arial" w:cs="Arial" w:eastAsia="Arial"/>
          <w:sz w:val="28"/>
          <w:szCs w:val="28"/>
          <w:color w:val="1F487C"/>
          <w:spacing w:val="-8"/>
          <w:w w:val="75"/>
        </w:rPr>
        <w:t> 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0"/>
        </w:rPr>
        <w:t>10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</w:rPr>
        <w:t>: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0"/>
        </w:rPr>
        <w:t>30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18"/>
          <w:w w:val="100"/>
        </w:rPr>
        <w:t> 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0"/>
        </w:rPr>
        <w:t>–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13"/>
          <w:w w:val="100"/>
        </w:rPr>
        <w:t> 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3"/>
        </w:rPr>
        <w:t>09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91"/>
        </w:rPr>
        <w:t>: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3"/>
        </w:rPr>
        <w:t>00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3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3"/>
          <w:b/>
          <w:bCs/>
        </w:rPr>
        <w:t>تم</w:t>
      </w:r>
      <w:r>
        <w:rPr>
          <w:rFonts w:ascii="Arial" w:hAnsi="Arial" w:cs="Arial" w:eastAsia="Arial"/>
          <w:sz w:val="28"/>
          <w:szCs w:val="28"/>
          <w:color w:val="1F487C"/>
          <w:spacing w:val="25"/>
          <w:w w:val="73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له</w:t>
      </w:r>
      <w:r>
        <w:rPr>
          <w:rFonts w:ascii="Arial" w:hAnsi="Arial" w:cs="Arial" w:eastAsia="Arial"/>
          <w:sz w:val="28"/>
          <w:szCs w:val="28"/>
          <w:color w:val="1F487C"/>
          <w:spacing w:val="44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5"/>
          <w:b/>
          <w:bCs/>
        </w:rPr>
        <w:t>؟نلآا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26"/>
          <w:w w:val="7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5"/>
          <w:b/>
          <w:bCs/>
        </w:rPr>
        <w:t>ىتح</w:t>
      </w:r>
      <w:r>
        <w:rPr>
          <w:rFonts w:ascii="Arial" w:hAnsi="Arial" w:cs="Arial" w:eastAsia="Arial"/>
          <w:sz w:val="28"/>
          <w:szCs w:val="28"/>
          <w:color w:val="1F487C"/>
          <w:spacing w:val="34"/>
          <w:w w:val="7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5"/>
          <w:b/>
          <w:bCs/>
        </w:rPr>
        <w:t>ةزجنلما</w:t>
      </w:r>
      <w:r>
        <w:rPr>
          <w:rFonts w:ascii="Arial" w:hAnsi="Arial" w:cs="Arial" w:eastAsia="Arial"/>
          <w:sz w:val="28"/>
          <w:szCs w:val="28"/>
          <w:color w:val="1F487C"/>
          <w:spacing w:val="-9"/>
          <w:w w:val="7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لامعلأا</w:t>
      </w:r>
      <w:r>
        <w:rPr>
          <w:rFonts w:ascii="Arial" w:hAnsi="Arial" w:cs="Arial" w:eastAsia="Arial"/>
          <w:sz w:val="28"/>
          <w:szCs w:val="28"/>
          <w:color w:val="1F487C"/>
          <w:spacing w:val="-17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يه</w:t>
      </w:r>
      <w:r>
        <w:rPr>
          <w:rFonts w:ascii="Arial" w:hAnsi="Arial" w:cs="Arial" w:eastAsia="Arial"/>
          <w:sz w:val="28"/>
          <w:szCs w:val="28"/>
          <w:color w:val="1F487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ام</w:t>
      </w:r>
      <w:r>
        <w:rPr>
          <w:rFonts w:ascii="Arial" w:hAnsi="Arial" w:cs="Arial" w:eastAsia="Arial"/>
          <w:sz w:val="28"/>
          <w:szCs w:val="28"/>
          <w:color w:val="1F487C"/>
          <w:spacing w:val="33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1"/>
          <w:b/>
          <w:bCs/>
        </w:rPr>
        <w:t>:</w:t>
      </w:r>
      <w:r>
        <w:rPr>
          <w:rFonts w:ascii="Arial" w:hAnsi="Arial" w:cs="Arial" w:eastAsia="Arial"/>
          <w:sz w:val="28"/>
          <w:szCs w:val="28"/>
          <w:color w:val="1F487C"/>
          <w:spacing w:val="27"/>
          <w:w w:val="71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1"/>
          <w:b/>
          <w:bCs/>
        </w:rPr>
        <w:t>يلالما</w:t>
      </w:r>
      <w:r>
        <w:rPr>
          <w:rFonts w:ascii="Arial" w:hAnsi="Arial" w:cs="Arial" w:eastAsia="Arial"/>
          <w:sz w:val="28"/>
          <w:szCs w:val="28"/>
          <w:color w:val="1F487C"/>
          <w:spacing w:val="-6"/>
          <w:w w:val="71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1"/>
          <w:b/>
          <w:bCs/>
        </w:rPr>
        <w:t>لماكتلا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1"/>
          <w:b/>
          <w:bCs/>
        </w:rPr>
        <w:t>  </w:t>
      </w:r>
      <w:r>
        <w:rPr>
          <w:rFonts w:ascii="Arial" w:hAnsi="Arial" w:cs="Arial" w:eastAsia="Arial"/>
          <w:sz w:val="28"/>
          <w:szCs w:val="28"/>
          <w:color w:val="1F487C"/>
          <w:spacing w:val="5"/>
          <w:w w:val="71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1"/>
          <w:b/>
          <w:bCs/>
        </w:rPr>
        <w:t>ةريسم</w:t>
      </w:r>
      <w:r>
        <w:rPr>
          <w:rFonts w:ascii="Arial" w:hAnsi="Arial" w:cs="Arial" w:eastAsia="Arial"/>
          <w:sz w:val="28"/>
          <w:szCs w:val="28"/>
          <w:color w:val="1F487C"/>
          <w:spacing w:val="42"/>
          <w:w w:val="71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1"/>
          <w:b/>
          <w:bCs/>
        </w:rPr>
        <w:t>عقاو</w:t>
      </w:r>
      <w:r>
        <w:rPr>
          <w:rFonts w:ascii="Arial" w:hAnsi="Arial" w:cs="Arial" w:eastAsia="Arial"/>
          <w:sz w:val="28"/>
          <w:szCs w:val="28"/>
          <w:color w:val="1F487C"/>
          <w:spacing w:val="37"/>
          <w:w w:val="71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1"/>
          <w:b/>
          <w:bCs/>
        </w:rPr>
        <w:t>ىلع</w:t>
      </w:r>
      <w:r>
        <w:rPr>
          <w:rFonts w:ascii="Arial" w:hAnsi="Arial" w:cs="Arial" w:eastAsia="Arial"/>
          <w:sz w:val="28"/>
          <w:szCs w:val="28"/>
          <w:color w:val="1F487C"/>
          <w:spacing w:val="54"/>
          <w:w w:val="71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1"/>
          <w:b/>
          <w:bCs/>
        </w:rPr>
        <w:t>فوقولا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1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12"/>
          <w:w w:val="71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1"/>
          <w:b/>
          <w:bCs/>
        </w:rPr>
        <w:t>ىلإ</w:t>
      </w:r>
      <w:r>
        <w:rPr>
          <w:rFonts w:ascii="Arial" w:hAnsi="Arial" w:cs="Arial" w:eastAsia="Arial"/>
          <w:sz w:val="28"/>
          <w:szCs w:val="28"/>
          <w:color w:val="1F487C"/>
          <w:spacing w:val="52"/>
          <w:w w:val="71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1"/>
          <w:b/>
          <w:bCs/>
        </w:rPr>
        <w:t>ءاربلخا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1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13"/>
          <w:w w:val="71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5"/>
          <w:b/>
          <w:bCs/>
        </w:rPr>
        <w:t>قيرف</w:t>
      </w:r>
      <w:r>
        <w:rPr>
          <w:rFonts w:ascii="Arial" w:hAnsi="Arial" w:cs="Arial" w:eastAsia="Arial"/>
          <w:sz w:val="28"/>
          <w:szCs w:val="28"/>
          <w:color w:val="1F487C"/>
          <w:spacing w:val="11"/>
          <w:w w:val="6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5"/>
          <w:b/>
          <w:bCs/>
        </w:rPr>
        <w:t>ىعسيس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مأ</w:t>
      </w:r>
      <w:r>
        <w:rPr>
          <w:rFonts w:ascii="Arial" w:hAnsi="Arial" w:cs="Arial" w:eastAsia="Arial"/>
          <w:sz w:val="28"/>
          <w:szCs w:val="28"/>
          <w:color w:val="1F487C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0"/>
          <w:b/>
          <w:bCs/>
        </w:rPr>
        <w:t>؟ةيسايس</w:t>
      </w:r>
      <w:r>
        <w:rPr>
          <w:rFonts w:ascii="Arial" w:hAnsi="Arial" w:cs="Arial" w:eastAsia="Arial"/>
          <w:sz w:val="28"/>
          <w:szCs w:val="28"/>
          <w:color w:val="1F487C"/>
          <w:spacing w:val="-2"/>
          <w:w w:val="7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0"/>
          <w:b/>
          <w:bCs/>
        </w:rPr>
        <w:t>ةعيبط</w:t>
      </w:r>
      <w:r>
        <w:rPr>
          <w:rFonts w:ascii="Arial" w:hAnsi="Arial" w:cs="Arial" w:eastAsia="Arial"/>
          <w:sz w:val="28"/>
          <w:szCs w:val="28"/>
          <w:color w:val="1F487C"/>
          <w:spacing w:val="43"/>
          <w:w w:val="7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8"/>
          <w:b/>
          <w:bCs/>
        </w:rPr>
        <w:t>تاذ</w:t>
      </w:r>
      <w:r>
        <w:rPr>
          <w:rFonts w:ascii="Arial" w:hAnsi="Arial" w:cs="Arial" w:eastAsia="Arial"/>
          <w:sz w:val="28"/>
          <w:szCs w:val="28"/>
          <w:color w:val="1F487C"/>
          <w:spacing w:val="6"/>
          <w:w w:val="88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يه</w:t>
      </w:r>
      <w:r>
        <w:rPr>
          <w:rFonts w:ascii="Arial" w:hAnsi="Arial" w:cs="Arial" w:eastAsia="Arial"/>
          <w:sz w:val="28"/>
          <w:szCs w:val="28"/>
          <w:color w:val="1F487C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له</w:t>
      </w:r>
      <w:r>
        <w:rPr>
          <w:rFonts w:ascii="Arial" w:hAnsi="Arial" w:cs="Arial" w:eastAsia="Arial"/>
          <w:sz w:val="28"/>
          <w:szCs w:val="28"/>
          <w:color w:val="1F487C"/>
          <w:spacing w:val="37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؟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2"/>
          <w:b/>
          <w:bCs/>
        </w:rPr>
        <w:t>اهتعيبط</w:t>
      </w:r>
      <w:r>
        <w:rPr>
          <w:rFonts w:ascii="Arial" w:hAnsi="Arial" w:cs="Arial" w:eastAsia="Arial"/>
          <w:sz w:val="28"/>
          <w:szCs w:val="28"/>
          <w:color w:val="1F487C"/>
          <w:spacing w:val="19"/>
          <w:w w:val="72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يه</w:t>
      </w:r>
      <w:r>
        <w:rPr>
          <w:rFonts w:ascii="Arial" w:hAnsi="Arial" w:cs="Arial" w:eastAsia="Arial"/>
          <w:sz w:val="28"/>
          <w:szCs w:val="28"/>
          <w:color w:val="1F487C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امو</w:t>
      </w:r>
      <w:r>
        <w:rPr>
          <w:rFonts w:ascii="Arial" w:hAnsi="Arial" w:cs="Arial" w:eastAsia="Arial"/>
          <w:sz w:val="28"/>
          <w:szCs w:val="28"/>
          <w:color w:val="1F487C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1"/>
          <w:b/>
          <w:bCs/>
        </w:rPr>
        <w:t>مويلا</w:t>
      </w:r>
      <w:r>
        <w:rPr>
          <w:rFonts w:ascii="Arial" w:hAnsi="Arial" w:cs="Arial" w:eastAsia="Arial"/>
          <w:sz w:val="28"/>
          <w:szCs w:val="28"/>
          <w:color w:val="1F487C"/>
          <w:spacing w:val="20"/>
          <w:w w:val="71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3"/>
          <w:b/>
          <w:bCs/>
        </w:rPr>
        <w:t>ةمئاقلا</w:t>
      </w:r>
      <w:r>
        <w:rPr>
          <w:rFonts w:ascii="Arial" w:hAnsi="Arial" w:cs="Arial" w:eastAsia="Arial"/>
          <w:sz w:val="28"/>
          <w:szCs w:val="28"/>
          <w:color w:val="1F487C"/>
          <w:spacing w:val="-14"/>
          <w:w w:val="83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3"/>
          <w:b/>
          <w:bCs/>
        </w:rPr>
        <w:t>زجاولحا</w:t>
      </w:r>
      <w:r>
        <w:rPr>
          <w:rFonts w:ascii="Arial" w:hAnsi="Arial" w:cs="Arial" w:eastAsia="Arial"/>
          <w:sz w:val="28"/>
          <w:szCs w:val="28"/>
          <w:color w:val="1F487C"/>
          <w:spacing w:val="51"/>
          <w:w w:val="83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يه</w:t>
      </w:r>
      <w:r>
        <w:rPr>
          <w:rFonts w:ascii="Arial" w:hAnsi="Arial" w:cs="Arial" w:eastAsia="Arial"/>
          <w:sz w:val="28"/>
          <w:szCs w:val="28"/>
          <w:color w:val="1F487C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ام</w:t>
      </w:r>
      <w:r>
        <w:rPr>
          <w:rFonts w:ascii="Arial" w:hAnsi="Arial" w:cs="Arial" w:eastAsia="Arial"/>
          <w:sz w:val="28"/>
          <w:szCs w:val="28"/>
          <w:color w:val="1F487C"/>
          <w:spacing w:val="26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؟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اهادم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ام</w:t>
      </w:r>
      <w:r>
        <w:rPr>
          <w:rFonts w:ascii="Arial" w:hAnsi="Arial" w:cs="Arial" w:eastAsia="Arial"/>
          <w:sz w:val="28"/>
          <w:szCs w:val="28"/>
          <w:color w:val="1F487C"/>
          <w:spacing w:val="26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؟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1"/>
          <w:b/>
          <w:bCs/>
        </w:rPr>
        <w:t>لعفلاب</w:t>
      </w:r>
      <w:r>
        <w:rPr>
          <w:rFonts w:ascii="Arial" w:hAnsi="Arial" w:cs="Arial" w:eastAsia="Arial"/>
          <w:sz w:val="28"/>
          <w:szCs w:val="28"/>
          <w:color w:val="1F487C"/>
          <w:spacing w:val="-6"/>
          <w:w w:val="71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1"/>
          <w:b/>
          <w:bCs/>
        </w:rPr>
        <w:t>اهذيفنت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6" w:after="0" w:line="250" w:lineRule="auto"/>
        <w:ind w:left="66" w:right="93" w:firstLine="1200"/>
        <w:jc w:val="righ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؟</w:t>
      </w:r>
      <w:r>
        <w:rPr>
          <w:rFonts w:ascii="Arial" w:hAnsi="Arial" w:cs="Arial" w:eastAsia="Arial"/>
          <w:sz w:val="28"/>
          <w:szCs w:val="28"/>
          <w:color w:val="1F487C"/>
          <w:spacing w:val="-17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92"/>
          <w:b/>
          <w:bCs/>
        </w:rPr>
        <w:t>ماع</w:t>
      </w:r>
      <w:r>
        <w:rPr>
          <w:rFonts w:ascii="Arial" w:hAnsi="Arial" w:cs="Arial" w:eastAsia="Arial"/>
          <w:sz w:val="28"/>
          <w:szCs w:val="28"/>
          <w:color w:val="1F487C"/>
          <w:spacing w:val="-14"/>
          <w:w w:val="92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</w:rPr>
        <w:t>لكشب</w:t>
      </w:r>
      <w:r>
        <w:rPr>
          <w:rFonts w:ascii="Arial" w:hAnsi="Arial" w:cs="Arial" w:eastAsia="Arial"/>
          <w:sz w:val="28"/>
          <w:szCs w:val="28"/>
          <w:color w:val="1F487C"/>
          <w:spacing w:val="14"/>
          <w:w w:val="6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</w:rPr>
        <w:t>يلالما</w:t>
      </w:r>
      <w:r>
        <w:rPr>
          <w:rFonts w:ascii="Arial" w:hAnsi="Arial" w:cs="Arial" w:eastAsia="Arial"/>
          <w:sz w:val="28"/>
          <w:szCs w:val="28"/>
          <w:color w:val="1F487C"/>
          <w:spacing w:val="6"/>
          <w:w w:val="6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2"/>
          <w:b/>
          <w:bCs/>
        </w:rPr>
        <w:t>لماكتلا</w:t>
      </w:r>
      <w:r>
        <w:rPr>
          <w:rFonts w:ascii="Arial" w:hAnsi="Arial" w:cs="Arial" w:eastAsia="Arial"/>
          <w:sz w:val="28"/>
          <w:szCs w:val="28"/>
          <w:color w:val="1F487C"/>
          <w:spacing w:val="-6"/>
          <w:w w:val="82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</w:rPr>
        <w:t>ةيلمعب</w:t>
      </w:r>
      <w:r>
        <w:rPr>
          <w:rFonts w:ascii="Arial" w:hAnsi="Arial" w:cs="Arial" w:eastAsia="Arial"/>
          <w:sz w:val="28"/>
          <w:szCs w:val="28"/>
          <w:color w:val="1F487C"/>
          <w:spacing w:val="40"/>
          <w:w w:val="6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</w:rPr>
        <w:t>عيرستلاو</w:t>
      </w:r>
      <w:r>
        <w:rPr>
          <w:rFonts w:ascii="Arial" w:hAnsi="Arial" w:cs="Arial" w:eastAsia="Arial"/>
          <w:sz w:val="28"/>
          <w:szCs w:val="28"/>
          <w:color w:val="1F487C"/>
          <w:spacing w:val="6"/>
          <w:w w:val="6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9"/>
          <w:b/>
          <w:bCs/>
        </w:rPr>
        <w:t>زجاولحا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8"/>
          <w:w w:val="7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9"/>
          <w:b/>
          <w:bCs/>
        </w:rPr>
        <w:t>كلت</w:t>
      </w:r>
      <w:r>
        <w:rPr>
          <w:rFonts w:ascii="Arial" w:hAnsi="Arial" w:cs="Arial" w:eastAsia="Arial"/>
          <w:sz w:val="28"/>
          <w:szCs w:val="28"/>
          <w:color w:val="1F487C"/>
          <w:spacing w:val="-13"/>
          <w:w w:val="7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1"/>
          <w:b/>
          <w:bCs/>
        </w:rPr>
        <w:t>عفرب</w:t>
      </w:r>
      <w:r>
        <w:rPr>
          <w:rFonts w:ascii="Arial" w:hAnsi="Arial" w:cs="Arial" w:eastAsia="Arial"/>
          <w:sz w:val="28"/>
          <w:szCs w:val="28"/>
          <w:color w:val="1F487C"/>
          <w:spacing w:val="4"/>
          <w:w w:val="61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1"/>
          <w:b/>
          <w:bCs/>
        </w:rPr>
        <w:t>ةطبترلما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1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24"/>
          <w:w w:val="61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6"/>
          <w:b/>
          <w:bCs/>
        </w:rPr>
        <w:t>تاناهرلا</w:t>
      </w:r>
      <w:r>
        <w:rPr>
          <w:rFonts w:ascii="Arial" w:hAnsi="Arial" w:cs="Arial" w:eastAsia="Arial"/>
          <w:sz w:val="28"/>
          <w:szCs w:val="28"/>
          <w:color w:val="1F487C"/>
          <w:spacing w:val="-9"/>
          <w:w w:val="8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يه</w:t>
      </w:r>
      <w:r>
        <w:rPr>
          <w:rFonts w:ascii="Arial" w:hAnsi="Arial" w:cs="Arial" w:eastAsia="Arial"/>
          <w:sz w:val="28"/>
          <w:szCs w:val="28"/>
          <w:color w:val="1F487C"/>
          <w:spacing w:val="-23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ام</w:t>
      </w:r>
      <w:r>
        <w:rPr>
          <w:rFonts w:ascii="Arial" w:hAnsi="Arial" w:cs="Arial" w:eastAsia="Arial"/>
          <w:sz w:val="28"/>
          <w:szCs w:val="28"/>
          <w:color w:val="1F487C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؟</w:t>
      </w:r>
      <w:r>
        <w:rPr>
          <w:rFonts w:ascii="Arial" w:hAnsi="Arial" w:cs="Arial" w:eastAsia="Arial"/>
          <w:sz w:val="28"/>
          <w:szCs w:val="28"/>
          <w:color w:val="1F487C"/>
          <w:spacing w:val="-17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2"/>
          <w:b/>
          <w:bCs/>
        </w:rPr>
        <w:t>ةيسسؤم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2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1"/>
          <w:b/>
          <w:bCs/>
        </w:rPr>
        <w:t>ةيداصتقلاا</w:t>
      </w:r>
      <w:r>
        <w:rPr>
          <w:rFonts w:ascii="Arial" w:hAnsi="Arial" w:cs="Arial" w:eastAsia="Arial"/>
          <w:sz w:val="28"/>
          <w:szCs w:val="28"/>
          <w:color w:val="1F487C"/>
          <w:spacing w:val="-4"/>
          <w:w w:val="71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1"/>
          <w:b/>
          <w:bCs/>
        </w:rPr>
        <w:t>ةدحتلما</w:t>
      </w:r>
      <w:r>
        <w:rPr>
          <w:rFonts w:ascii="Arial" w:hAnsi="Arial" w:cs="Arial" w:eastAsia="Arial"/>
          <w:sz w:val="28"/>
          <w:szCs w:val="28"/>
          <w:color w:val="1F487C"/>
          <w:spacing w:val="20"/>
          <w:w w:val="71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99"/>
          <w:b/>
          <w:bCs/>
        </w:rPr>
        <w:t>مملأا</w:t>
      </w:r>
      <w:r>
        <w:rPr>
          <w:rFonts w:ascii="Arial" w:hAnsi="Arial" w:cs="Arial" w:eastAsia="Arial"/>
          <w:sz w:val="28"/>
          <w:szCs w:val="28"/>
          <w:color w:val="1F487C"/>
          <w:spacing w:val="-26"/>
          <w:w w:val="9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9"/>
          <w:b/>
          <w:bCs/>
        </w:rPr>
        <w:t>ةنجلل</w:t>
      </w:r>
      <w:r>
        <w:rPr>
          <w:rFonts w:ascii="Arial" w:hAnsi="Arial" w:cs="Arial" w:eastAsia="Arial"/>
          <w:sz w:val="28"/>
          <w:szCs w:val="28"/>
          <w:color w:val="1F487C"/>
          <w:spacing w:val="-11"/>
          <w:w w:val="7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2"/>
          <w:b/>
          <w:bCs/>
        </w:rPr>
        <w:t>عباتلا</w:t>
      </w:r>
      <w:r>
        <w:rPr>
          <w:rFonts w:ascii="Arial" w:hAnsi="Arial" w:cs="Arial" w:eastAsia="Arial"/>
          <w:sz w:val="28"/>
          <w:szCs w:val="28"/>
          <w:color w:val="1F487C"/>
          <w:spacing w:val="33"/>
          <w:w w:val="62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2"/>
          <w:b/>
          <w:bCs/>
        </w:rPr>
        <w:t>ايقيرفأ</w:t>
      </w:r>
      <w:r>
        <w:rPr>
          <w:rFonts w:ascii="Arial" w:hAnsi="Arial" w:cs="Arial" w:eastAsia="Arial"/>
          <w:sz w:val="28"/>
          <w:szCs w:val="28"/>
          <w:color w:val="1F487C"/>
          <w:spacing w:val="3"/>
          <w:w w:val="62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0"/>
          <w:b/>
          <w:bCs/>
        </w:rPr>
        <w:t>لامش</w:t>
      </w:r>
      <w:r>
        <w:rPr>
          <w:rFonts w:ascii="Arial" w:hAnsi="Arial" w:cs="Arial" w:eastAsia="Arial"/>
          <w:sz w:val="28"/>
          <w:szCs w:val="28"/>
          <w:color w:val="1F487C"/>
          <w:spacing w:val="43"/>
          <w:w w:val="8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0"/>
          <w:b/>
          <w:bCs/>
        </w:rPr>
        <w:t>بتكم</w:t>
      </w:r>
      <w:r>
        <w:rPr>
          <w:rFonts w:ascii="Arial" w:hAnsi="Arial" w:cs="Arial" w:eastAsia="Arial"/>
          <w:sz w:val="28"/>
          <w:szCs w:val="28"/>
          <w:color w:val="1F487C"/>
          <w:spacing w:val="-11"/>
          <w:w w:val="8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0"/>
          <w:b/>
          <w:bCs/>
        </w:rPr>
        <w:t>ةريدم</w:t>
      </w:r>
      <w:r>
        <w:rPr>
          <w:rFonts w:ascii="Arial" w:hAnsi="Arial" w:cs="Arial" w:eastAsia="Arial"/>
          <w:sz w:val="28"/>
          <w:szCs w:val="28"/>
          <w:color w:val="1F487C"/>
          <w:spacing w:val="24"/>
          <w:w w:val="8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0"/>
          <w:b/>
          <w:bCs/>
        </w:rPr>
        <w:t>،ناطلس</w:t>
      </w:r>
      <w:r>
        <w:rPr>
          <w:rFonts w:ascii="Arial" w:hAnsi="Arial" w:cs="Arial" w:eastAsia="Arial"/>
          <w:sz w:val="28"/>
          <w:szCs w:val="28"/>
          <w:color w:val="1F487C"/>
          <w:spacing w:val="-11"/>
          <w:w w:val="8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7"/>
          <w:b/>
          <w:bCs/>
        </w:rPr>
        <w:t>نب</w:t>
      </w:r>
      <w:r>
        <w:rPr>
          <w:rFonts w:ascii="Arial" w:hAnsi="Arial" w:cs="Arial" w:eastAsia="Arial"/>
          <w:sz w:val="28"/>
          <w:szCs w:val="28"/>
          <w:color w:val="1F487C"/>
          <w:spacing w:val="-5"/>
          <w:w w:val="6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7"/>
          <w:b/>
          <w:bCs/>
        </w:rPr>
        <w:t>ةرنموب</w:t>
      </w:r>
      <w:r>
        <w:rPr>
          <w:rFonts w:ascii="Arial" w:hAnsi="Arial" w:cs="Arial" w:eastAsia="Arial"/>
          <w:sz w:val="28"/>
          <w:szCs w:val="28"/>
          <w:color w:val="1F487C"/>
          <w:spacing w:val="30"/>
          <w:w w:val="6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7"/>
          <w:b/>
          <w:bCs/>
        </w:rPr>
        <w:t>ةيمرك</w:t>
      </w:r>
      <w:r>
        <w:rPr>
          <w:rFonts w:ascii="Arial" w:hAnsi="Arial" w:cs="Arial" w:eastAsia="Arial"/>
          <w:sz w:val="28"/>
          <w:szCs w:val="28"/>
          <w:color w:val="1F487C"/>
          <w:spacing w:val="51"/>
          <w:w w:val="6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7"/>
          <w:b/>
          <w:bCs/>
        </w:rPr>
        <w:t>ةديسلا</w:t>
      </w:r>
      <w:r>
        <w:rPr>
          <w:rFonts w:ascii="Arial" w:hAnsi="Arial" w:cs="Arial" w:eastAsia="Arial"/>
          <w:sz w:val="28"/>
          <w:szCs w:val="28"/>
          <w:color w:val="1F487C"/>
          <w:spacing w:val="47"/>
          <w:w w:val="6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7"/>
          <w:b/>
          <w:bCs/>
        </w:rPr>
        <w:t>:ةسللجا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38"/>
          <w:w w:val="6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5"/>
          <w:b/>
          <w:bCs/>
        </w:rPr>
        <w:t>سيئر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4"/>
          <w:b/>
          <w:bCs/>
        </w:rPr>
        <w:t>ايقيرفلأ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40" w:lineRule="auto"/>
        <w:ind w:right="94"/>
        <w:jc w:val="righ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1F487C"/>
          <w:spacing w:val="0"/>
          <w:w w:val="75"/>
        </w:rPr>
        <w:t>:قيرفلا</w:t>
      </w:r>
      <w:r>
        <w:rPr>
          <w:rFonts w:ascii="Arial" w:hAnsi="Arial" w:cs="Arial" w:eastAsia="Arial"/>
          <w:sz w:val="28"/>
          <w:szCs w:val="28"/>
          <w:color w:val="1F487C"/>
          <w:spacing w:val="-12"/>
          <w:w w:val="75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92"/>
        </w:rPr>
        <w:t>ءاضعأ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4" w:after="0" w:line="250" w:lineRule="auto"/>
        <w:ind w:left="3803" w:right="661" w:firstLine="178"/>
        <w:jc w:val="righ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يبرعلا</w:t>
      </w:r>
      <w:r>
        <w:rPr>
          <w:rFonts w:ascii="Arial" w:hAnsi="Arial" w:cs="Arial" w:eastAsia="Arial"/>
          <w:sz w:val="28"/>
          <w:szCs w:val="28"/>
          <w:color w:val="1F487C"/>
          <w:spacing w:val="4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برغلما</w:t>
      </w:r>
      <w:r>
        <w:rPr>
          <w:rFonts w:ascii="Arial" w:hAnsi="Arial" w:cs="Arial" w:eastAsia="Arial"/>
          <w:sz w:val="28"/>
          <w:szCs w:val="28"/>
          <w:color w:val="1F487C"/>
          <w:spacing w:val="-3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داتحلا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33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ماعلا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15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ينملأا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18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،ىيحي</w:t>
      </w:r>
      <w:r>
        <w:rPr>
          <w:rFonts w:ascii="Arial" w:hAnsi="Arial" w:cs="Arial" w:eastAsia="Arial"/>
          <w:sz w:val="28"/>
          <w:szCs w:val="28"/>
          <w:color w:val="1F487C"/>
          <w:spacing w:val="12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نب</w:t>
      </w:r>
      <w:r>
        <w:rPr>
          <w:rFonts w:ascii="Arial" w:hAnsi="Arial" w:cs="Arial" w:eastAsia="Arial"/>
          <w:sz w:val="28"/>
          <w:szCs w:val="28"/>
          <w:color w:val="1F487C"/>
          <w:spacing w:val="-6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بيبلحا</w:t>
      </w:r>
      <w:r>
        <w:rPr>
          <w:rFonts w:ascii="Arial" w:hAnsi="Arial" w:cs="Arial" w:eastAsia="Arial"/>
          <w:sz w:val="28"/>
          <w:szCs w:val="28"/>
          <w:color w:val="1F487C"/>
          <w:spacing w:val="31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ديسلا</w:t>
      </w:r>
      <w:r>
        <w:rPr>
          <w:rFonts w:ascii="Arial" w:hAnsi="Arial" w:cs="Arial" w:eastAsia="Arial"/>
          <w:sz w:val="28"/>
          <w:szCs w:val="28"/>
          <w:color w:val="1F487C"/>
          <w:spacing w:val="26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7"/>
          <w:b/>
          <w:bCs/>
        </w:rPr>
        <w:t>-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5"/>
          <w:b/>
          <w:bCs/>
        </w:rPr>
        <w:t>برغلما</w:t>
      </w:r>
      <w:r>
        <w:rPr>
          <w:rFonts w:ascii="Arial" w:hAnsi="Arial" w:cs="Arial" w:eastAsia="Arial"/>
          <w:sz w:val="28"/>
          <w:szCs w:val="28"/>
          <w:color w:val="1F487C"/>
          <w:spacing w:val="30"/>
          <w:w w:val="6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5"/>
          <w:b/>
          <w:bCs/>
        </w:rPr>
        <w:t>كنب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5"/>
          <w:w w:val="6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5"/>
          <w:b/>
          <w:bCs/>
        </w:rPr>
        <w:t>،ةيكنبلا</w:t>
      </w:r>
      <w:r>
        <w:rPr>
          <w:rFonts w:ascii="Arial" w:hAnsi="Arial" w:cs="Arial" w:eastAsia="Arial"/>
          <w:sz w:val="28"/>
          <w:szCs w:val="28"/>
          <w:color w:val="1F487C"/>
          <w:spacing w:val="-3"/>
          <w:w w:val="6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5"/>
          <w:b/>
          <w:bCs/>
        </w:rPr>
        <w:t>ةبقارلما</w:t>
      </w:r>
      <w:r>
        <w:rPr>
          <w:rFonts w:ascii="Arial" w:hAnsi="Arial" w:cs="Arial" w:eastAsia="Arial"/>
          <w:sz w:val="28"/>
          <w:szCs w:val="28"/>
          <w:color w:val="1F487C"/>
          <w:spacing w:val="-2"/>
          <w:w w:val="6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1"/>
          <w:b/>
          <w:bCs/>
        </w:rPr>
        <w:t>ةيريدم</w:t>
      </w:r>
      <w:r>
        <w:rPr>
          <w:rFonts w:ascii="Arial" w:hAnsi="Arial" w:cs="Arial" w:eastAsia="Arial"/>
          <w:sz w:val="28"/>
          <w:szCs w:val="28"/>
          <w:color w:val="1F487C"/>
          <w:spacing w:val="-13"/>
          <w:w w:val="81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1"/>
          <w:b/>
          <w:bCs/>
        </w:rPr>
        <w:t>،ةميلح</w:t>
      </w:r>
      <w:r>
        <w:rPr>
          <w:rFonts w:ascii="Arial" w:hAnsi="Arial" w:cs="Arial" w:eastAsia="Arial"/>
          <w:sz w:val="28"/>
          <w:szCs w:val="28"/>
          <w:color w:val="1F487C"/>
          <w:spacing w:val="2"/>
          <w:w w:val="81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نب</w:t>
      </w:r>
      <w:r>
        <w:rPr>
          <w:rFonts w:ascii="Arial" w:hAnsi="Arial" w:cs="Arial" w:eastAsia="Arial"/>
          <w:sz w:val="28"/>
          <w:szCs w:val="28"/>
          <w:color w:val="1F487C"/>
          <w:spacing w:val="-6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نسلحا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33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ديسلا</w:t>
      </w:r>
      <w:r>
        <w:rPr>
          <w:rFonts w:ascii="Arial" w:hAnsi="Arial" w:cs="Arial" w:eastAsia="Arial"/>
          <w:sz w:val="28"/>
          <w:szCs w:val="28"/>
          <w:color w:val="1F487C"/>
          <w:spacing w:val="26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7"/>
          <w:b/>
          <w:bCs/>
        </w:rPr>
        <w:t>-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50" w:lineRule="auto"/>
        <w:ind w:left="2773" w:right="661" w:firstLine="-438"/>
        <w:jc w:val="righ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1F487C"/>
          <w:spacing w:val="0"/>
          <w:w w:val="67"/>
          <w:b/>
          <w:bCs/>
        </w:rPr>
        <w:t>يسنوتلا</w:t>
      </w:r>
      <w:r>
        <w:rPr>
          <w:rFonts w:ascii="Arial" w:hAnsi="Arial" w:cs="Arial" w:eastAsia="Arial"/>
          <w:sz w:val="28"/>
          <w:szCs w:val="28"/>
          <w:color w:val="1F487C"/>
          <w:spacing w:val="-5"/>
          <w:w w:val="6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7"/>
          <w:b/>
          <w:bCs/>
        </w:rPr>
        <w:t>يزكرلما</w:t>
      </w:r>
      <w:r>
        <w:rPr>
          <w:rFonts w:ascii="Arial" w:hAnsi="Arial" w:cs="Arial" w:eastAsia="Arial"/>
          <w:sz w:val="28"/>
          <w:szCs w:val="28"/>
          <w:color w:val="1F487C"/>
          <w:spacing w:val="23"/>
          <w:w w:val="6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7"/>
          <w:b/>
          <w:bCs/>
        </w:rPr>
        <w:t>كنبلا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14"/>
          <w:w w:val="6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7"/>
          <w:b/>
          <w:bCs/>
        </w:rPr>
        <w:t>،نيوكتلاو</w:t>
      </w:r>
      <w:r>
        <w:rPr>
          <w:rFonts w:ascii="Arial" w:hAnsi="Arial" w:cs="Arial" w:eastAsia="Arial"/>
          <w:sz w:val="28"/>
          <w:szCs w:val="28"/>
          <w:color w:val="1F487C"/>
          <w:spacing w:val="18"/>
          <w:w w:val="6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7"/>
          <w:b/>
          <w:bCs/>
        </w:rPr>
        <w:t>تاساردلل</w:t>
      </w:r>
      <w:r>
        <w:rPr>
          <w:rFonts w:ascii="Arial" w:hAnsi="Arial" w:cs="Arial" w:eastAsia="Arial"/>
          <w:sz w:val="28"/>
          <w:szCs w:val="28"/>
          <w:color w:val="1F487C"/>
          <w:spacing w:val="-2"/>
          <w:w w:val="7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7"/>
          <w:b/>
          <w:bCs/>
        </w:rPr>
        <w:t>يزكرلما</w:t>
      </w:r>
      <w:r>
        <w:rPr>
          <w:rFonts w:ascii="Arial" w:hAnsi="Arial" w:cs="Arial" w:eastAsia="Arial"/>
          <w:sz w:val="28"/>
          <w:szCs w:val="28"/>
          <w:color w:val="1F487C"/>
          <w:spacing w:val="23"/>
          <w:w w:val="6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7"/>
          <w:b/>
          <w:bCs/>
        </w:rPr>
        <w:t>ريدلما</w:t>
      </w:r>
      <w:r>
        <w:rPr>
          <w:rFonts w:ascii="Arial" w:hAnsi="Arial" w:cs="Arial" w:eastAsia="Arial"/>
          <w:sz w:val="28"/>
          <w:szCs w:val="28"/>
          <w:color w:val="1F487C"/>
          <w:spacing w:val="-1"/>
          <w:w w:val="6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9"/>
          <w:b/>
          <w:bCs/>
        </w:rPr>
        <w:t>،يشرط</w:t>
      </w:r>
      <w:r>
        <w:rPr>
          <w:rFonts w:ascii="Arial" w:hAnsi="Arial" w:cs="Arial" w:eastAsia="Arial"/>
          <w:sz w:val="28"/>
          <w:szCs w:val="28"/>
          <w:color w:val="1F487C"/>
          <w:spacing w:val="-4"/>
          <w:w w:val="7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دمحأ</w:t>
      </w:r>
      <w:r>
        <w:rPr>
          <w:rFonts w:ascii="Arial" w:hAnsi="Arial" w:cs="Arial" w:eastAsia="Arial"/>
          <w:sz w:val="28"/>
          <w:szCs w:val="28"/>
          <w:color w:val="1F487C"/>
          <w:spacing w:val="39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2"/>
          <w:b/>
          <w:bCs/>
        </w:rPr>
        <w:t>ديسلا</w:t>
      </w:r>
      <w:r>
        <w:rPr>
          <w:rFonts w:ascii="Arial" w:hAnsi="Arial" w:cs="Arial" w:eastAsia="Arial"/>
          <w:sz w:val="28"/>
          <w:szCs w:val="28"/>
          <w:color w:val="1F487C"/>
          <w:spacing w:val="2"/>
          <w:w w:val="72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7"/>
          <w:b/>
          <w:bCs/>
        </w:rPr>
        <w:t>-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3"/>
          <w:b/>
          <w:bCs/>
        </w:rPr>
        <w:t>يبرغلما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3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3"/>
          <w:b/>
          <w:bCs/>
        </w:rPr>
        <w:t>يلالما</w:t>
      </w:r>
      <w:r>
        <w:rPr>
          <w:rFonts w:ascii="Arial" w:hAnsi="Arial" w:cs="Arial" w:eastAsia="Arial"/>
          <w:sz w:val="28"/>
          <w:szCs w:val="28"/>
          <w:color w:val="1F487C"/>
          <w:spacing w:val="28"/>
          <w:w w:val="63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سلجلما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8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،ةكارشلاو</w:t>
      </w:r>
      <w:r>
        <w:rPr>
          <w:rFonts w:ascii="Arial" w:hAnsi="Arial" w:cs="Arial" w:eastAsia="Arial"/>
          <w:sz w:val="28"/>
          <w:szCs w:val="28"/>
          <w:color w:val="1F487C"/>
          <w:spacing w:val="47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ةيجيتارتسلاا</w:t>
      </w:r>
      <w:r>
        <w:rPr>
          <w:rFonts w:ascii="Arial" w:hAnsi="Arial" w:cs="Arial" w:eastAsia="Arial"/>
          <w:sz w:val="28"/>
          <w:szCs w:val="28"/>
          <w:color w:val="1F487C"/>
          <w:spacing w:val="4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6"/>
          <w:b/>
          <w:bCs/>
        </w:rPr>
        <w:t>ةريدم</w:t>
      </w:r>
      <w:r>
        <w:rPr>
          <w:rFonts w:ascii="Arial" w:hAnsi="Arial" w:cs="Arial" w:eastAsia="Arial"/>
          <w:sz w:val="28"/>
          <w:szCs w:val="28"/>
          <w:color w:val="1F487C"/>
          <w:spacing w:val="58"/>
          <w:w w:val="7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6"/>
          <w:b/>
          <w:bCs/>
        </w:rPr>
        <w:t>،يقوزرم</w:t>
      </w:r>
      <w:r>
        <w:rPr>
          <w:rFonts w:ascii="Arial" w:hAnsi="Arial" w:cs="Arial" w:eastAsia="Arial"/>
          <w:sz w:val="28"/>
          <w:szCs w:val="28"/>
          <w:color w:val="1F487C"/>
          <w:spacing w:val="-10"/>
          <w:w w:val="7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57"/>
          <w:b/>
          <w:bCs/>
        </w:rPr>
        <w:t>ءايلم</w:t>
      </w:r>
      <w:r>
        <w:rPr>
          <w:rFonts w:ascii="Arial" w:hAnsi="Arial" w:cs="Arial" w:eastAsia="Arial"/>
          <w:sz w:val="28"/>
          <w:szCs w:val="28"/>
          <w:color w:val="1F487C"/>
          <w:spacing w:val="13"/>
          <w:w w:val="5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3"/>
          <w:b/>
          <w:bCs/>
        </w:rPr>
        <w:t>ةديسلا</w:t>
      </w:r>
      <w:r>
        <w:rPr>
          <w:rFonts w:ascii="Arial" w:hAnsi="Arial" w:cs="Arial" w:eastAsia="Arial"/>
          <w:sz w:val="28"/>
          <w:szCs w:val="28"/>
          <w:color w:val="1F487C"/>
          <w:spacing w:val="1"/>
          <w:w w:val="73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7"/>
          <w:b/>
          <w:bCs/>
        </w:rPr>
        <w:t>-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94"/>
        <w:jc w:val="right"/>
        <w:rPr>
          <w:rFonts w:ascii="Minion Pro Cond" w:hAnsi="Minion Pro Cond" w:cs="Minion Pro Cond" w:eastAsia="Minion Pro Cond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1F487C"/>
          <w:w w:val="78"/>
          <w:b/>
          <w:bCs/>
        </w:rPr>
        <w:t>ةحارتسا</w:t>
      </w:r>
      <w:r>
        <w:rPr>
          <w:rFonts w:ascii="Arial" w:hAnsi="Arial" w:cs="Arial" w:eastAsia="Arial"/>
          <w:sz w:val="28"/>
          <w:szCs w:val="28"/>
          <w:color w:val="1F487C"/>
          <w:spacing w:val="-57"/>
          <w:w w:val="100"/>
          <w:b/>
          <w:bCs/>
        </w:rPr>
        <w:t> 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3"/>
        </w:rPr>
        <w:t>11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2"/>
          <w:b/>
          <w:bCs/>
        </w:rPr>
        <w:t>: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3"/>
        </w:rPr>
        <w:t>00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9"/>
          <w:w w:val="100"/>
        </w:rPr>
        <w:t> 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3"/>
        </w:rPr>
        <w:t>–10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2"/>
          <w:b/>
          <w:bCs/>
        </w:rPr>
        <w:t>: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3"/>
        </w:rPr>
        <w:t>30</w:t>
      </w:r>
      <w:r>
        <w:rPr>
          <w:rFonts w:ascii="Minion Pro Cond" w:hAnsi="Minion Pro Cond" w:cs="Minion Pro Cond" w:eastAsia="Minion Pro Cond"/>
          <w:sz w:val="28"/>
          <w:szCs w:val="28"/>
          <w:color w:val="000000"/>
          <w:spacing w:val="0"/>
          <w:w w:val="100"/>
        </w:rPr>
      </w:r>
    </w:p>
    <w:p>
      <w:pPr>
        <w:spacing w:before="9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right="94"/>
        <w:jc w:val="right"/>
        <w:rPr>
          <w:rFonts w:ascii="Minion Pro Cond" w:hAnsi="Minion Pro Cond" w:cs="Minion Pro Cond" w:eastAsia="Minion Pro Cond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1F487C"/>
          <w:spacing w:val="0"/>
          <w:w w:val="76"/>
        </w:rPr>
        <w:t>؟ةيبراغلما</w:t>
      </w:r>
      <w:r>
        <w:rPr>
          <w:rFonts w:ascii="Arial" w:hAnsi="Arial" w:cs="Arial" w:eastAsia="Arial"/>
          <w:sz w:val="28"/>
          <w:szCs w:val="28"/>
          <w:color w:val="1F487C"/>
          <w:spacing w:val="-7"/>
          <w:w w:val="76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6"/>
        </w:rPr>
        <w:t>ةقطنلما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6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22"/>
          <w:w w:val="76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6"/>
        </w:rPr>
        <w:t>يف</w:t>
      </w:r>
      <w:r>
        <w:rPr>
          <w:rFonts w:ascii="Arial" w:hAnsi="Arial" w:cs="Arial" w:eastAsia="Arial"/>
          <w:sz w:val="28"/>
          <w:szCs w:val="28"/>
          <w:color w:val="1F487C"/>
          <w:spacing w:val="-11"/>
          <w:w w:val="76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6"/>
        </w:rPr>
        <w:t>لالما</w:t>
      </w:r>
      <w:r>
        <w:rPr>
          <w:rFonts w:ascii="Arial" w:hAnsi="Arial" w:cs="Arial" w:eastAsia="Arial"/>
          <w:sz w:val="28"/>
          <w:szCs w:val="28"/>
          <w:color w:val="1F487C"/>
          <w:spacing w:val="10"/>
          <w:w w:val="76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92"/>
        </w:rPr>
        <w:t>سأر</w:t>
      </w:r>
      <w:r>
        <w:rPr>
          <w:rFonts w:ascii="Arial" w:hAnsi="Arial" w:cs="Arial" w:eastAsia="Arial"/>
          <w:sz w:val="28"/>
          <w:szCs w:val="28"/>
          <w:color w:val="1F487C"/>
          <w:spacing w:val="1"/>
          <w:w w:val="92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92"/>
        </w:rPr>
        <w:t>قاوسأ</w:t>
      </w:r>
      <w:r>
        <w:rPr>
          <w:rFonts w:ascii="Arial" w:hAnsi="Arial" w:cs="Arial" w:eastAsia="Arial"/>
          <w:sz w:val="28"/>
          <w:szCs w:val="28"/>
          <w:color w:val="1F487C"/>
          <w:spacing w:val="-14"/>
          <w:w w:val="92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0"/>
        </w:rPr>
        <w:t>زيزعتل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0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0"/>
        </w:rPr>
        <w:t>عيراشلما</w:t>
      </w:r>
      <w:r>
        <w:rPr>
          <w:rFonts w:ascii="Arial" w:hAnsi="Arial" w:cs="Arial" w:eastAsia="Arial"/>
          <w:sz w:val="28"/>
          <w:szCs w:val="28"/>
          <w:color w:val="1F487C"/>
          <w:spacing w:val="20"/>
          <w:w w:val="70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</w:rPr>
        <w:t>يه</w:t>
      </w:r>
      <w:r>
        <w:rPr>
          <w:rFonts w:ascii="Arial" w:hAnsi="Arial" w:cs="Arial" w:eastAsia="Arial"/>
          <w:sz w:val="28"/>
          <w:szCs w:val="28"/>
          <w:color w:val="1F487C"/>
          <w:spacing w:val="48"/>
          <w:w w:val="100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27"/>
        </w:rPr>
        <w:t>ام</w:t>
      </w:r>
      <w:r>
        <w:rPr>
          <w:rFonts w:ascii="Arial" w:hAnsi="Arial" w:cs="Arial" w:eastAsia="Arial"/>
          <w:sz w:val="28"/>
          <w:szCs w:val="28"/>
          <w:color w:val="1F487C"/>
          <w:spacing w:val="-35"/>
          <w:w w:val="127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</w:rPr>
        <w:t>:</w:t>
      </w:r>
      <w:r>
        <w:rPr>
          <w:rFonts w:ascii="Arial" w:hAnsi="Arial" w:cs="Arial" w:eastAsia="Arial"/>
          <w:sz w:val="28"/>
          <w:szCs w:val="28"/>
          <w:color w:val="1F487C"/>
          <w:spacing w:val="-21"/>
          <w:w w:val="100"/>
        </w:rPr>
        <w:t> 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0"/>
        </w:rPr>
        <w:t>2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13"/>
          <w:w w:val="100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5"/>
        </w:rPr>
        <w:t>ءاربلخا</w:t>
      </w:r>
      <w:r>
        <w:rPr>
          <w:rFonts w:ascii="Arial" w:hAnsi="Arial" w:cs="Arial" w:eastAsia="Arial"/>
          <w:sz w:val="28"/>
          <w:szCs w:val="28"/>
          <w:color w:val="1F487C"/>
          <w:spacing w:val="-11"/>
          <w:w w:val="85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5"/>
        </w:rPr>
        <w:t>قير</w:t>
      </w:r>
      <w:r>
        <w:rPr>
          <w:rFonts w:ascii="Arial" w:hAnsi="Arial" w:cs="Arial" w:eastAsia="Arial"/>
          <w:sz w:val="28"/>
          <w:szCs w:val="28"/>
          <w:color w:val="1F487C"/>
          <w:spacing w:val="11"/>
          <w:w w:val="85"/>
        </w:rPr>
        <w:t>ف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85"/>
        </w:rPr>
        <w:t>13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5"/>
        </w:rPr>
        <w:t>: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85"/>
        </w:rPr>
        <w:t>00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34"/>
          <w:w w:val="85"/>
        </w:rPr>
        <w:t> 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3"/>
        </w:rPr>
        <w:t>–11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91"/>
        </w:rPr>
        <w:t>: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3"/>
        </w:rPr>
        <w:t>00</w:t>
      </w:r>
      <w:r>
        <w:rPr>
          <w:rFonts w:ascii="Minion Pro Cond" w:hAnsi="Minion Pro Cond" w:cs="Minion Pro Cond" w:eastAsia="Minion Pro Cond"/>
          <w:sz w:val="28"/>
          <w:szCs w:val="28"/>
          <w:color w:val="000000"/>
          <w:spacing w:val="0"/>
          <w:w w:val="100"/>
        </w:rPr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0" w:lineRule="auto"/>
        <w:ind w:left="66" w:right="94" w:firstLine="7466"/>
        <w:jc w:val="righ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1F487C"/>
          <w:spacing w:val="0"/>
          <w:w w:val="73"/>
        </w:rPr>
        <w:t>نيرمثتسلما</w:t>
      </w:r>
      <w:r>
        <w:rPr>
          <w:rFonts w:ascii="Arial" w:hAnsi="Arial" w:cs="Arial" w:eastAsia="Arial"/>
          <w:sz w:val="28"/>
          <w:szCs w:val="28"/>
          <w:color w:val="1F487C"/>
          <w:spacing w:val="-10"/>
          <w:w w:val="73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3"/>
        </w:rPr>
        <w:t>رظن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3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5"/>
          <w:w w:val="73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24"/>
        </w:rPr>
        <w:t>ةهجو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24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7"/>
          <w:b/>
          <w:bCs/>
        </w:rPr>
        <w:t>تاسسؤلما</w:t>
      </w:r>
      <w:r>
        <w:rPr>
          <w:rFonts w:ascii="Arial" w:hAnsi="Arial" w:cs="Arial" w:eastAsia="Arial"/>
          <w:sz w:val="28"/>
          <w:szCs w:val="28"/>
          <w:color w:val="1F487C"/>
          <w:spacing w:val="8"/>
          <w:w w:val="6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96"/>
          <w:b/>
          <w:bCs/>
        </w:rPr>
        <w:t>ةمهاسمو</w:t>
      </w:r>
      <w:r>
        <w:rPr>
          <w:rFonts w:ascii="Arial" w:hAnsi="Arial" w:cs="Arial" w:eastAsia="Arial"/>
          <w:sz w:val="28"/>
          <w:szCs w:val="28"/>
          <w:color w:val="1F487C"/>
          <w:spacing w:val="-14"/>
          <w:w w:val="9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0"/>
          <w:b/>
          <w:bCs/>
        </w:rPr>
        <w:t>ةيبراغلما</w:t>
      </w:r>
      <w:r>
        <w:rPr>
          <w:rFonts w:ascii="Arial" w:hAnsi="Arial" w:cs="Arial" w:eastAsia="Arial"/>
          <w:sz w:val="28"/>
          <w:szCs w:val="28"/>
          <w:color w:val="1F487C"/>
          <w:spacing w:val="24"/>
          <w:w w:val="6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0"/>
          <w:b/>
          <w:bCs/>
        </w:rPr>
        <w:t>ةينيبلا</w:t>
      </w:r>
      <w:r>
        <w:rPr>
          <w:rFonts w:ascii="Arial" w:hAnsi="Arial" w:cs="Arial" w:eastAsia="Arial"/>
          <w:sz w:val="28"/>
          <w:szCs w:val="28"/>
          <w:color w:val="1F487C"/>
          <w:spacing w:val="14"/>
          <w:w w:val="6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4"/>
          <w:b/>
          <w:bCs/>
        </w:rPr>
        <w:t>تارامثتسلاا</w:t>
      </w:r>
      <w:r>
        <w:rPr>
          <w:rFonts w:ascii="Arial" w:hAnsi="Arial" w:cs="Arial" w:eastAsia="Arial"/>
          <w:sz w:val="28"/>
          <w:szCs w:val="28"/>
          <w:color w:val="1F487C"/>
          <w:spacing w:val="2"/>
          <w:w w:val="74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5"/>
          <w:b/>
          <w:bCs/>
        </w:rPr>
        <w:t>زيزعتل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5"/>
          <w:b/>
          <w:bCs/>
        </w:rPr>
        <w:t>ةنكملما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15"/>
          <w:w w:val="6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5"/>
          <w:b/>
          <w:bCs/>
        </w:rPr>
        <w:t>لبسلا</w:t>
      </w:r>
      <w:r>
        <w:rPr>
          <w:rFonts w:ascii="Arial" w:hAnsi="Arial" w:cs="Arial" w:eastAsia="Arial"/>
          <w:sz w:val="28"/>
          <w:szCs w:val="28"/>
          <w:color w:val="1F487C"/>
          <w:spacing w:val="39"/>
          <w:w w:val="6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6"/>
          <w:b/>
          <w:bCs/>
        </w:rPr>
        <w:t>ةشقانم</w:t>
      </w:r>
      <w:r>
        <w:rPr>
          <w:rFonts w:ascii="Arial" w:hAnsi="Arial" w:cs="Arial" w:eastAsia="Arial"/>
          <w:sz w:val="28"/>
          <w:szCs w:val="28"/>
          <w:color w:val="1F487C"/>
          <w:spacing w:val="10"/>
          <w:w w:val="7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6"/>
          <w:b/>
          <w:bCs/>
        </w:rPr>
        <w:t>لكش</w:t>
      </w:r>
      <w:r>
        <w:rPr>
          <w:rFonts w:ascii="Arial" w:hAnsi="Arial" w:cs="Arial" w:eastAsia="Arial"/>
          <w:sz w:val="28"/>
          <w:szCs w:val="28"/>
          <w:color w:val="1F487C"/>
          <w:spacing w:val="-4"/>
          <w:w w:val="7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4"/>
          <w:b/>
          <w:bCs/>
        </w:rPr>
        <w:t>يف</w:t>
      </w:r>
      <w:r>
        <w:rPr>
          <w:rFonts w:ascii="Arial" w:hAnsi="Arial" w:cs="Arial" w:eastAsia="Arial"/>
          <w:sz w:val="28"/>
          <w:szCs w:val="28"/>
          <w:color w:val="1F487C"/>
          <w:spacing w:val="2"/>
          <w:w w:val="64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4"/>
          <w:b/>
          <w:bCs/>
        </w:rPr>
        <w:t>قيرفلا</w:t>
      </w:r>
      <w:r>
        <w:rPr>
          <w:rFonts w:ascii="Arial" w:hAnsi="Arial" w:cs="Arial" w:eastAsia="Arial"/>
          <w:sz w:val="28"/>
          <w:szCs w:val="28"/>
          <w:color w:val="1F487C"/>
          <w:spacing w:val="37"/>
          <w:w w:val="64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اذه</w:t>
      </w:r>
      <w:r>
        <w:rPr>
          <w:rFonts w:ascii="Arial" w:hAnsi="Arial" w:cs="Arial" w:eastAsia="Arial"/>
          <w:sz w:val="28"/>
          <w:szCs w:val="28"/>
          <w:color w:val="1F487C"/>
          <w:spacing w:val="44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لاغشأ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24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رودتس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7"/>
          <w:b/>
          <w:bCs/>
        </w:rPr>
        <w:t>ةيمانيدلا</w:t>
      </w:r>
      <w:r>
        <w:rPr>
          <w:rFonts w:ascii="Arial" w:hAnsi="Arial" w:cs="Arial" w:eastAsia="Arial"/>
          <w:sz w:val="28"/>
          <w:szCs w:val="28"/>
          <w:color w:val="1F487C"/>
          <w:spacing w:val="-2"/>
          <w:w w:val="7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هذه</w:t>
      </w:r>
      <w:r>
        <w:rPr>
          <w:rFonts w:ascii="Arial" w:hAnsi="Arial" w:cs="Arial" w:eastAsia="Arial"/>
          <w:sz w:val="28"/>
          <w:szCs w:val="28"/>
          <w:color w:val="1F487C"/>
          <w:spacing w:val="26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4"/>
          <w:b/>
          <w:bCs/>
        </w:rPr>
        <w:t>يف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4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4"/>
          <w:b/>
          <w:bCs/>
        </w:rPr>
        <w:t>ةقطنلما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4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35"/>
          <w:w w:val="64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4"/>
          <w:b/>
          <w:bCs/>
        </w:rPr>
        <w:t>يف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4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4"/>
          <w:b/>
          <w:bCs/>
        </w:rPr>
        <w:t>ةيلالما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6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94"/>
        <w:jc w:val="righ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1F487C"/>
          <w:spacing w:val="0"/>
          <w:w w:val="75"/>
        </w:rPr>
        <w:t>:قيرفلا</w:t>
      </w:r>
      <w:r>
        <w:rPr>
          <w:rFonts w:ascii="Arial" w:hAnsi="Arial" w:cs="Arial" w:eastAsia="Arial"/>
          <w:sz w:val="28"/>
          <w:szCs w:val="28"/>
          <w:color w:val="1F487C"/>
          <w:spacing w:val="-12"/>
          <w:w w:val="75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92"/>
        </w:rPr>
        <w:t>ءاضعأ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4" w:after="0" w:line="240" w:lineRule="auto"/>
        <w:ind w:right="661"/>
        <w:jc w:val="righ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1F487C"/>
          <w:spacing w:val="0"/>
          <w:w w:val="67"/>
          <w:b/>
          <w:bCs/>
        </w:rPr>
        <w:t>رئازلجا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37"/>
          <w:w w:val="6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7"/>
          <w:b/>
          <w:bCs/>
        </w:rPr>
        <w:t>،تاسسؤلما</w:t>
      </w:r>
      <w:r>
        <w:rPr>
          <w:rFonts w:ascii="Arial" w:hAnsi="Arial" w:cs="Arial" w:eastAsia="Arial"/>
          <w:sz w:val="28"/>
          <w:szCs w:val="28"/>
          <w:color w:val="1F487C"/>
          <w:spacing w:val="6"/>
          <w:w w:val="6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7"/>
          <w:b/>
          <w:bCs/>
        </w:rPr>
        <w:t>ءاسؤر</w:t>
      </w:r>
      <w:r>
        <w:rPr>
          <w:rFonts w:ascii="Arial" w:hAnsi="Arial" w:cs="Arial" w:eastAsia="Arial"/>
          <w:sz w:val="28"/>
          <w:szCs w:val="28"/>
          <w:color w:val="1F487C"/>
          <w:spacing w:val="33"/>
          <w:w w:val="6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1"/>
          <w:b/>
          <w:bCs/>
        </w:rPr>
        <w:t>ىدتنم</w:t>
      </w:r>
      <w:r>
        <w:rPr>
          <w:rFonts w:ascii="Arial" w:hAnsi="Arial" w:cs="Arial" w:eastAsia="Arial"/>
          <w:sz w:val="28"/>
          <w:szCs w:val="28"/>
          <w:color w:val="1F487C"/>
          <w:spacing w:val="-5"/>
          <w:w w:val="81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5"/>
          <w:b/>
          <w:bCs/>
        </w:rPr>
        <w:t>سيئر</w:t>
      </w:r>
      <w:r>
        <w:rPr>
          <w:rFonts w:ascii="Arial" w:hAnsi="Arial" w:cs="Arial" w:eastAsia="Arial"/>
          <w:sz w:val="28"/>
          <w:szCs w:val="28"/>
          <w:color w:val="1F487C"/>
          <w:spacing w:val="7"/>
          <w:w w:val="6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3"/>
          <w:b/>
          <w:bCs/>
        </w:rPr>
        <w:t>،ينايمح</w:t>
      </w:r>
      <w:r>
        <w:rPr>
          <w:rFonts w:ascii="Arial" w:hAnsi="Arial" w:cs="Arial" w:eastAsia="Arial"/>
          <w:sz w:val="28"/>
          <w:szCs w:val="28"/>
          <w:color w:val="1F487C"/>
          <w:spacing w:val="47"/>
          <w:w w:val="73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3"/>
          <w:b/>
          <w:bCs/>
        </w:rPr>
        <w:t>اضر</w:t>
      </w:r>
      <w:r>
        <w:rPr>
          <w:rFonts w:ascii="Arial" w:hAnsi="Arial" w:cs="Arial" w:eastAsia="Arial"/>
          <w:sz w:val="28"/>
          <w:szCs w:val="28"/>
          <w:color w:val="1F487C"/>
          <w:spacing w:val="-4"/>
          <w:w w:val="73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3"/>
          <w:b/>
          <w:bCs/>
        </w:rPr>
        <w:t>ديسلا</w:t>
      </w:r>
      <w:r>
        <w:rPr>
          <w:rFonts w:ascii="Arial" w:hAnsi="Arial" w:cs="Arial" w:eastAsia="Arial"/>
          <w:sz w:val="28"/>
          <w:szCs w:val="28"/>
          <w:color w:val="1F487C"/>
          <w:spacing w:val="-6"/>
          <w:w w:val="73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7"/>
          <w:b/>
          <w:bCs/>
        </w:rPr>
        <w:t>-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8" w:after="0" w:line="336" w:lineRule="exact"/>
        <w:ind w:left="8648" w:right="660" w:firstLine="-8583"/>
        <w:jc w:val="righ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1F487C"/>
          <w:w w:val="61"/>
          <w:b/>
          <w:bCs/>
        </w:rPr>
        <w:t>،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w w:val="106"/>
        </w:rPr>
        <w:t>SWICORP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11"/>
          <w:w w:val="100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4"/>
          <w:b/>
          <w:bCs/>
        </w:rPr>
        <w:t>ةسسؤلم</w:t>
      </w:r>
      <w:r>
        <w:rPr>
          <w:rFonts w:ascii="Arial" w:hAnsi="Arial" w:cs="Arial" w:eastAsia="Arial"/>
          <w:sz w:val="28"/>
          <w:szCs w:val="28"/>
          <w:color w:val="1F487C"/>
          <w:spacing w:val="6"/>
          <w:w w:val="64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4"/>
          <w:b/>
          <w:bCs/>
        </w:rPr>
        <w:t>يذيفنتلا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4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14"/>
          <w:w w:val="64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4"/>
          <w:b/>
          <w:bCs/>
        </w:rPr>
        <w:t>سيئرلاو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4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29"/>
          <w:w w:val="64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4"/>
          <w:b/>
          <w:bCs/>
        </w:rPr>
        <w:t>يبراغلما</w:t>
      </w:r>
      <w:r>
        <w:rPr>
          <w:rFonts w:ascii="Arial" w:hAnsi="Arial" w:cs="Arial" w:eastAsia="Arial"/>
          <w:sz w:val="28"/>
          <w:szCs w:val="28"/>
          <w:color w:val="1F487C"/>
          <w:spacing w:val="6"/>
          <w:w w:val="64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يداصتقلاا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33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ىدتنلما</w:t>
      </w:r>
      <w:r>
        <w:rPr>
          <w:rFonts w:ascii="Arial" w:hAnsi="Arial" w:cs="Arial" w:eastAsia="Arial"/>
          <w:sz w:val="28"/>
          <w:szCs w:val="28"/>
          <w:color w:val="1F487C"/>
          <w:spacing w:val="-6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2"/>
          <w:b/>
          <w:bCs/>
        </w:rPr>
        <w:t>سسؤمو</w:t>
      </w:r>
      <w:r>
        <w:rPr>
          <w:rFonts w:ascii="Arial" w:hAnsi="Arial" w:cs="Arial" w:eastAsia="Arial"/>
          <w:sz w:val="28"/>
          <w:szCs w:val="28"/>
          <w:color w:val="1F487C"/>
          <w:spacing w:val="2"/>
          <w:w w:val="82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7"/>
          <w:b/>
          <w:bCs/>
        </w:rPr>
        <w:t>سيئر</w:t>
      </w:r>
      <w:r>
        <w:rPr>
          <w:rFonts w:ascii="Arial" w:hAnsi="Arial" w:cs="Arial" w:eastAsia="Arial"/>
          <w:sz w:val="28"/>
          <w:szCs w:val="28"/>
          <w:color w:val="1F487C"/>
          <w:spacing w:val="-1"/>
          <w:w w:val="6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7"/>
          <w:b/>
          <w:bCs/>
        </w:rPr>
        <w:t>،رعزل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16"/>
          <w:w w:val="6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لامك</w:t>
      </w:r>
      <w:r>
        <w:rPr>
          <w:rFonts w:ascii="Arial" w:hAnsi="Arial" w:cs="Arial" w:eastAsia="Arial"/>
          <w:sz w:val="28"/>
          <w:szCs w:val="28"/>
          <w:color w:val="1F487C"/>
          <w:spacing w:val="-3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2"/>
          <w:b/>
          <w:bCs/>
        </w:rPr>
        <w:t>ديسلا</w:t>
      </w:r>
      <w:r>
        <w:rPr>
          <w:rFonts w:ascii="Arial" w:hAnsi="Arial" w:cs="Arial" w:eastAsia="Arial"/>
          <w:sz w:val="28"/>
          <w:szCs w:val="28"/>
          <w:color w:val="1F487C"/>
          <w:spacing w:val="10"/>
          <w:w w:val="72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7"/>
          <w:b/>
          <w:bCs/>
        </w:rPr>
        <w:t>-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8"/>
          <w:b/>
          <w:bCs/>
        </w:rPr>
        <w:t>سنوت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0" w:after="0" w:line="370" w:lineRule="exact"/>
        <w:ind w:right="661"/>
        <w:jc w:val="righ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1F487C"/>
          <w:spacing w:val="0"/>
          <w:w w:val="68"/>
          <w:b/>
          <w:bCs/>
          <w:position w:val="3"/>
        </w:rPr>
        <w:t>برغلما</w:t>
      </w:r>
      <w:r>
        <w:rPr>
          <w:rFonts w:ascii="Arial" w:hAnsi="Arial" w:cs="Arial" w:eastAsia="Arial"/>
          <w:sz w:val="28"/>
          <w:szCs w:val="28"/>
          <w:color w:val="1F487C"/>
          <w:spacing w:val="5"/>
          <w:w w:val="68"/>
          <w:b/>
          <w:bCs/>
          <w:position w:val="3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1"/>
          <w:b/>
          <w:bCs/>
          <w:position w:val="3"/>
        </w:rPr>
        <w:t>،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1"/>
          <w:position w:val="3"/>
        </w:rPr>
        <w:t>Atlas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3"/>
          <w:w w:val="100"/>
          <w:position w:val="3"/>
        </w:rPr>
        <w:t> 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0"/>
          <w:position w:val="3"/>
        </w:rPr>
        <w:t>capital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3"/>
          <w:w w:val="100"/>
          <w:position w:val="3"/>
        </w:rPr>
        <w:t> 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0"/>
          <w:position w:val="3"/>
        </w:rPr>
        <w:t>Management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46"/>
          <w:w w:val="100"/>
          <w:position w:val="3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9"/>
          <w:b/>
          <w:bCs/>
          <w:position w:val="3"/>
        </w:rPr>
        <w:t>ماع</w:t>
      </w:r>
      <w:r>
        <w:rPr>
          <w:rFonts w:ascii="Arial" w:hAnsi="Arial" w:cs="Arial" w:eastAsia="Arial"/>
          <w:sz w:val="28"/>
          <w:szCs w:val="28"/>
          <w:color w:val="1F487C"/>
          <w:spacing w:val="-2"/>
          <w:w w:val="89"/>
          <w:b/>
          <w:bCs/>
          <w:position w:val="3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9"/>
          <w:b/>
          <w:bCs/>
          <w:position w:val="3"/>
        </w:rPr>
        <w:t>ريدم</w:t>
      </w:r>
      <w:r>
        <w:rPr>
          <w:rFonts w:ascii="Arial" w:hAnsi="Arial" w:cs="Arial" w:eastAsia="Arial"/>
          <w:sz w:val="28"/>
          <w:szCs w:val="28"/>
          <w:color w:val="1F487C"/>
          <w:spacing w:val="-21"/>
          <w:w w:val="89"/>
          <w:b/>
          <w:bCs/>
          <w:position w:val="3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  <w:position w:val="3"/>
        </w:rPr>
        <w:t>سيئر</w:t>
      </w:r>
      <w:r>
        <w:rPr>
          <w:rFonts w:ascii="Arial" w:hAnsi="Arial" w:cs="Arial" w:eastAsia="Arial"/>
          <w:sz w:val="28"/>
          <w:szCs w:val="28"/>
          <w:color w:val="1F487C"/>
          <w:spacing w:val="-1"/>
          <w:w w:val="66"/>
          <w:b/>
          <w:bCs/>
          <w:position w:val="3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  <w:position w:val="3"/>
        </w:rPr>
        <w:t>،كيرش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  <w:position w:val="3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27"/>
          <w:w w:val="66"/>
          <w:b/>
          <w:bCs/>
          <w:position w:val="3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  <w:position w:val="3"/>
        </w:rPr>
        <w:t>،يولع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  <w:position w:val="3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29"/>
          <w:w w:val="66"/>
          <w:b/>
          <w:bCs/>
          <w:position w:val="3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  <w:position w:val="3"/>
        </w:rPr>
        <w:t>ديشر</w:t>
      </w:r>
      <w:r>
        <w:rPr>
          <w:rFonts w:ascii="Arial" w:hAnsi="Arial" w:cs="Arial" w:eastAsia="Arial"/>
          <w:sz w:val="28"/>
          <w:szCs w:val="28"/>
          <w:color w:val="1F487C"/>
          <w:spacing w:val="26"/>
          <w:w w:val="66"/>
          <w:b/>
          <w:bCs/>
          <w:position w:val="3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  <w:position w:val="3"/>
        </w:rPr>
        <w:t>ديسلا</w:t>
      </w:r>
      <w:r>
        <w:rPr>
          <w:rFonts w:ascii="Arial" w:hAnsi="Arial" w:cs="Arial" w:eastAsia="Arial"/>
          <w:sz w:val="28"/>
          <w:szCs w:val="28"/>
          <w:color w:val="1F487C"/>
          <w:spacing w:val="49"/>
          <w:w w:val="66"/>
          <w:b/>
          <w:bCs/>
          <w:position w:val="3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7"/>
          <w:b/>
          <w:bCs/>
          <w:position w:val="3"/>
        </w:rPr>
        <w:t>-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  <w:position w:val="0"/>
        </w:rPr>
      </w:r>
    </w:p>
    <w:p>
      <w:pPr>
        <w:spacing w:before="9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right="94"/>
        <w:jc w:val="right"/>
        <w:tabs>
          <w:tab w:pos="1640" w:val="left"/>
        </w:tabs>
        <w:rPr>
          <w:rFonts w:ascii="Minion Pro Cond" w:hAnsi="Minion Pro Cond" w:cs="Minion Pro Cond" w:eastAsia="Minion Pro Cond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1F487C"/>
          <w:spacing w:val="0"/>
          <w:w w:val="85"/>
          <w:b/>
          <w:bCs/>
        </w:rPr>
        <w:t>ءاذغلا</w:t>
      </w:r>
      <w:r>
        <w:rPr>
          <w:rFonts w:ascii="Arial" w:hAnsi="Arial" w:cs="Arial" w:eastAsia="Arial"/>
          <w:sz w:val="28"/>
          <w:szCs w:val="28"/>
          <w:color w:val="1F487C"/>
          <w:spacing w:val="-2"/>
          <w:w w:val="8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0"/>
          <w:b/>
          <w:bCs/>
        </w:rPr>
        <w:t>ةرتف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3"/>
        </w:rPr>
        <w:t>14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2"/>
          <w:b/>
          <w:bCs/>
        </w:rPr>
        <w:t>: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3"/>
        </w:rPr>
        <w:t>00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9"/>
          <w:w w:val="100"/>
        </w:rPr>
        <w:t> 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0"/>
        </w:rPr>
        <w:t>–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13"/>
          <w:w w:val="100"/>
        </w:rPr>
        <w:t> 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3"/>
        </w:rPr>
        <w:t>13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2"/>
          <w:b/>
          <w:bCs/>
        </w:rPr>
        <w:t>: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3"/>
        </w:rPr>
        <w:t>00</w:t>
      </w:r>
      <w:r>
        <w:rPr>
          <w:rFonts w:ascii="Minion Pro Cond" w:hAnsi="Minion Pro Cond" w:cs="Minion Pro Cond" w:eastAsia="Minion Pro Cond"/>
          <w:sz w:val="28"/>
          <w:szCs w:val="28"/>
          <w:color w:val="000000"/>
          <w:spacing w:val="0"/>
          <w:w w:val="100"/>
        </w:rPr>
      </w:r>
    </w:p>
    <w:p>
      <w:pPr>
        <w:jc w:val="right"/>
        <w:spacing w:after="0"/>
        <w:sectPr>
          <w:pgSz w:w="11920" w:h="16840"/>
          <w:pgMar w:top="1560" w:bottom="280" w:left="1020" w:right="1020"/>
        </w:sectPr>
      </w:pPr>
      <w:rPr/>
    </w:p>
    <w:p>
      <w:pPr>
        <w:spacing w:before="4" w:after="0" w:line="110" w:lineRule="exact"/>
        <w:jc w:val="left"/>
        <w:rPr>
          <w:sz w:val="11"/>
          <w:szCs w:val="11"/>
        </w:rPr>
      </w:pPr>
      <w:rPr/>
      <w:r>
        <w:rPr/>
        <w:pict>
          <v:group style="position:absolute;margin-left:56.192501pt;margin-top:64.697418pt;width:161.63pt;height:126.4395pt;mso-position-horizontal-relative:page;mso-position-vertical-relative:page;z-index:-241" coordorigin="1124,1294" coordsize="3233,2529">
            <v:shape style="position:absolute;left:3200;top:1294;width:1065;height:243" type="#_x0000_t75">
              <v:imagedata r:id="rId14" o:title=""/>
            </v:shape>
            <v:group style="position:absolute;left:1134;top:1732;width:3213;height:2081" coordorigin="1134,1732" coordsize="3213,2081">
              <v:shape style="position:absolute;left:1134;top:1732;width:3213;height:2081" coordorigin="1134,1732" coordsize="3213,2081" path="m1374,1732l1299,1741,1234,1767,1182,1806,1147,1856,1134,3627,1135,3647,1166,3719,1212,3763,1272,3795,1343,3811,4346,3813,4346,1732,1374,1732e" filled="t" fillcolor="#BCBEC0" stroked="f">
                <v:path arrowok="t"/>
                <v:fill/>
              </v:shape>
            </v:group>
            <v:group style="position:absolute;left:1284;top:1460;width:3062;height:2353" coordorigin="1284,1460" coordsize="3062,2353">
              <v:shape style="position:absolute;left:1284;top:1460;width:3062;height:2353" coordorigin="1284,1460" coordsize="3062,2353" path="m1462,1460l1395,1469,1340,1495,1294,1553,1284,2460,1284,3315,1301,3390,1335,3442,1382,3488,1439,3524,1506,3546,1648,3572,2003,3633,2285,3675,2568,3713,2780,3737,2991,3758,3133,3770,3275,3780,3490,3791,3777,3801,4346,3813,4346,3758,4345,3655,4343,3533,4341,3451,4334,3195,4333,3143,4330,3041,4328,2937,4327,2834,4327,1741,3834,1729,3553,1717,3271,1701,3060,1684,2849,1664,2637,1640,2356,1603,2004,1549,1512,1464,1487,1461,1462,1460e" filled="t" fillcolor="#00AEEF" stroked="f">
                <v:path arrowok="t"/>
                <v:fill/>
              </v:shape>
              <v:shape style="position:absolute;left:1608;top:1824;width:2302;height:1645" type="#_x0000_t75">
                <v:imagedata r:id="rId15" o:title=""/>
              </v:shape>
            </v:group>
            <w10:wrap type="none"/>
          </v:group>
        </w:pict>
      </w:r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6" w:lineRule="exact"/>
        <w:ind w:right="94"/>
        <w:jc w:val="right"/>
        <w:rPr>
          <w:rFonts w:ascii="Minion Pro Cond" w:hAnsi="Minion Pro Cond" w:cs="Minion Pro Cond" w:eastAsia="Minion Pro Cond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1F487C"/>
          <w:spacing w:val="0"/>
          <w:w w:val="77"/>
          <w:position w:val="3"/>
        </w:rPr>
        <w:t>؟نورمثتسلما</w:t>
      </w:r>
      <w:r>
        <w:rPr>
          <w:rFonts w:ascii="Arial" w:hAnsi="Arial" w:cs="Arial" w:eastAsia="Arial"/>
          <w:sz w:val="28"/>
          <w:szCs w:val="28"/>
          <w:color w:val="1F487C"/>
          <w:spacing w:val="-9"/>
          <w:w w:val="77"/>
          <w:position w:val="3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position w:val="3"/>
        </w:rPr>
        <w:t>اههجاوي</w:t>
      </w:r>
      <w:r>
        <w:rPr>
          <w:rFonts w:ascii="Arial" w:hAnsi="Arial" w:cs="Arial" w:eastAsia="Arial"/>
          <w:sz w:val="28"/>
          <w:szCs w:val="28"/>
          <w:color w:val="1F487C"/>
          <w:spacing w:val="17"/>
          <w:w w:val="100"/>
          <w:position w:val="3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2"/>
          <w:position w:val="3"/>
        </w:rPr>
        <w:t>يتلا</w:t>
      </w:r>
      <w:r>
        <w:rPr>
          <w:rFonts w:ascii="Arial" w:hAnsi="Arial" w:cs="Arial" w:eastAsia="Arial"/>
          <w:sz w:val="28"/>
          <w:szCs w:val="28"/>
          <w:color w:val="1F487C"/>
          <w:spacing w:val="-5"/>
          <w:w w:val="72"/>
          <w:position w:val="3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1"/>
          <w:position w:val="3"/>
        </w:rPr>
        <w:t>ليقارعلا</w:t>
      </w:r>
      <w:r>
        <w:rPr>
          <w:rFonts w:ascii="Arial" w:hAnsi="Arial" w:cs="Arial" w:eastAsia="Arial"/>
          <w:sz w:val="28"/>
          <w:szCs w:val="28"/>
          <w:color w:val="1F487C"/>
          <w:spacing w:val="-12"/>
          <w:w w:val="81"/>
          <w:position w:val="3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1"/>
          <w:position w:val="3"/>
        </w:rPr>
        <w:t>ىلع</w:t>
      </w:r>
      <w:r>
        <w:rPr>
          <w:rFonts w:ascii="Arial" w:hAnsi="Arial" w:cs="Arial" w:eastAsia="Arial"/>
          <w:sz w:val="28"/>
          <w:szCs w:val="28"/>
          <w:color w:val="1F487C"/>
          <w:spacing w:val="11"/>
          <w:w w:val="81"/>
          <w:position w:val="3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1"/>
          <w:position w:val="3"/>
        </w:rPr>
        <w:t>در</w:t>
      </w:r>
      <w:r>
        <w:rPr>
          <w:rFonts w:ascii="Arial" w:hAnsi="Arial" w:cs="Arial" w:eastAsia="Arial"/>
          <w:sz w:val="28"/>
          <w:szCs w:val="28"/>
          <w:color w:val="1F487C"/>
          <w:spacing w:val="18"/>
          <w:w w:val="81"/>
          <w:position w:val="3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position w:val="3"/>
        </w:rPr>
        <w:t>يأ</w:t>
      </w:r>
      <w:r>
        <w:rPr>
          <w:rFonts w:ascii="Arial" w:hAnsi="Arial" w:cs="Arial" w:eastAsia="Arial"/>
          <w:sz w:val="28"/>
          <w:szCs w:val="28"/>
          <w:color w:val="1F487C"/>
          <w:spacing w:val="-22"/>
          <w:w w:val="100"/>
          <w:position w:val="3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4"/>
          <w:position w:val="3"/>
        </w:rPr>
        <w:t>:</w:t>
      </w:r>
      <w:r>
        <w:rPr>
          <w:rFonts w:ascii="Arial" w:hAnsi="Arial" w:cs="Arial" w:eastAsia="Arial"/>
          <w:sz w:val="28"/>
          <w:szCs w:val="28"/>
          <w:color w:val="1F487C"/>
          <w:spacing w:val="6"/>
          <w:w w:val="74"/>
          <w:position w:val="3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4"/>
          <w:position w:val="3"/>
        </w:rPr>
        <w:t>ةيلالما</w:t>
      </w:r>
      <w:r>
        <w:rPr>
          <w:rFonts w:ascii="Arial" w:hAnsi="Arial" w:cs="Arial" w:eastAsia="Arial"/>
          <w:sz w:val="28"/>
          <w:szCs w:val="28"/>
          <w:color w:val="1F487C"/>
          <w:spacing w:val="-7"/>
          <w:w w:val="74"/>
          <w:position w:val="3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9"/>
          <w:position w:val="3"/>
        </w:rPr>
        <w:t>قارولأا</w:t>
      </w:r>
      <w:r>
        <w:rPr>
          <w:rFonts w:ascii="Arial" w:hAnsi="Arial" w:cs="Arial" w:eastAsia="Arial"/>
          <w:sz w:val="28"/>
          <w:szCs w:val="28"/>
          <w:color w:val="1F487C"/>
          <w:spacing w:val="-18"/>
          <w:w w:val="89"/>
          <w:position w:val="3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9"/>
          <w:position w:val="3"/>
        </w:rPr>
        <w:t>قاوسأ</w:t>
      </w:r>
      <w:r>
        <w:rPr>
          <w:rFonts w:ascii="Arial" w:hAnsi="Arial" w:cs="Arial" w:eastAsia="Arial"/>
          <w:sz w:val="28"/>
          <w:szCs w:val="28"/>
          <w:color w:val="1F487C"/>
          <w:spacing w:val="-6"/>
          <w:w w:val="89"/>
          <w:position w:val="3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9"/>
          <w:position w:val="3"/>
        </w:rPr>
        <w:t>:</w:t>
      </w:r>
      <w:r>
        <w:rPr>
          <w:rFonts w:ascii="Arial" w:hAnsi="Arial" w:cs="Arial" w:eastAsia="Arial"/>
          <w:sz w:val="28"/>
          <w:szCs w:val="28"/>
          <w:color w:val="1F487C"/>
          <w:spacing w:val="-16"/>
          <w:w w:val="89"/>
          <w:position w:val="3"/>
        </w:rPr>
        <w:t> 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0"/>
          <w:position w:val="3"/>
        </w:rPr>
        <w:t>3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1"/>
          <w:w w:val="100"/>
          <w:position w:val="3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4"/>
          <w:position w:val="3"/>
        </w:rPr>
        <w:t>ءاربلخا</w:t>
      </w:r>
      <w:r>
        <w:rPr>
          <w:rFonts w:ascii="Arial" w:hAnsi="Arial" w:cs="Arial" w:eastAsia="Arial"/>
          <w:sz w:val="28"/>
          <w:szCs w:val="28"/>
          <w:color w:val="1F487C"/>
          <w:spacing w:val="-15"/>
          <w:w w:val="84"/>
          <w:position w:val="3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3"/>
          <w:position w:val="3"/>
        </w:rPr>
        <w:t>قيرف</w:t>
      </w:r>
      <w:r>
        <w:rPr>
          <w:rFonts w:ascii="Arial" w:hAnsi="Arial" w:cs="Arial" w:eastAsia="Arial"/>
          <w:sz w:val="28"/>
          <w:szCs w:val="28"/>
          <w:color w:val="1F487C"/>
          <w:spacing w:val="-5"/>
          <w:w w:val="73"/>
          <w:position w:val="3"/>
        </w:rPr>
        <w:t> 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0"/>
          <w:position w:val="3"/>
        </w:rPr>
        <w:t>15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position w:val="3"/>
        </w:rPr>
        <w:t>: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0"/>
          <w:position w:val="3"/>
        </w:rPr>
        <w:t>30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1"/>
          <w:w w:val="100"/>
          <w:position w:val="3"/>
        </w:rPr>
        <w:t> 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0"/>
          <w:position w:val="3"/>
        </w:rPr>
        <w:t>–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1"/>
          <w:w w:val="100"/>
          <w:position w:val="3"/>
        </w:rPr>
        <w:t> 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3"/>
          <w:position w:val="3"/>
        </w:rPr>
        <w:t>14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91"/>
          <w:position w:val="3"/>
        </w:rPr>
        <w:t>: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3"/>
          <w:position w:val="3"/>
        </w:rPr>
        <w:t>00</w:t>
      </w:r>
      <w:r>
        <w:rPr>
          <w:rFonts w:ascii="Minion Pro Cond" w:hAnsi="Minion Pro Cond" w:cs="Minion Pro Cond" w:eastAsia="Minion Pro Cond"/>
          <w:sz w:val="28"/>
          <w:szCs w:val="28"/>
          <w:color w:val="000000"/>
          <w:spacing w:val="0"/>
          <w:w w:val="100"/>
          <w:position w:val="0"/>
        </w:rPr>
      </w:r>
    </w:p>
    <w:p>
      <w:pPr>
        <w:spacing w:before="0" w:after="0" w:line="295" w:lineRule="exact"/>
        <w:ind w:right="95"/>
        <w:jc w:val="righ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1F487C"/>
          <w:spacing w:val="0"/>
          <w:w w:val="90"/>
          <w:b/>
          <w:bCs/>
        </w:rPr>
        <w:t>ءلاؤه</w:t>
      </w:r>
      <w:r>
        <w:rPr>
          <w:rFonts w:ascii="Arial" w:hAnsi="Arial" w:cs="Arial" w:eastAsia="Arial"/>
          <w:sz w:val="28"/>
          <w:szCs w:val="28"/>
          <w:color w:val="1F487C"/>
          <w:spacing w:val="28"/>
          <w:w w:val="9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7"/>
          <w:b/>
          <w:bCs/>
        </w:rPr>
        <w:t>ضرعيسو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50"/>
          <w:w w:val="6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7"/>
          <w:b/>
          <w:bCs/>
        </w:rPr>
        <w:t>.ةيبراغلما</w:t>
      </w:r>
      <w:r>
        <w:rPr>
          <w:rFonts w:ascii="Arial" w:hAnsi="Arial" w:cs="Arial" w:eastAsia="Arial"/>
          <w:sz w:val="28"/>
          <w:szCs w:val="28"/>
          <w:color w:val="1F487C"/>
          <w:spacing w:val="-1"/>
          <w:w w:val="6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7"/>
          <w:b/>
          <w:bCs/>
        </w:rPr>
        <w:t>ةيلالما</w:t>
      </w:r>
      <w:r>
        <w:rPr>
          <w:rFonts w:ascii="Arial" w:hAnsi="Arial" w:cs="Arial" w:eastAsia="Arial"/>
          <w:sz w:val="28"/>
          <w:szCs w:val="28"/>
          <w:color w:val="1F487C"/>
          <w:spacing w:val="23"/>
          <w:w w:val="6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7"/>
          <w:b/>
          <w:bCs/>
        </w:rPr>
        <w:t>قاوسلأا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7"/>
          <w:b/>
          <w:bCs/>
        </w:rPr>
        <w:t>  </w:t>
      </w:r>
      <w:r>
        <w:rPr>
          <w:rFonts w:ascii="Arial" w:hAnsi="Arial" w:cs="Arial" w:eastAsia="Arial"/>
          <w:sz w:val="28"/>
          <w:szCs w:val="28"/>
          <w:color w:val="1F487C"/>
          <w:spacing w:val="27"/>
          <w:w w:val="6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3"/>
          <w:b/>
          <w:bCs/>
        </w:rPr>
        <w:t>يف</w:t>
      </w:r>
      <w:r>
        <w:rPr>
          <w:rFonts w:ascii="Arial" w:hAnsi="Arial" w:cs="Arial" w:eastAsia="Arial"/>
          <w:sz w:val="28"/>
          <w:szCs w:val="28"/>
          <w:color w:val="1F487C"/>
          <w:spacing w:val="45"/>
          <w:w w:val="63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3"/>
          <w:b/>
          <w:bCs/>
        </w:rPr>
        <w:t>ينيسيئرلا</w:t>
      </w:r>
      <w:r>
        <w:rPr>
          <w:rFonts w:ascii="Arial" w:hAnsi="Arial" w:cs="Arial" w:eastAsia="Arial"/>
          <w:sz w:val="28"/>
          <w:szCs w:val="28"/>
          <w:color w:val="1F487C"/>
          <w:spacing w:val="6"/>
          <w:w w:val="63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3"/>
          <w:b/>
          <w:bCs/>
        </w:rPr>
        <w:t>ينلعافلا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3"/>
          <w:b/>
          <w:bCs/>
        </w:rPr>
        <w:t>  </w:t>
      </w:r>
      <w:r>
        <w:rPr>
          <w:rFonts w:ascii="Arial" w:hAnsi="Arial" w:cs="Arial" w:eastAsia="Arial"/>
          <w:sz w:val="28"/>
          <w:szCs w:val="28"/>
          <w:color w:val="1F487C"/>
          <w:spacing w:val="15"/>
          <w:w w:val="63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فرط</w:t>
      </w:r>
      <w:r>
        <w:rPr>
          <w:rFonts w:ascii="Arial" w:hAnsi="Arial" w:cs="Arial" w:eastAsia="Arial"/>
          <w:sz w:val="28"/>
          <w:szCs w:val="28"/>
          <w:color w:val="1F487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نم</w:t>
      </w:r>
      <w:r>
        <w:rPr>
          <w:rFonts w:ascii="Arial" w:hAnsi="Arial" w:cs="Arial" w:eastAsia="Arial"/>
          <w:sz w:val="28"/>
          <w:szCs w:val="28"/>
          <w:color w:val="1F487C"/>
          <w:spacing w:val="33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اذه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6"/>
          <w:b/>
          <w:bCs/>
        </w:rPr>
        <w:t>ءاربلخا</w:t>
      </w:r>
      <w:r>
        <w:rPr>
          <w:rFonts w:ascii="Arial" w:hAnsi="Arial" w:cs="Arial" w:eastAsia="Arial"/>
          <w:sz w:val="28"/>
          <w:szCs w:val="28"/>
          <w:color w:val="1F487C"/>
          <w:spacing w:val="39"/>
          <w:w w:val="7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4"/>
          <w:b/>
          <w:bCs/>
        </w:rPr>
        <w:t>قيرف</w:t>
      </w:r>
      <w:r>
        <w:rPr>
          <w:rFonts w:ascii="Arial" w:hAnsi="Arial" w:cs="Arial" w:eastAsia="Arial"/>
          <w:sz w:val="28"/>
          <w:szCs w:val="28"/>
          <w:color w:val="1F487C"/>
          <w:spacing w:val="34"/>
          <w:w w:val="64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4"/>
          <w:b/>
          <w:bCs/>
        </w:rPr>
        <w:t>طيشنت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4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44"/>
          <w:w w:val="64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4"/>
          <w:b/>
          <w:bCs/>
        </w:rPr>
        <w:t>متيس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4" w:after="0" w:line="250" w:lineRule="auto"/>
        <w:ind w:left="66" w:right="92"/>
        <w:jc w:val="righ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نوضرعيو</w:t>
      </w:r>
      <w:r>
        <w:rPr>
          <w:rFonts w:ascii="Arial" w:hAnsi="Arial" w:cs="Arial" w:eastAsia="Arial"/>
          <w:sz w:val="28"/>
          <w:szCs w:val="28"/>
          <w:color w:val="1F487C"/>
          <w:spacing w:val="39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ميلقلإا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6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يف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نولعافلا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24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9"/>
          <w:b/>
          <w:bCs/>
        </w:rPr>
        <w:t>اههجاوي</w:t>
      </w:r>
      <w:r>
        <w:rPr>
          <w:rFonts w:ascii="Arial" w:hAnsi="Arial" w:cs="Arial" w:eastAsia="Arial"/>
          <w:sz w:val="28"/>
          <w:szCs w:val="28"/>
          <w:color w:val="1F487C"/>
          <w:spacing w:val="12"/>
          <w:w w:val="8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2"/>
          <w:b/>
          <w:bCs/>
        </w:rPr>
        <w:t>يتلا</w:t>
      </w:r>
      <w:r>
        <w:rPr>
          <w:rFonts w:ascii="Arial" w:hAnsi="Arial" w:cs="Arial" w:eastAsia="Arial"/>
          <w:sz w:val="28"/>
          <w:szCs w:val="28"/>
          <w:color w:val="1F487C"/>
          <w:spacing w:val="3"/>
          <w:w w:val="72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2"/>
          <w:b/>
          <w:bCs/>
        </w:rPr>
        <w:t>تابوعصلا</w:t>
      </w:r>
      <w:r>
        <w:rPr>
          <w:rFonts w:ascii="Arial" w:hAnsi="Arial" w:cs="Arial" w:eastAsia="Arial"/>
          <w:sz w:val="28"/>
          <w:szCs w:val="28"/>
          <w:color w:val="1F487C"/>
          <w:spacing w:val="25"/>
          <w:w w:val="72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2"/>
          <w:b/>
          <w:bCs/>
        </w:rPr>
        <w:t>نوحرشيو</w:t>
      </w:r>
      <w:r>
        <w:rPr>
          <w:rFonts w:ascii="Arial" w:hAnsi="Arial" w:cs="Arial" w:eastAsia="Arial"/>
          <w:sz w:val="28"/>
          <w:szCs w:val="28"/>
          <w:color w:val="1F487C"/>
          <w:spacing w:val="47"/>
          <w:w w:val="72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2"/>
          <w:b/>
          <w:bCs/>
        </w:rPr>
        <w:t>،مئاقلا</w:t>
      </w:r>
      <w:r>
        <w:rPr>
          <w:rFonts w:ascii="Arial" w:hAnsi="Arial" w:cs="Arial" w:eastAsia="Arial"/>
          <w:sz w:val="28"/>
          <w:szCs w:val="28"/>
          <w:color w:val="1F487C"/>
          <w:spacing w:val="41"/>
          <w:w w:val="72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2"/>
          <w:b/>
          <w:bCs/>
        </w:rPr>
        <w:t>عضولا</w:t>
      </w:r>
      <w:r>
        <w:rPr>
          <w:rFonts w:ascii="Arial" w:hAnsi="Arial" w:cs="Arial" w:eastAsia="Arial"/>
          <w:sz w:val="28"/>
          <w:szCs w:val="28"/>
          <w:color w:val="1F487C"/>
          <w:spacing w:val="40"/>
          <w:w w:val="72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لوح</w:t>
      </w:r>
      <w:r>
        <w:rPr>
          <w:rFonts w:ascii="Arial" w:hAnsi="Arial" w:cs="Arial" w:eastAsia="Arial"/>
          <w:sz w:val="28"/>
          <w:szCs w:val="28"/>
          <w:color w:val="1F487C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مهرظن</w:t>
      </w:r>
      <w:r>
        <w:rPr>
          <w:rFonts w:ascii="Arial" w:hAnsi="Arial" w:cs="Arial" w:eastAsia="Arial"/>
          <w:sz w:val="28"/>
          <w:szCs w:val="28"/>
          <w:color w:val="1F487C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ةهجو</w:t>
      </w:r>
      <w:r>
        <w:rPr>
          <w:rFonts w:ascii="Arial" w:hAnsi="Arial" w:cs="Arial" w:eastAsia="Arial"/>
          <w:sz w:val="28"/>
          <w:szCs w:val="28"/>
          <w:color w:val="1F487C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4"/>
          <w:b/>
          <w:bCs/>
        </w:rPr>
        <w:t>نولعافلا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4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4"/>
          <w:b/>
          <w:bCs/>
        </w:rPr>
        <w:t>قايسلا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4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7"/>
          <w:w w:val="64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4"/>
          <w:b/>
          <w:bCs/>
        </w:rPr>
        <w:t>يف</w:t>
      </w:r>
      <w:r>
        <w:rPr>
          <w:rFonts w:ascii="Arial" w:hAnsi="Arial" w:cs="Arial" w:eastAsia="Arial"/>
          <w:sz w:val="28"/>
          <w:szCs w:val="28"/>
          <w:color w:val="1F487C"/>
          <w:spacing w:val="-2"/>
          <w:w w:val="64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7"/>
          <w:b/>
          <w:bCs/>
        </w:rPr>
        <w:t>ةينطولا</w:t>
      </w:r>
      <w:r>
        <w:rPr>
          <w:rFonts w:ascii="Arial" w:hAnsi="Arial" w:cs="Arial" w:eastAsia="Arial"/>
          <w:sz w:val="28"/>
          <w:szCs w:val="28"/>
          <w:color w:val="1F487C"/>
          <w:spacing w:val="-4"/>
          <w:w w:val="7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4"/>
          <w:b/>
          <w:bCs/>
        </w:rPr>
        <w:t>ةيلالما</w:t>
      </w:r>
      <w:r>
        <w:rPr>
          <w:rFonts w:ascii="Arial" w:hAnsi="Arial" w:cs="Arial" w:eastAsia="Arial"/>
          <w:sz w:val="28"/>
          <w:szCs w:val="28"/>
          <w:color w:val="1F487C"/>
          <w:spacing w:val="6"/>
          <w:w w:val="64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قارولأا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14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قاوسأ</w:t>
      </w:r>
      <w:r>
        <w:rPr>
          <w:rFonts w:ascii="Arial" w:hAnsi="Arial" w:cs="Arial" w:eastAsia="Arial"/>
          <w:sz w:val="28"/>
          <w:szCs w:val="28"/>
          <w:color w:val="1F487C"/>
          <w:spacing w:val="49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اهقلطت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35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نأ</w:t>
      </w:r>
      <w:r>
        <w:rPr>
          <w:rFonts w:ascii="Arial" w:hAnsi="Arial" w:cs="Arial" w:eastAsia="Arial"/>
          <w:sz w:val="28"/>
          <w:szCs w:val="28"/>
          <w:color w:val="1F487C"/>
          <w:spacing w:val="38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نكيم</w:t>
      </w:r>
      <w:r>
        <w:rPr>
          <w:rFonts w:ascii="Arial" w:hAnsi="Arial" w:cs="Arial" w:eastAsia="Arial"/>
          <w:sz w:val="28"/>
          <w:szCs w:val="28"/>
          <w:color w:val="1F487C"/>
          <w:spacing w:val="49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يتلا</w:t>
      </w:r>
      <w:r>
        <w:rPr>
          <w:rFonts w:ascii="Arial" w:hAnsi="Arial" w:cs="Arial" w:eastAsia="Arial"/>
          <w:sz w:val="28"/>
          <w:szCs w:val="28"/>
          <w:color w:val="1F487C"/>
          <w:spacing w:val="-3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7"/>
          <w:b/>
          <w:bCs/>
        </w:rPr>
        <w:t>تاءارجلإا</w:t>
      </w:r>
      <w:r>
        <w:rPr>
          <w:rFonts w:ascii="Arial" w:hAnsi="Arial" w:cs="Arial" w:eastAsia="Arial"/>
          <w:sz w:val="28"/>
          <w:szCs w:val="28"/>
          <w:color w:val="1F487C"/>
          <w:spacing w:val="-12"/>
          <w:w w:val="8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يه</w:t>
      </w:r>
      <w:r>
        <w:rPr>
          <w:rFonts w:ascii="Arial" w:hAnsi="Arial" w:cs="Arial" w:eastAsia="Arial"/>
          <w:sz w:val="28"/>
          <w:szCs w:val="28"/>
          <w:color w:val="1F487C"/>
          <w:spacing w:val="-25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ام</w:t>
      </w:r>
      <w:r>
        <w:rPr>
          <w:rFonts w:ascii="Arial" w:hAnsi="Arial" w:cs="Arial" w:eastAsia="Arial"/>
          <w:sz w:val="28"/>
          <w:szCs w:val="28"/>
          <w:color w:val="1F487C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3"/>
          <w:b/>
          <w:bCs/>
        </w:rPr>
        <w:t>.ةلماكتم</w:t>
      </w:r>
      <w:r>
        <w:rPr>
          <w:rFonts w:ascii="Arial" w:hAnsi="Arial" w:cs="Arial" w:eastAsia="Arial"/>
          <w:sz w:val="28"/>
          <w:szCs w:val="28"/>
          <w:color w:val="1F487C"/>
          <w:spacing w:val="9"/>
          <w:w w:val="83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3"/>
          <w:b/>
          <w:bCs/>
        </w:rPr>
        <w:t>ةيلام</w:t>
      </w:r>
      <w:r>
        <w:rPr>
          <w:rFonts w:ascii="Arial" w:hAnsi="Arial" w:cs="Arial" w:eastAsia="Arial"/>
          <w:sz w:val="28"/>
          <w:szCs w:val="28"/>
          <w:color w:val="1F487C"/>
          <w:spacing w:val="-14"/>
          <w:w w:val="83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8"/>
          <w:b/>
          <w:bCs/>
        </w:rPr>
        <w:t>قوس</w:t>
      </w:r>
      <w:r>
        <w:rPr>
          <w:rFonts w:ascii="Arial" w:hAnsi="Arial" w:cs="Arial" w:eastAsia="Arial"/>
          <w:sz w:val="28"/>
          <w:szCs w:val="28"/>
          <w:color w:val="1F487C"/>
          <w:spacing w:val="25"/>
          <w:w w:val="68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8"/>
          <w:b/>
          <w:bCs/>
        </w:rPr>
        <w:t>نأشب</w:t>
      </w:r>
      <w:r>
        <w:rPr>
          <w:rFonts w:ascii="Arial" w:hAnsi="Arial" w:cs="Arial" w:eastAsia="Arial"/>
          <w:sz w:val="28"/>
          <w:szCs w:val="28"/>
          <w:color w:val="1F487C"/>
          <w:spacing w:val="-4"/>
          <w:w w:val="68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1"/>
          <w:b/>
          <w:bCs/>
        </w:rPr>
        <w:t>مهتيؤر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0" w:after="0" w:line="500" w:lineRule="auto"/>
        <w:ind w:left="1565" w:right="94" w:firstLine="3677"/>
        <w:jc w:val="righ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؟</w:t>
      </w:r>
      <w:r>
        <w:rPr>
          <w:rFonts w:ascii="Arial" w:hAnsi="Arial" w:cs="Arial" w:eastAsia="Arial"/>
          <w:sz w:val="28"/>
          <w:szCs w:val="28"/>
          <w:color w:val="1F487C"/>
          <w:spacing w:val="-17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8"/>
          <w:b/>
          <w:bCs/>
        </w:rPr>
        <w:t>يبرعلا</w:t>
      </w:r>
      <w:r>
        <w:rPr>
          <w:rFonts w:ascii="Arial" w:hAnsi="Arial" w:cs="Arial" w:eastAsia="Arial"/>
          <w:sz w:val="28"/>
          <w:szCs w:val="28"/>
          <w:color w:val="1F487C"/>
          <w:spacing w:val="13"/>
          <w:w w:val="68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8"/>
          <w:b/>
          <w:bCs/>
        </w:rPr>
        <w:t>برغلما</w:t>
      </w:r>
      <w:r>
        <w:rPr>
          <w:rFonts w:ascii="Arial" w:hAnsi="Arial" w:cs="Arial" w:eastAsia="Arial"/>
          <w:sz w:val="28"/>
          <w:szCs w:val="28"/>
          <w:color w:val="1F487C"/>
          <w:spacing w:val="5"/>
          <w:w w:val="68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90"/>
          <w:b/>
          <w:bCs/>
        </w:rPr>
        <w:t>لود</w:t>
      </w:r>
      <w:r>
        <w:rPr>
          <w:rFonts w:ascii="Arial" w:hAnsi="Arial" w:cs="Arial" w:eastAsia="Arial"/>
          <w:sz w:val="28"/>
          <w:szCs w:val="28"/>
          <w:color w:val="1F487C"/>
          <w:spacing w:val="-12"/>
          <w:w w:val="9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55"/>
          <w:b/>
          <w:bCs/>
        </w:rPr>
        <w:t>ينب</w:t>
      </w:r>
      <w:r>
        <w:rPr>
          <w:rFonts w:ascii="Arial" w:hAnsi="Arial" w:cs="Arial" w:eastAsia="Arial"/>
          <w:sz w:val="28"/>
          <w:szCs w:val="28"/>
          <w:color w:val="1F487C"/>
          <w:spacing w:val="15"/>
          <w:w w:val="5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8"/>
          <w:b/>
          <w:bCs/>
        </w:rPr>
        <w:t>تارامثتسلاا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8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35"/>
          <w:w w:val="68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8"/>
          <w:b/>
          <w:bCs/>
        </w:rPr>
        <w:t>زيفحتل</w:t>
      </w:r>
      <w:r>
        <w:rPr>
          <w:rFonts w:ascii="Arial" w:hAnsi="Arial" w:cs="Arial" w:eastAsia="Arial"/>
          <w:sz w:val="28"/>
          <w:szCs w:val="28"/>
          <w:color w:val="1F487C"/>
          <w:spacing w:val="-5"/>
          <w:w w:val="68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92"/>
          <w:b/>
          <w:bCs/>
        </w:rPr>
        <w:t>نهارلا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92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</w:rPr>
        <w:t>برغلما</w:t>
      </w:r>
      <w:r>
        <w:rPr>
          <w:rFonts w:ascii="Arial" w:hAnsi="Arial" w:cs="Arial" w:eastAsia="Arial"/>
          <w:sz w:val="28"/>
          <w:szCs w:val="28"/>
          <w:color w:val="1F487C"/>
          <w:spacing w:val="21"/>
          <w:w w:val="6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</w:rPr>
        <w:t>،ةلوقنلما</w:t>
      </w:r>
      <w:r>
        <w:rPr>
          <w:rFonts w:ascii="Arial" w:hAnsi="Arial" w:cs="Arial" w:eastAsia="Arial"/>
          <w:sz w:val="28"/>
          <w:szCs w:val="28"/>
          <w:color w:val="1F487C"/>
          <w:spacing w:val="-4"/>
          <w:w w:val="6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</w:rPr>
        <w:t>ميقلل</w:t>
      </w:r>
      <w:r>
        <w:rPr>
          <w:rFonts w:ascii="Arial" w:hAnsi="Arial" w:cs="Arial" w:eastAsia="Arial"/>
          <w:sz w:val="28"/>
          <w:szCs w:val="28"/>
          <w:color w:val="1F487C"/>
          <w:spacing w:val="28"/>
          <w:w w:val="6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7"/>
          <w:b/>
          <w:bCs/>
        </w:rPr>
        <w:t>يقلاخلأا</w:t>
      </w:r>
      <w:r>
        <w:rPr>
          <w:rFonts w:ascii="Arial" w:hAnsi="Arial" w:cs="Arial" w:eastAsia="Arial"/>
          <w:sz w:val="28"/>
          <w:szCs w:val="28"/>
          <w:color w:val="1F487C"/>
          <w:spacing w:val="55"/>
          <w:w w:val="7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7"/>
          <w:b/>
          <w:bCs/>
        </w:rPr>
        <w:t>سلجلما</w:t>
      </w:r>
      <w:r>
        <w:rPr>
          <w:rFonts w:ascii="Arial" w:hAnsi="Arial" w:cs="Arial" w:eastAsia="Arial"/>
          <w:sz w:val="28"/>
          <w:szCs w:val="28"/>
          <w:color w:val="1F487C"/>
          <w:spacing w:val="-10"/>
          <w:w w:val="7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7"/>
          <w:b/>
          <w:bCs/>
        </w:rPr>
        <w:t>،ماعلا</w:t>
      </w:r>
      <w:r>
        <w:rPr>
          <w:rFonts w:ascii="Arial" w:hAnsi="Arial" w:cs="Arial" w:eastAsia="Arial"/>
          <w:sz w:val="28"/>
          <w:szCs w:val="28"/>
          <w:color w:val="1F487C"/>
          <w:spacing w:val="10"/>
          <w:w w:val="7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7"/>
          <w:b/>
          <w:bCs/>
        </w:rPr>
        <w:t>ريدلما</w:t>
      </w:r>
      <w:r>
        <w:rPr>
          <w:rFonts w:ascii="Arial" w:hAnsi="Arial" w:cs="Arial" w:eastAsia="Arial"/>
          <w:sz w:val="28"/>
          <w:szCs w:val="28"/>
          <w:color w:val="1F487C"/>
          <w:spacing w:val="-1"/>
          <w:w w:val="6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7"/>
          <w:b/>
          <w:bCs/>
        </w:rPr>
        <w:t>بئان</w:t>
      </w:r>
      <w:r>
        <w:rPr>
          <w:rFonts w:ascii="Arial" w:hAnsi="Arial" w:cs="Arial" w:eastAsia="Arial"/>
          <w:sz w:val="28"/>
          <w:szCs w:val="28"/>
          <w:color w:val="1F487C"/>
          <w:spacing w:val="17"/>
          <w:w w:val="6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7"/>
          <w:b/>
          <w:bCs/>
        </w:rPr>
        <w:t>،يملعلا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45"/>
          <w:w w:val="6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2"/>
          <w:b/>
          <w:bCs/>
        </w:rPr>
        <w:t>ماشه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2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32"/>
          <w:w w:val="72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2"/>
          <w:b/>
          <w:bCs/>
        </w:rPr>
        <w:t>ديسلا</w:t>
      </w:r>
      <w:r>
        <w:rPr>
          <w:rFonts w:ascii="Arial" w:hAnsi="Arial" w:cs="Arial" w:eastAsia="Arial"/>
          <w:sz w:val="28"/>
          <w:szCs w:val="28"/>
          <w:color w:val="1F487C"/>
          <w:spacing w:val="-9"/>
          <w:w w:val="72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9"/>
        </w:rPr>
        <w:t>:</w:t>
      </w:r>
      <w:r>
        <w:rPr>
          <w:rFonts w:ascii="Arial" w:hAnsi="Arial" w:cs="Arial" w:eastAsia="Arial"/>
          <w:sz w:val="28"/>
          <w:szCs w:val="28"/>
          <w:color w:val="1F487C"/>
          <w:spacing w:val="-21"/>
          <w:w w:val="89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9"/>
        </w:rPr>
        <w:t>ةسللجا</w:t>
      </w:r>
      <w:r>
        <w:rPr>
          <w:rFonts w:ascii="Arial" w:hAnsi="Arial" w:cs="Arial" w:eastAsia="Arial"/>
          <w:sz w:val="28"/>
          <w:szCs w:val="28"/>
          <w:color w:val="1F487C"/>
          <w:spacing w:val="-22"/>
          <w:w w:val="89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7"/>
        </w:rPr>
        <w:t>سيئر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240" w:lineRule="auto"/>
        <w:ind w:right="94"/>
        <w:jc w:val="righ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1F487C"/>
          <w:spacing w:val="0"/>
          <w:w w:val="75"/>
        </w:rPr>
        <w:t>:قيرفلا</w:t>
      </w:r>
      <w:r>
        <w:rPr>
          <w:rFonts w:ascii="Arial" w:hAnsi="Arial" w:cs="Arial" w:eastAsia="Arial"/>
          <w:sz w:val="28"/>
          <w:szCs w:val="28"/>
          <w:color w:val="1F487C"/>
          <w:spacing w:val="-12"/>
          <w:w w:val="75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92"/>
        </w:rPr>
        <w:t>ءاضعأ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4" w:after="0" w:line="243" w:lineRule="auto"/>
        <w:ind w:left="4113" w:right="661" w:firstLine="-234"/>
        <w:jc w:val="righ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1F487C"/>
          <w:spacing w:val="0"/>
          <w:w w:val="65"/>
          <w:b/>
          <w:bCs/>
        </w:rPr>
        <w:t>سنوت</w:t>
      </w:r>
      <w:r>
        <w:rPr>
          <w:rFonts w:ascii="Arial" w:hAnsi="Arial" w:cs="Arial" w:eastAsia="Arial"/>
          <w:sz w:val="28"/>
          <w:szCs w:val="28"/>
          <w:color w:val="1F487C"/>
          <w:spacing w:val="29"/>
          <w:w w:val="6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5"/>
          <w:b/>
          <w:bCs/>
        </w:rPr>
        <w:t>،ةيلالما</w:t>
      </w:r>
      <w:r>
        <w:rPr>
          <w:rFonts w:ascii="Arial" w:hAnsi="Arial" w:cs="Arial" w:eastAsia="Arial"/>
          <w:sz w:val="28"/>
          <w:szCs w:val="28"/>
          <w:color w:val="1F487C"/>
          <w:spacing w:val="-1"/>
          <w:w w:val="6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5"/>
          <w:b/>
          <w:bCs/>
        </w:rPr>
        <w:t>قارولأل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44"/>
          <w:w w:val="6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5"/>
          <w:b/>
          <w:bCs/>
        </w:rPr>
        <w:t>سنوت</w:t>
      </w:r>
      <w:r>
        <w:rPr>
          <w:rFonts w:ascii="Arial" w:hAnsi="Arial" w:cs="Arial" w:eastAsia="Arial"/>
          <w:sz w:val="28"/>
          <w:szCs w:val="28"/>
          <w:color w:val="1F487C"/>
          <w:spacing w:val="29"/>
          <w:w w:val="6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5"/>
          <w:b/>
          <w:bCs/>
        </w:rPr>
        <w:t>ةصروب</w:t>
      </w:r>
      <w:r>
        <w:rPr>
          <w:rFonts w:ascii="Arial" w:hAnsi="Arial" w:cs="Arial" w:eastAsia="Arial"/>
          <w:sz w:val="28"/>
          <w:szCs w:val="28"/>
          <w:color w:val="1F487C"/>
          <w:spacing w:val="32"/>
          <w:w w:val="6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5"/>
          <w:b/>
          <w:bCs/>
        </w:rPr>
        <w:t>سيئر</w:t>
      </w:r>
      <w:r>
        <w:rPr>
          <w:rFonts w:ascii="Arial" w:hAnsi="Arial" w:cs="Arial" w:eastAsia="Arial"/>
          <w:sz w:val="28"/>
          <w:szCs w:val="28"/>
          <w:color w:val="1F487C"/>
          <w:spacing w:val="7"/>
          <w:w w:val="6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5"/>
          <w:b/>
          <w:bCs/>
        </w:rPr>
        <w:t>،يفاكلا</w:t>
      </w:r>
      <w:r>
        <w:rPr>
          <w:rFonts w:ascii="Arial" w:hAnsi="Arial" w:cs="Arial" w:eastAsia="Arial"/>
          <w:sz w:val="28"/>
          <w:szCs w:val="28"/>
          <w:color w:val="1F487C"/>
          <w:spacing w:val="43"/>
          <w:w w:val="6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5"/>
          <w:b/>
          <w:bCs/>
        </w:rPr>
        <w:t>دبع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12"/>
          <w:w w:val="6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5"/>
          <w:b/>
          <w:bCs/>
        </w:rPr>
        <w:t>لضاف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5"/>
          <w:w w:val="6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7"/>
          <w:b/>
          <w:bCs/>
        </w:rPr>
        <w:t>-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</w:rPr>
        <w:t>ءاضيبلا</w:t>
      </w:r>
      <w:r>
        <w:rPr>
          <w:rFonts w:ascii="Arial" w:hAnsi="Arial" w:cs="Arial" w:eastAsia="Arial"/>
          <w:sz w:val="28"/>
          <w:szCs w:val="28"/>
          <w:color w:val="1F487C"/>
          <w:spacing w:val="6"/>
          <w:w w:val="6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رادلا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25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ةصروب</w:t>
      </w:r>
      <w:r>
        <w:rPr>
          <w:rFonts w:ascii="Arial" w:hAnsi="Arial" w:cs="Arial" w:eastAsia="Arial"/>
          <w:sz w:val="28"/>
          <w:szCs w:val="28"/>
          <w:color w:val="1F487C"/>
          <w:spacing w:val="-4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،ةيمنتلا</w:t>
      </w:r>
      <w:r>
        <w:rPr>
          <w:rFonts w:ascii="Arial" w:hAnsi="Arial" w:cs="Arial" w:eastAsia="Arial"/>
          <w:sz w:val="28"/>
          <w:szCs w:val="28"/>
          <w:color w:val="1F487C"/>
          <w:spacing w:val="14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7"/>
          <w:b/>
          <w:bCs/>
        </w:rPr>
        <w:t>ريدم</w:t>
      </w:r>
      <w:r>
        <w:rPr>
          <w:rFonts w:ascii="Arial" w:hAnsi="Arial" w:cs="Arial" w:eastAsia="Arial"/>
          <w:sz w:val="28"/>
          <w:szCs w:val="28"/>
          <w:color w:val="1F487C"/>
          <w:spacing w:val="-10"/>
          <w:w w:val="8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،فسوي</w:t>
      </w:r>
      <w:r>
        <w:rPr>
          <w:rFonts w:ascii="Arial" w:hAnsi="Arial" w:cs="Arial" w:eastAsia="Arial"/>
          <w:sz w:val="28"/>
          <w:szCs w:val="28"/>
          <w:color w:val="1F487C"/>
          <w:spacing w:val="4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نب</w:t>
      </w:r>
      <w:r>
        <w:rPr>
          <w:rFonts w:ascii="Arial" w:hAnsi="Arial" w:cs="Arial" w:eastAsia="Arial"/>
          <w:sz w:val="28"/>
          <w:szCs w:val="28"/>
          <w:color w:val="1F487C"/>
          <w:spacing w:val="-6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ردب</w:t>
      </w:r>
      <w:r>
        <w:rPr>
          <w:rFonts w:ascii="Arial" w:hAnsi="Arial" w:cs="Arial" w:eastAsia="Arial"/>
          <w:sz w:val="28"/>
          <w:szCs w:val="28"/>
          <w:color w:val="1F487C"/>
          <w:spacing w:val="8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  <w:b/>
          <w:bCs/>
        </w:rPr>
        <w:t>ديسلا</w:t>
      </w:r>
      <w:r>
        <w:rPr>
          <w:rFonts w:ascii="Arial" w:hAnsi="Arial" w:cs="Arial" w:eastAsia="Arial"/>
          <w:sz w:val="28"/>
          <w:szCs w:val="28"/>
          <w:color w:val="1F487C"/>
          <w:spacing w:val="26"/>
          <w:w w:val="6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7"/>
          <w:b/>
          <w:bCs/>
        </w:rPr>
        <w:t>-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7"/>
          <w:b/>
          <w:bCs/>
        </w:rPr>
        <w:t>رئازلجا</w:t>
      </w:r>
      <w:r>
        <w:rPr>
          <w:rFonts w:ascii="Arial" w:hAnsi="Arial" w:cs="Arial" w:eastAsia="Arial"/>
          <w:sz w:val="28"/>
          <w:szCs w:val="28"/>
          <w:color w:val="1F487C"/>
          <w:spacing w:val="-2"/>
          <w:w w:val="7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1"/>
          <w:b/>
          <w:bCs/>
        </w:rPr>
        <w:t>،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3"/>
        </w:rPr>
        <w:t>Humilis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3"/>
          <w:w w:val="100"/>
        </w:rPr>
        <w:t> 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0"/>
        </w:rPr>
        <w:t>Finance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20"/>
          <w:w w:val="100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</w:rPr>
        <w:t>سيئر</w:t>
      </w:r>
      <w:r>
        <w:rPr>
          <w:rFonts w:ascii="Arial" w:hAnsi="Arial" w:cs="Arial" w:eastAsia="Arial"/>
          <w:sz w:val="28"/>
          <w:szCs w:val="28"/>
          <w:color w:val="1F487C"/>
          <w:spacing w:val="-1"/>
          <w:w w:val="6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</w:rPr>
        <w:t>،رارك</w:t>
      </w:r>
      <w:r>
        <w:rPr>
          <w:rFonts w:ascii="Arial" w:hAnsi="Arial" w:cs="Arial" w:eastAsia="Arial"/>
          <w:sz w:val="28"/>
          <w:szCs w:val="28"/>
          <w:color w:val="1F487C"/>
          <w:spacing w:val="28"/>
          <w:w w:val="6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</w:rPr>
        <w:t>سييل</w:t>
      </w:r>
      <w:r>
        <w:rPr>
          <w:rFonts w:ascii="Arial" w:hAnsi="Arial" w:cs="Arial" w:eastAsia="Arial"/>
          <w:sz w:val="28"/>
          <w:szCs w:val="28"/>
          <w:color w:val="1F487C"/>
          <w:spacing w:val="6"/>
          <w:w w:val="6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</w:rPr>
        <w:t>ديسلا</w:t>
      </w:r>
      <w:r>
        <w:rPr>
          <w:rFonts w:ascii="Arial" w:hAnsi="Arial" w:cs="Arial" w:eastAsia="Arial"/>
          <w:sz w:val="28"/>
          <w:szCs w:val="28"/>
          <w:color w:val="1F487C"/>
          <w:spacing w:val="49"/>
          <w:w w:val="6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7"/>
          <w:b/>
          <w:bCs/>
        </w:rPr>
        <w:t>-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4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right="94"/>
        <w:jc w:val="right"/>
        <w:tabs>
          <w:tab w:pos="1400" w:val="left"/>
        </w:tabs>
        <w:rPr>
          <w:rFonts w:ascii="Minion Pro Cond" w:hAnsi="Minion Pro Cond" w:cs="Minion Pro Cond" w:eastAsia="Minion Pro Cond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1F487C"/>
          <w:w w:val="78"/>
          <w:b/>
          <w:bCs/>
        </w:rPr>
        <w:t>ةحارتسا</w:t>
      </w:r>
      <w:r>
        <w:rPr>
          <w:rFonts w:ascii="Arial" w:hAnsi="Arial" w:cs="Arial" w:eastAsia="Arial"/>
          <w:sz w:val="28"/>
          <w:szCs w:val="28"/>
          <w:color w:val="1F487C"/>
          <w:w w:val="100"/>
          <w:b/>
          <w:bCs/>
        </w:rPr>
        <w:tab/>
      </w:r>
      <w:r>
        <w:rPr>
          <w:rFonts w:ascii="Arial" w:hAnsi="Arial" w:cs="Arial" w:eastAsia="Arial"/>
          <w:sz w:val="28"/>
          <w:szCs w:val="28"/>
          <w:color w:val="1F487C"/>
          <w:w w:val="100"/>
          <w:b/>
          <w:bCs/>
        </w:rPr>
      </w:r>
      <w:r>
        <w:rPr>
          <w:rFonts w:ascii="Minion Pro Cond" w:hAnsi="Minion Pro Cond" w:cs="Minion Pro Cond" w:eastAsia="Minion Pro Cond"/>
          <w:sz w:val="28"/>
          <w:szCs w:val="28"/>
          <w:color w:val="1F487C"/>
          <w:w w:val="103"/>
        </w:rPr>
        <w:t>16</w:t>
      </w:r>
      <w:r>
        <w:rPr>
          <w:rFonts w:ascii="Arial" w:hAnsi="Arial" w:cs="Arial" w:eastAsia="Arial"/>
          <w:sz w:val="28"/>
          <w:szCs w:val="28"/>
          <w:color w:val="1F487C"/>
          <w:w w:val="72"/>
          <w:b/>
          <w:bCs/>
        </w:rPr>
        <w:t>: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w w:val="103"/>
        </w:rPr>
        <w:t>00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9"/>
          <w:w w:val="100"/>
        </w:rPr>
        <w:t> 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0"/>
        </w:rPr>
        <w:t>–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13"/>
          <w:w w:val="100"/>
        </w:rPr>
        <w:t> 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3"/>
        </w:rPr>
        <w:t>15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2"/>
          <w:b/>
          <w:bCs/>
        </w:rPr>
        <w:t>: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3"/>
        </w:rPr>
        <w:t>30</w:t>
      </w:r>
      <w:r>
        <w:rPr>
          <w:rFonts w:ascii="Minion Pro Cond" w:hAnsi="Minion Pro Cond" w:cs="Minion Pro Cond" w:eastAsia="Minion Pro Cond"/>
          <w:sz w:val="28"/>
          <w:szCs w:val="28"/>
          <w:color w:val="000000"/>
          <w:spacing w:val="0"/>
          <w:w w:val="100"/>
        </w:rPr>
      </w:r>
    </w:p>
    <w:p>
      <w:pPr>
        <w:spacing w:before="9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right="94"/>
        <w:jc w:val="right"/>
        <w:rPr>
          <w:rFonts w:ascii="Minion Pro Cond" w:hAnsi="Minion Pro Cond" w:cs="Minion Pro Cond" w:eastAsia="Minion Pro Cond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1F487C"/>
          <w:spacing w:val="0"/>
          <w:w w:val="72"/>
        </w:rPr>
        <w:t>يتلا</w:t>
      </w:r>
      <w:r>
        <w:rPr>
          <w:rFonts w:ascii="Arial" w:hAnsi="Arial" w:cs="Arial" w:eastAsia="Arial"/>
          <w:sz w:val="28"/>
          <w:szCs w:val="28"/>
          <w:color w:val="1F487C"/>
          <w:spacing w:val="16"/>
          <w:w w:val="72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</w:rPr>
        <w:t>زجاولحا</w:t>
      </w:r>
      <w:r>
        <w:rPr>
          <w:rFonts w:ascii="Arial" w:hAnsi="Arial" w:cs="Arial" w:eastAsia="Arial"/>
          <w:sz w:val="28"/>
          <w:szCs w:val="28"/>
          <w:color w:val="1F487C"/>
          <w:spacing w:val="-14"/>
          <w:w w:val="100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9"/>
        </w:rPr>
        <w:t>عفرل</w:t>
      </w:r>
      <w:r>
        <w:rPr>
          <w:rFonts w:ascii="Arial" w:hAnsi="Arial" w:cs="Arial" w:eastAsia="Arial"/>
          <w:sz w:val="28"/>
          <w:szCs w:val="28"/>
          <w:color w:val="1F487C"/>
          <w:spacing w:val="18"/>
          <w:w w:val="69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</w:rPr>
        <w:t>دودر</w:t>
      </w:r>
      <w:r>
        <w:rPr>
          <w:rFonts w:ascii="Arial" w:hAnsi="Arial" w:cs="Arial" w:eastAsia="Arial"/>
          <w:sz w:val="28"/>
          <w:szCs w:val="28"/>
          <w:color w:val="1F487C"/>
          <w:spacing w:val="-15"/>
          <w:w w:val="100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</w:rPr>
        <w:t>يأ</w:t>
      </w:r>
      <w:r>
        <w:rPr>
          <w:rFonts w:ascii="Arial" w:hAnsi="Arial" w:cs="Arial" w:eastAsia="Arial"/>
          <w:sz w:val="28"/>
          <w:szCs w:val="28"/>
          <w:color w:val="1F487C"/>
          <w:spacing w:val="-1"/>
          <w:w w:val="100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</w:rPr>
        <w:t>:</w:t>
      </w:r>
      <w:r>
        <w:rPr>
          <w:rFonts w:ascii="Arial" w:hAnsi="Arial" w:cs="Arial" w:eastAsia="Arial"/>
          <w:sz w:val="28"/>
          <w:szCs w:val="28"/>
          <w:color w:val="1F487C"/>
          <w:spacing w:val="-13"/>
          <w:w w:val="100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92"/>
        </w:rPr>
        <w:t>ةيمومعلا</w:t>
      </w:r>
      <w:r>
        <w:rPr>
          <w:rFonts w:ascii="Arial" w:hAnsi="Arial" w:cs="Arial" w:eastAsia="Arial"/>
          <w:sz w:val="28"/>
          <w:szCs w:val="28"/>
          <w:color w:val="1F487C"/>
          <w:spacing w:val="46"/>
          <w:w w:val="92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92"/>
        </w:rPr>
        <w:t>كانبلأا</w:t>
      </w:r>
      <w:r>
        <w:rPr>
          <w:rFonts w:ascii="Arial" w:hAnsi="Arial" w:cs="Arial" w:eastAsia="Arial"/>
          <w:sz w:val="28"/>
          <w:szCs w:val="28"/>
          <w:color w:val="1F487C"/>
          <w:spacing w:val="-8"/>
          <w:w w:val="92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92"/>
        </w:rPr>
        <w:t>،ةصالخا</w:t>
      </w:r>
      <w:r>
        <w:rPr>
          <w:rFonts w:ascii="Arial" w:hAnsi="Arial" w:cs="Arial" w:eastAsia="Arial"/>
          <w:sz w:val="28"/>
          <w:szCs w:val="28"/>
          <w:color w:val="1F487C"/>
          <w:spacing w:val="-9"/>
          <w:w w:val="92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92"/>
        </w:rPr>
        <w:t>كانبلأا</w:t>
      </w:r>
      <w:r>
        <w:rPr>
          <w:rFonts w:ascii="Arial" w:hAnsi="Arial" w:cs="Arial" w:eastAsia="Arial"/>
          <w:sz w:val="28"/>
          <w:szCs w:val="28"/>
          <w:color w:val="1F487C"/>
          <w:spacing w:val="-8"/>
          <w:w w:val="92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</w:rPr>
        <w:t>:</w:t>
      </w:r>
      <w:r>
        <w:rPr>
          <w:rFonts w:ascii="Arial" w:hAnsi="Arial" w:cs="Arial" w:eastAsia="Arial"/>
          <w:sz w:val="28"/>
          <w:szCs w:val="28"/>
          <w:color w:val="1F487C"/>
          <w:spacing w:val="-14"/>
          <w:w w:val="100"/>
        </w:rPr>
        <w:t> 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0"/>
        </w:rPr>
        <w:t>4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21"/>
          <w:w w:val="100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6"/>
        </w:rPr>
        <w:t>ءاربلخا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6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23"/>
          <w:w w:val="76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6"/>
        </w:rPr>
        <w:t>قيرف</w:t>
      </w:r>
      <w:r>
        <w:rPr>
          <w:rFonts w:ascii="Arial" w:hAnsi="Arial" w:cs="Arial" w:eastAsia="Arial"/>
          <w:sz w:val="28"/>
          <w:szCs w:val="28"/>
          <w:color w:val="1F487C"/>
          <w:spacing w:val="-8"/>
          <w:w w:val="76"/>
        </w:rPr>
        <w:t> 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0"/>
        </w:rPr>
        <w:t>17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</w:rPr>
        <w:t>: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0"/>
        </w:rPr>
        <w:t>30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29"/>
          <w:w w:val="100"/>
        </w:rPr>
        <w:t> 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0"/>
        </w:rPr>
        <w:t>–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21"/>
          <w:w w:val="100"/>
        </w:rPr>
        <w:t> 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3"/>
        </w:rPr>
        <w:t>16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91"/>
        </w:rPr>
        <w:t>: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3"/>
        </w:rPr>
        <w:t>00</w:t>
      </w:r>
      <w:r>
        <w:rPr>
          <w:rFonts w:ascii="Minion Pro Cond" w:hAnsi="Minion Pro Cond" w:cs="Minion Pro Cond" w:eastAsia="Minion Pro C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95" w:lineRule="exact"/>
        <w:ind w:right="94"/>
        <w:jc w:val="righ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</w:rPr>
        <w:t>؟</w:t>
      </w:r>
      <w:r>
        <w:rPr>
          <w:rFonts w:ascii="Arial" w:hAnsi="Arial" w:cs="Arial" w:eastAsia="Arial"/>
          <w:sz w:val="28"/>
          <w:szCs w:val="28"/>
          <w:color w:val="1F487C"/>
          <w:spacing w:val="-18"/>
          <w:w w:val="100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3"/>
        </w:rPr>
        <w:t>نيرمثتسلما</w:t>
      </w:r>
      <w:r>
        <w:rPr>
          <w:rFonts w:ascii="Arial" w:hAnsi="Arial" w:cs="Arial" w:eastAsia="Arial"/>
          <w:sz w:val="28"/>
          <w:szCs w:val="28"/>
          <w:color w:val="1F487C"/>
          <w:spacing w:val="-10"/>
          <w:w w:val="73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4"/>
        </w:rPr>
        <w:t>ضرتعت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4" w:after="0" w:line="240" w:lineRule="auto"/>
        <w:ind w:right="94"/>
        <w:jc w:val="righ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</w:rPr>
        <w:t>يلالما</w:t>
      </w:r>
      <w:r>
        <w:rPr>
          <w:rFonts w:ascii="Arial" w:hAnsi="Arial" w:cs="Arial" w:eastAsia="Arial"/>
          <w:sz w:val="28"/>
          <w:szCs w:val="28"/>
          <w:color w:val="1F487C"/>
          <w:spacing w:val="26"/>
          <w:w w:val="6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7"/>
          <w:b/>
          <w:bCs/>
        </w:rPr>
        <w:t>لماكتلا</w:t>
      </w:r>
      <w:r>
        <w:rPr>
          <w:rFonts w:ascii="Arial" w:hAnsi="Arial" w:cs="Arial" w:eastAsia="Arial"/>
          <w:sz w:val="28"/>
          <w:szCs w:val="28"/>
          <w:color w:val="1F487C"/>
          <w:spacing w:val="57"/>
          <w:w w:val="7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7"/>
          <w:b/>
          <w:bCs/>
        </w:rPr>
        <w:t>قافآ</w:t>
      </w:r>
      <w:r>
        <w:rPr>
          <w:rFonts w:ascii="Arial" w:hAnsi="Arial" w:cs="Arial" w:eastAsia="Arial"/>
          <w:sz w:val="28"/>
          <w:szCs w:val="28"/>
          <w:color w:val="1F487C"/>
          <w:spacing w:val="-13"/>
          <w:w w:val="7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7"/>
          <w:b/>
          <w:bCs/>
        </w:rPr>
        <w:t>اذكو</w:t>
      </w:r>
      <w:r>
        <w:rPr>
          <w:rFonts w:ascii="Arial" w:hAnsi="Arial" w:cs="Arial" w:eastAsia="Arial"/>
          <w:sz w:val="28"/>
          <w:szCs w:val="28"/>
          <w:color w:val="1F487C"/>
          <w:spacing w:val="48"/>
          <w:w w:val="7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8"/>
          <w:b/>
          <w:bCs/>
        </w:rPr>
        <w:t>،تاقوعلماو</w:t>
      </w:r>
      <w:r>
        <w:rPr>
          <w:rFonts w:ascii="Arial" w:hAnsi="Arial" w:cs="Arial" w:eastAsia="Arial"/>
          <w:sz w:val="28"/>
          <w:szCs w:val="28"/>
          <w:color w:val="1F487C"/>
          <w:spacing w:val="24"/>
          <w:w w:val="68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92"/>
          <w:b/>
          <w:bCs/>
        </w:rPr>
        <w:t>نهارلا</w:t>
      </w:r>
      <w:r>
        <w:rPr>
          <w:rFonts w:ascii="Arial" w:hAnsi="Arial" w:cs="Arial" w:eastAsia="Arial"/>
          <w:sz w:val="28"/>
          <w:szCs w:val="28"/>
          <w:color w:val="1F487C"/>
          <w:spacing w:val="5"/>
          <w:w w:val="92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1"/>
          <w:b/>
          <w:bCs/>
        </w:rPr>
        <w:t>عضولل</w:t>
      </w:r>
      <w:r>
        <w:rPr>
          <w:rFonts w:ascii="Arial" w:hAnsi="Arial" w:cs="Arial" w:eastAsia="Arial"/>
          <w:sz w:val="28"/>
          <w:szCs w:val="28"/>
          <w:color w:val="1F487C"/>
          <w:spacing w:val="23"/>
          <w:w w:val="71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1"/>
          <w:b/>
          <w:bCs/>
        </w:rPr>
        <w:t>مهتيؤر</w:t>
      </w:r>
      <w:r>
        <w:rPr>
          <w:rFonts w:ascii="Arial" w:hAnsi="Arial" w:cs="Arial" w:eastAsia="Arial"/>
          <w:sz w:val="28"/>
          <w:szCs w:val="28"/>
          <w:color w:val="1F487C"/>
          <w:spacing w:val="22"/>
          <w:w w:val="71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2"/>
          <w:b/>
          <w:bCs/>
        </w:rPr>
        <w:t>)ةيمومعلاو</w:t>
      </w:r>
      <w:r>
        <w:rPr>
          <w:rFonts w:ascii="Arial" w:hAnsi="Arial" w:cs="Arial" w:eastAsia="Arial"/>
          <w:sz w:val="28"/>
          <w:szCs w:val="28"/>
          <w:color w:val="1F487C"/>
          <w:spacing w:val="25"/>
          <w:w w:val="82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2"/>
          <w:b/>
          <w:bCs/>
        </w:rPr>
        <w:t>ةصالخا(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2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45"/>
          <w:w w:val="82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2"/>
          <w:b/>
          <w:bCs/>
        </w:rPr>
        <w:t>كانبلأا</w:t>
      </w:r>
      <w:r>
        <w:rPr>
          <w:rFonts w:ascii="Arial" w:hAnsi="Arial" w:cs="Arial" w:eastAsia="Arial"/>
          <w:sz w:val="28"/>
          <w:szCs w:val="28"/>
          <w:color w:val="1F487C"/>
          <w:spacing w:val="-11"/>
          <w:w w:val="82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نم</w:t>
      </w:r>
      <w:r>
        <w:rPr>
          <w:rFonts w:ascii="Arial" w:hAnsi="Arial" w:cs="Arial" w:eastAsia="Arial"/>
          <w:sz w:val="28"/>
          <w:szCs w:val="28"/>
          <w:color w:val="1F487C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7"/>
          <w:b/>
          <w:bCs/>
        </w:rPr>
        <w:t>نولوؤسلما</w:t>
      </w:r>
      <w:r>
        <w:rPr>
          <w:rFonts w:ascii="Arial" w:hAnsi="Arial" w:cs="Arial" w:eastAsia="Arial"/>
          <w:sz w:val="28"/>
          <w:szCs w:val="28"/>
          <w:color w:val="1F487C"/>
          <w:spacing w:val="25"/>
          <w:w w:val="6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2"/>
          <w:b/>
          <w:bCs/>
        </w:rPr>
        <w:t>ضرعيس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8" w:after="0" w:line="336" w:lineRule="exact"/>
        <w:ind w:left="66" w:right="92"/>
        <w:jc w:val="right"/>
        <w:rPr>
          <w:rFonts w:ascii="Arial" w:hAnsi="Arial" w:cs="Arial" w:eastAsia="Arial"/>
          <w:sz w:val="28"/>
          <w:szCs w:val="28"/>
        </w:rPr>
      </w:pPr>
      <w:rPr/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0"/>
        </w:rPr>
        <w:t>2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14"/>
          <w:w w:val="100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6"/>
          <w:b/>
          <w:bCs/>
        </w:rPr>
        <w:t>ءاربلخا</w:t>
      </w:r>
      <w:r>
        <w:rPr>
          <w:rFonts w:ascii="Arial" w:hAnsi="Arial" w:cs="Arial" w:eastAsia="Arial"/>
          <w:sz w:val="28"/>
          <w:szCs w:val="28"/>
          <w:color w:val="1F487C"/>
          <w:spacing w:val="6"/>
          <w:w w:val="7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2"/>
          <w:b/>
          <w:bCs/>
        </w:rPr>
        <w:t>قيرف</w:t>
      </w:r>
      <w:r>
        <w:rPr>
          <w:rFonts w:ascii="Arial" w:hAnsi="Arial" w:cs="Arial" w:eastAsia="Arial"/>
          <w:sz w:val="28"/>
          <w:szCs w:val="28"/>
          <w:color w:val="1F487C"/>
          <w:spacing w:val="17"/>
          <w:w w:val="62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</w:rPr>
        <w:t>نوكيس</w:t>
      </w:r>
      <w:r>
        <w:rPr>
          <w:rFonts w:ascii="Arial" w:hAnsi="Arial" w:cs="Arial" w:eastAsia="Arial"/>
          <w:sz w:val="28"/>
          <w:szCs w:val="28"/>
          <w:color w:val="1F487C"/>
          <w:spacing w:val="22"/>
          <w:w w:val="6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</w:rPr>
        <w:t>يتلا</w:t>
      </w:r>
      <w:r>
        <w:rPr>
          <w:rFonts w:ascii="Arial" w:hAnsi="Arial" w:cs="Arial" w:eastAsia="Arial"/>
          <w:sz w:val="28"/>
          <w:szCs w:val="28"/>
          <w:color w:val="1F487C"/>
          <w:spacing w:val="24"/>
          <w:w w:val="6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</w:rPr>
        <w:t>تلاؤاستلا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33"/>
          <w:w w:val="6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</w:rPr>
        <w:t>ىلع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13"/>
          <w:w w:val="6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</w:rPr>
        <w:t>درلا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23"/>
          <w:w w:val="6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</w:rPr>
        <w:t>ىلإ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6"/>
          <w:w w:val="6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</w:rPr>
        <w:t>،ةيلالما</w:t>
      </w:r>
      <w:r>
        <w:rPr>
          <w:rFonts w:ascii="Arial" w:hAnsi="Arial" w:cs="Arial" w:eastAsia="Arial"/>
          <w:sz w:val="28"/>
          <w:szCs w:val="28"/>
          <w:color w:val="1F487C"/>
          <w:spacing w:val="-3"/>
          <w:w w:val="6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</w:rPr>
        <w:t>قارولأا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49"/>
          <w:w w:val="6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</w:rPr>
        <w:t>قوس</w:t>
      </w:r>
      <w:r>
        <w:rPr>
          <w:rFonts w:ascii="Arial" w:hAnsi="Arial" w:cs="Arial" w:eastAsia="Arial"/>
          <w:sz w:val="28"/>
          <w:szCs w:val="28"/>
          <w:color w:val="1F487C"/>
          <w:spacing w:val="46"/>
          <w:w w:val="6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</w:rPr>
        <w:t>يينهم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47"/>
          <w:w w:val="6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</w:rPr>
        <w:t>رارغ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21"/>
          <w:w w:val="6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</w:rPr>
        <w:t>ىلع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13"/>
          <w:w w:val="6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</w:rPr>
        <w:t>،نوعديس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46"/>
          <w:w w:val="6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92"/>
          <w:b/>
          <w:bCs/>
        </w:rPr>
        <w:t>امك</w:t>
      </w:r>
      <w:r>
        <w:rPr>
          <w:rFonts w:ascii="Arial" w:hAnsi="Arial" w:cs="Arial" w:eastAsia="Arial"/>
          <w:sz w:val="28"/>
          <w:szCs w:val="28"/>
          <w:color w:val="1F487C"/>
          <w:spacing w:val="-7"/>
          <w:w w:val="92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4"/>
          <w:b/>
          <w:bCs/>
        </w:rPr>
        <w:t>.يبراغلما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4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7"/>
          <w:b/>
          <w:bCs/>
        </w:rPr>
        <w:t>زفلح</w:t>
      </w:r>
      <w:r>
        <w:rPr>
          <w:rFonts w:ascii="Arial" w:hAnsi="Arial" w:cs="Arial" w:eastAsia="Arial"/>
          <w:sz w:val="28"/>
          <w:szCs w:val="28"/>
          <w:color w:val="1F487C"/>
          <w:spacing w:val="-12"/>
          <w:w w:val="7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7"/>
          <w:b/>
          <w:bCs/>
        </w:rPr>
        <w:t>ةيلام</w:t>
      </w:r>
      <w:r>
        <w:rPr>
          <w:rFonts w:ascii="Arial" w:hAnsi="Arial" w:cs="Arial" w:eastAsia="Arial"/>
          <w:sz w:val="28"/>
          <w:szCs w:val="28"/>
          <w:color w:val="1F487C"/>
          <w:spacing w:val="35"/>
          <w:w w:val="7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تامدخ</w:t>
      </w:r>
      <w:r>
        <w:rPr>
          <w:rFonts w:ascii="Arial" w:hAnsi="Arial" w:cs="Arial" w:eastAsia="Arial"/>
          <w:sz w:val="28"/>
          <w:szCs w:val="28"/>
          <w:color w:val="1F487C"/>
          <w:spacing w:val="19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يأ</w:t>
      </w:r>
      <w:r>
        <w:rPr>
          <w:rFonts w:ascii="Arial" w:hAnsi="Arial" w:cs="Arial" w:eastAsia="Arial"/>
          <w:sz w:val="28"/>
          <w:szCs w:val="28"/>
          <w:color w:val="1F487C"/>
          <w:spacing w:val="33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؟</w:t>
      </w:r>
      <w:r>
        <w:rPr>
          <w:rFonts w:ascii="Arial" w:hAnsi="Arial" w:cs="Arial" w:eastAsia="Arial"/>
          <w:sz w:val="28"/>
          <w:szCs w:val="28"/>
          <w:color w:val="1F487C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2"/>
          <w:b/>
          <w:bCs/>
        </w:rPr>
        <w:t>يلالحا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2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26"/>
          <w:w w:val="72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2"/>
          <w:b/>
          <w:bCs/>
        </w:rPr>
        <w:t>قايسلا</w:t>
      </w:r>
      <w:r>
        <w:rPr>
          <w:rFonts w:ascii="Arial" w:hAnsi="Arial" w:cs="Arial" w:eastAsia="Arial"/>
          <w:sz w:val="28"/>
          <w:szCs w:val="28"/>
          <w:color w:val="1F487C"/>
          <w:spacing w:val="-6"/>
          <w:w w:val="72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راطإ</w:t>
      </w:r>
      <w:r>
        <w:rPr>
          <w:rFonts w:ascii="Arial" w:hAnsi="Arial" w:cs="Arial" w:eastAsia="Arial"/>
          <w:sz w:val="28"/>
          <w:szCs w:val="28"/>
          <w:color w:val="1F487C"/>
          <w:spacing w:val="-27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4"/>
          <w:b/>
          <w:bCs/>
        </w:rPr>
        <w:t>يف</w:t>
      </w:r>
      <w:r>
        <w:rPr>
          <w:rFonts w:ascii="Arial" w:hAnsi="Arial" w:cs="Arial" w:eastAsia="Arial"/>
          <w:sz w:val="28"/>
          <w:szCs w:val="28"/>
          <w:color w:val="1F487C"/>
          <w:spacing w:val="9"/>
          <w:w w:val="64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4"/>
          <w:b/>
          <w:bCs/>
        </w:rPr>
        <w:t>يكنبلا</w:t>
      </w:r>
      <w:r>
        <w:rPr>
          <w:rFonts w:ascii="Arial" w:hAnsi="Arial" w:cs="Arial" w:eastAsia="Arial"/>
          <w:sz w:val="28"/>
          <w:szCs w:val="28"/>
          <w:color w:val="1F487C"/>
          <w:spacing w:val="34"/>
          <w:w w:val="64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1"/>
          <w:b/>
          <w:bCs/>
        </w:rPr>
        <w:t>عاطقلا</w:t>
      </w:r>
      <w:r>
        <w:rPr>
          <w:rFonts w:ascii="Arial" w:hAnsi="Arial" w:cs="Arial" w:eastAsia="Arial"/>
          <w:sz w:val="28"/>
          <w:szCs w:val="28"/>
          <w:color w:val="1F487C"/>
          <w:spacing w:val="25"/>
          <w:w w:val="81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1"/>
          <w:b/>
          <w:bCs/>
        </w:rPr>
        <w:t>وينهم</w:t>
      </w:r>
      <w:r>
        <w:rPr>
          <w:rFonts w:ascii="Arial" w:hAnsi="Arial" w:cs="Arial" w:eastAsia="Arial"/>
          <w:sz w:val="28"/>
          <w:szCs w:val="28"/>
          <w:color w:val="1F487C"/>
          <w:spacing w:val="-16"/>
          <w:w w:val="81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2"/>
          <w:b/>
          <w:bCs/>
        </w:rPr>
        <w:t>ركفي</w:t>
      </w:r>
      <w:r>
        <w:rPr>
          <w:rFonts w:ascii="Arial" w:hAnsi="Arial" w:cs="Arial" w:eastAsia="Arial"/>
          <w:sz w:val="28"/>
          <w:szCs w:val="28"/>
          <w:color w:val="1F487C"/>
          <w:spacing w:val="19"/>
          <w:w w:val="62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8"/>
          <w:b/>
          <w:bCs/>
        </w:rPr>
        <w:t>نأ</w:t>
      </w:r>
      <w:r>
        <w:rPr>
          <w:rFonts w:ascii="Arial" w:hAnsi="Arial" w:cs="Arial" w:eastAsia="Arial"/>
          <w:sz w:val="28"/>
          <w:szCs w:val="28"/>
          <w:color w:val="1F487C"/>
          <w:spacing w:val="23"/>
          <w:w w:val="78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8"/>
          <w:b/>
          <w:bCs/>
        </w:rPr>
        <w:t>نكيم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8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8"/>
          <w:b/>
          <w:bCs/>
        </w:rPr>
        <w:t>تاكارش</w:t>
      </w:r>
      <w:r>
        <w:rPr>
          <w:rFonts w:ascii="Arial" w:hAnsi="Arial" w:cs="Arial" w:eastAsia="Arial"/>
          <w:sz w:val="28"/>
          <w:szCs w:val="28"/>
          <w:color w:val="1F487C"/>
          <w:spacing w:val="-10"/>
          <w:w w:val="78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8"/>
          <w:b/>
          <w:bCs/>
        </w:rPr>
        <w:t>يأ</w:t>
      </w:r>
      <w:r>
        <w:rPr>
          <w:rFonts w:ascii="Arial" w:hAnsi="Arial" w:cs="Arial" w:eastAsia="Arial"/>
          <w:sz w:val="28"/>
          <w:szCs w:val="28"/>
          <w:color w:val="1F487C"/>
          <w:spacing w:val="38"/>
          <w:w w:val="78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2"/>
          <w:b/>
          <w:bCs/>
        </w:rPr>
        <w:t>يف</w:t>
      </w:r>
      <w:r>
        <w:rPr>
          <w:rFonts w:ascii="Arial" w:hAnsi="Arial" w:cs="Arial" w:eastAsia="Arial"/>
          <w:sz w:val="28"/>
          <w:szCs w:val="28"/>
          <w:color w:val="1F487C"/>
          <w:spacing w:val="19"/>
          <w:w w:val="62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4"/>
          <w:b/>
          <w:bCs/>
        </w:rPr>
        <w:t>.اهراثأ</w:t>
      </w:r>
      <w:r>
        <w:rPr>
          <w:rFonts w:ascii="Arial" w:hAnsi="Arial" w:cs="Arial" w:eastAsia="Arial"/>
          <w:sz w:val="28"/>
          <w:szCs w:val="28"/>
          <w:color w:val="1F487C"/>
          <w:spacing w:val="8"/>
          <w:w w:val="84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4"/>
          <w:b/>
          <w:bCs/>
        </w:rPr>
        <w:t>دق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6" w:after="0" w:line="500" w:lineRule="auto"/>
        <w:ind w:left="2026" w:right="94" w:firstLine="5506"/>
        <w:jc w:val="righ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>؟</w:t>
      </w:r>
      <w:r>
        <w:rPr>
          <w:rFonts w:ascii="Arial" w:hAnsi="Arial" w:cs="Arial" w:eastAsia="Arial"/>
          <w:sz w:val="28"/>
          <w:szCs w:val="28"/>
          <w:color w:val="1F487C"/>
          <w:spacing w:val="-17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4"/>
          <w:b/>
          <w:bCs/>
        </w:rPr>
        <w:t>ميلقلإا</w:t>
      </w:r>
      <w:r>
        <w:rPr>
          <w:rFonts w:ascii="Arial" w:hAnsi="Arial" w:cs="Arial" w:eastAsia="Arial"/>
          <w:sz w:val="28"/>
          <w:szCs w:val="28"/>
          <w:color w:val="1F487C"/>
          <w:spacing w:val="-8"/>
          <w:w w:val="74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4"/>
          <w:b/>
          <w:bCs/>
        </w:rPr>
        <w:t>لود</w:t>
      </w:r>
      <w:r>
        <w:rPr>
          <w:rFonts w:ascii="Arial" w:hAnsi="Arial" w:cs="Arial" w:eastAsia="Arial"/>
          <w:sz w:val="28"/>
          <w:szCs w:val="28"/>
          <w:color w:val="1F487C"/>
          <w:spacing w:val="56"/>
          <w:w w:val="74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55"/>
          <w:b/>
          <w:bCs/>
        </w:rPr>
        <w:t>ينب</w:t>
      </w:r>
      <w:r>
        <w:rPr>
          <w:rFonts w:ascii="Arial" w:hAnsi="Arial" w:cs="Arial" w:eastAsia="Arial"/>
          <w:sz w:val="28"/>
          <w:szCs w:val="28"/>
          <w:color w:val="1F487C"/>
          <w:spacing w:val="15"/>
          <w:w w:val="5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8"/>
          <w:b/>
          <w:bCs/>
        </w:rPr>
        <w:t>ةراجتلا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8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5"/>
          <w:b/>
          <w:bCs/>
        </w:rPr>
        <w:t>سنوت</w:t>
      </w:r>
      <w:r>
        <w:rPr>
          <w:rFonts w:ascii="Arial" w:hAnsi="Arial" w:cs="Arial" w:eastAsia="Arial"/>
          <w:sz w:val="28"/>
          <w:szCs w:val="28"/>
          <w:color w:val="1F487C"/>
          <w:spacing w:val="29"/>
          <w:w w:val="6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5"/>
          <w:b/>
          <w:bCs/>
        </w:rPr>
        <w:t>،ةيلالما</w:t>
      </w:r>
      <w:r>
        <w:rPr>
          <w:rFonts w:ascii="Arial" w:hAnsi="Arial" w:cs="Arial" w:eastAsia="Arial"/>
          <w:sz w:val="28"/>
          <w:szCs w:val="28"/>
          <w:color w:val="1F487C"/>
          <w:spacing w:val="-1"/>
          <w:w w:val="6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5"/>
          <w:b/>
          <w:bCs/>
        </w:rPr>
        <w:t>قارولأل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44"/>
          <w:w w:val="6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5"/>
          <w:b/>
          <w:bCs/>
        </w:rPr>
        <w:t>سنوت</w:t>
      </w:r>
      <w:r>
        <w:rPr>
          <w:rFonts w:ascii="Arial" w:hAnsi="Arial" w:cs="Arial" w:eastAsia="Arial"/>
          <w:sz w:val="28"/>
          <w:szCs w:val="28"/>
          <w:color w:val="1F487C"/>
          <w:spacing w:val="29"/>
          <w:w w:val="6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5"/>
          <w:b/>
          <w:bCs/>
        </w:rPr>
        <w:t>ةصروب</w:t>
      </w:r>
      <w:r>
        <w:rPr>
          <w:rFonts w:ascii="Arial" w:hAnsi="Arial" w:cs="Arial" w:eastAsia="Arial"/>
          <w:sz w:val="28"/>
          <w:szCs w:val="28"/>
          <w:color w:val="1F487C"/>
          <w:spacing w:val="32"/>
          <w:w w:val="6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4"/>
          <w:b/>
          <w:bCs/>
        </w:rPr>
        <w:t>ةرادإ</w:t>
      </w:r>
      <w:r>
        <w:rPr>
          <w:rFonts w:ascii="Arial" w:hAnsi="Arial" w:cs="Arial" w:eastAsia="Arial"/>
          <w:sz w:val="28"/>
          <w:szCs w:val="28"/>
          <w:color w:val="1F487C"/>
          <w:spacing w:val="-16"/>
          <w:w w:val="84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4"/>
          <w:b/>
          <w:bCs/>
        </w:rPr>
        <w:t>سلجم</w:t>
      </w:r>
      <w:r>
        <w:rPr>
          <w:rFonts w:ascii="Arial" w:hAnsi="Arial" w:cs="Arial" w:eastAsia="Arial"/>
          <w:sz w:val="28"/>
          <w:szCs w:val="28"/>
          <w:color w:val="1F487C"/>
          <w:spacing w:val="63"/>
          <w:w w:val="84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</w:rPr>
        <w:t>سيئر</w:t>
      </w:r>
      <w:r>
        <w:rPr>
          <w:rFonts w:ascii="Arial" w:hAnsi="Arial" w:cs="Arial" w:eastAsia="Arial"/>
          <w:sz w:val="28"/>
          <w:szCs w:val="28"/>
          <w:color w:val="1F487C"/>
          <w:spacing w:val="-1"/>
          <w:w w:val="6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</w:rPr>
        <w:t>،يفاكلا</w:t>
      </w:r>
      <w:r>
        <w:rPr>
          <w:rFonts w:ascii="Arial" w:hAnsi="Arial" w:cs="Arial" w:eastAsia="Arial"/>
          <w:sz w:val="28"/>
          <w:szCs w:val="28"/>
          <w:color w:val="1F487C"/>
          <w:spacing w:val="33"/>
          <w:w w:val="6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</w:rPr>
        <w:t>دبع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7"/>
          <w:w w:val="6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6"/>
          <w:b/>
          <w:bCs/>
        </w:rPr>
        <w:t>لضاف</w:t>
      </w:r>
      <w:r>
        <w:rPr>
          <w:rFonts w:ascii="Arial" w:hAnsi="Arial" w:cs="Arial" w:eastAsia="Arial"/>
          <w:sz w:val="28"/>
          <w:szCs w:val="28"/>
          <w:color w:val="1F487C"/>
          <w:spacing w:val="37"/>
          <w:w w:val="6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9"/>
        </w:rPr>
        <w:t>:</w:t>
      </w:r>
      <w:r>
        <w:rPr>
          <w:rFonts w:ascii="Arial" w:hAnsi="Arial" w:cs="Arial" w:eastAsia="Arial"/>
          <w:sz w:val="28"/>
          <w:szCs w:val="28"/>
          <w:color w:val="1F487C"/>
          <w:spacing w:val="-21"/>
          <w:w w:val="89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9"/>
        </w:rPr>
        <w:t>ةسللجا</w:t>
      </w:r>
      <w:r>
        <w:rPr>
          <w:rFonts w:ascii="Arial" w:hAnsi="Arial" w:cs="Arial" w:eastAsia="Arial"/>
          <w:sz w:val="28"/>
          <w:szCs w:val="28"/>
          <w:color w:val="1F487C"/>
          <w:spacing w:val="-22"/>
          <w:w w:val="89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7"/>
        </w:rPr>
        <w:t>سيئر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250" w:lineRule="auto"/>
        <w:ind w:left="2515" w:right="94" w:firstLine="5765"/>
        <w:jc w:val="righ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1F487C"/>
          <w:spacing w:val="0"/>
          <w:w w:val="75"/>
        </w:rPr>
        <w:t>:قيرفلا</w:t>
      </w:r>
      <w:r>
        <w:rPr>
          <w:rFonts w:ascii="Arial" w:hAnsi="Arial" w:cs="Arial" w:eastAsia="Arial"/>
          <w:sz w:val="28"/>
          <w:szCs w:val="28"/>
          <w:color w:val="1F487C"/>
          <w:spacing w:val="-12"/>
          <w:w w:val="75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92"/>
        </w:rPr>
        <w:t>ءاضعأ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92"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1"/>
          <w:b/>
          <w:bCs/>
        </w:rPr>
        <w:t>سنوت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1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13"/>
          <w:w w:val="61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1"/>
          <w:b/>
          <w:bCs/>
        </w:rPr>
        <w:t>،ةيفرصلما</w:t>
      </w:r>
      <w:r>
        <w:rPr>
          <w:rFonts w:ascii="Arial" w:hAnsi="Arial" w:cs="Arial" w:eastAsia="Arial"/>
          <w:sz w:val="28"/>
          <w:szCs w:val="28"/>
          <w:color w:val="1F487C"/>
          <w:spacing w:val="10"/>
          <w:w w:val="61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1"/>
          <w:b/>
          <w:bCs/>
        </w:rPr>
        <w:t>ةيبرعلا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1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18"/>
          <w:w w:val="61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1"/>
          <w:b/>
          <w:bCs/>
        </w:rPr>
        <w:t>ةسسؤلما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1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3"/>
          <w:w w:val="61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1"/>
          <w:b/>
          <w:bCs/>
        </w:rPr>
        <w:t>كنبل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1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42"/>
          <w:w w:val="61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4"/>
          <w:b/>
          <w:bCs/>
        </w:rPr>
        <w:t>يرادلإا</w:t>
      </w:r>
      <w:r>
        <w:rPr>
          <w:rFonts w:ascii="Arial" w:hAnsi="Arial" w:cs="Arial" w:eastAsia="Arial"/>
          <w:sz w:val="28"/>
          <w:szCs w:val="28"/>
          <w:color w:val="1F487C"/>
          <w:spacing w:val="-8"/>
          <w:w w:val="84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8"/>
          <w:b/>
          <w:bCs/>
        </w:rPr>
        <w:t>ريدلماو</w:t>
      </w:r>
      <w:r>
        <w:rPr>
          <w:rFonts w:ascii="Arial" w:hAnsi="Arial" w:cs="Arial" w:eastAsia="Arial"/>
          <w:sz w:val="28"/>
          <w:szCs w:val="28"/>
          <w:color w:val="1F487C"/>
          <w:spacing w:val="-3"/>
          <w:w w:val="68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8"/>
          <w:b/>
          <w:bCs/>
        </w:rPr>
        <w:t>يذيفنتلا</w:t>
      </w:r>
      <w:r>
        <w:rPr>
          <w:rFonts w:ascii="Arial" w:hAnsi="Arial" w:cs="Arial" w:eastAsia="Arial"/>
          <w:sz w:val="28"/>
          <w:szCs w:val="28"/>
          <w:color w:val="1F487C"/>
          <w:spacing w:val="5"/>
          <w:w w:val="68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8"/>
          <w:b/>
          <w:bCs/>
        </w:rPr>
        <w:t>سيئرلا</w:t>
      </w:r>
      <w:r>
        <w:rPr>
          <w:rFonts w:ascii="Arial" w:hAnsi="Arial" w:cs="Arial" w:eastAsia="Arial"/>
          <w:sz w:val="28"/>
          <w:szCs w:val="28"/>
          <w:color w:val="1F487C"/>
          <w:spacing w:val="14"/>
          <w:w w:val="68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8"/>
          <w:b/>
          <w:bCs/>
        </w:rPr>
        <w:t>،يلوك</w:t>
      </w:r>
      <w:r>
        <w:rPr>
          <w:rFonts w:ascii="Arial" w:hAnsi="Arial" w:cs="Arial" w:eastAsia="Arial"/>
          <w:sz w:val="28"/>
          <w:szCs w:val="28"/>
          <w:color w:val="1F487C"/>
          <w:spacing w:val="18"/>
          <w:w w:val="68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8"/>
          <w:b/>
          <w:bCs/>
        </w:rPr>
        <w:t>يلع</w:t>
      </w:r>
      <w:r>
        <w:rPr>
          <w:rFonts w:ascii="Arial" w:hAnsi="Arial" w:cs="Arial" w:eastAsia="Arial"/>
          <w:sz w:val="28"/>
          <w:szCs w:val="28"/>
          <w:color w:val="1F487C"/>
          <w:spacing w:val="42"/>
          <w:w w:val="68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7"/>
          <w:b/>
          <w:bCs/>
        </w:rPr>
        <w:t>-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4"/>
          <w:b/>
          <w:bCs/>
        </w:rPr>
        <w:t>ايناتيروم</w:t>
      </w:r>
      <w:r>
        <w:rPr>
          <w:rFonts w:ascii="Arial" w:hAnsi="Arial" w:cs="Arial" w:eastAsia="Arial"/>
          <w:sz w:val="28"/>
          <w:szCs w:val="28"/>
          <w:color w:val="1F487C"/>
          <w:spacing w:val="43"/>
          <w:w w:val="64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4"/>
          <w:b/>
          <w:bCs/>
        </w:rPr>
        <w:t>،يبعشلا</w:t>
      </w:r>
      <w:r>
        <w:rPr>
          <w:rFonts w:ascii="Arial" w:hAnsi="Arial" w:cs="Arial" w:eastAsia="Arial"/>
          <w:sz w:val="28"/>
          <w:szCs w:val="28"/>
          <w:color w:val="1F487C"/>
          <w:spacing w:val="29"/>
          <w:w w:val="64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4"/>
          <w:b/>
          <w:bCs/>
        </w:rPr>
        <w:t>كنبلا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4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39"/>
          <w:w w:val="64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4"/>
          <w:b/>
          <w:bCs/>
        </w:rPr>
        <w:t>،يذيفنتلا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4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9"/>
          <w:w w:val="64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4"/>
          <w:b/>
          <w:bCs/>
        </w:rPr>
        <w:t>ريدلما</w:t>
      </w:r>
      <w:r>
        <w:rPr>
          <w:rFonts w:ascii="Arial" w:hAnsi="Arial" w:cs="Arial" w:eastAsia="Arial"/>
          <w:sz w:val="28"/>
          <w:szCs w:val="28"/>
          <w:color w:val="1F487C"/>
          <w:spacing w:val="22"/>
          <w:w w:val="64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4"/>
          <w:b/>
          <w:bCs/>
        </w:rPr>
        <w:t>،هاباب</w:t>
      </w:r>
      <w:r>
        <w:rPr>
          <w:rFonts w:ascii="Arial" w:hAnsi="Arial" w:cs="Arial" w:eastAsia="Arial"/>
          <w:sz w:val="28"/>
          <w:szCs w:val="28"/>
          <w:color w:val="1F487C"/>
          <w:spacing w:val="1"/>
          <w:w w:val="64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4"/>
          <w:b/>
          <w:bCs/>
        </w:rPr>
        <w:t>يبا</w:t>
      </w:r>
      <w:r>
        <w:rPr>
          <w:rFonts w:ascii="Arial" w:hAnsi="Arial" w:cs="Arial" w:eastAsia="Arial"/>
          <w:sz w:val="28"/>
          <w:szCs w:val="28"/>
          <w:color w:val="1F487C"/>
          <w:spacing w:val="16"/>
          <w:w w:val="64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4"/>
          <w:b/>
          <w:bCs/>
        </w:rPr>
        <w:t>ديسلا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4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15"/>
          <w:w w:val="64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7"/>
          <w:b/>
          <w:bCs/>
        </w:rPr>
        <w:t>-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40" w:lineRule="auto"/>
        <w:ind w:right="94"/>
        <w:jc w:val="righ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1F487C"/>
          <w:spacing w:val="0"/>
          <w:w w:val="61"/>
          <w:b/>
          <w:bCs/>
        </w:rPr>
        <w:t>ةيبراغلما</w:t>
      </w:r>
      <w:r>
        <w:rPr>
          <w:rFonts w:ascii="Arial" w:hAnsi="Arial" w:cs="Arial" w:eastAsia="Arial"/>
          <w:sz w:val="28"/>
          <w:szCs w:val="28"/>
          <w:color w:val="1F487C"/>
          <w:spacing w:val="10"/>
          <w:w w:val="61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0"/>
          <w:b/>
          <w:bCs/>
        </w:rPr>
        <w:t>كانبلأا</w:t>
      </w:r>
      <w:r>
        <w:rPr>
          <w:rFonts w:ascii="Arial" w:hAnsi="Arial" w:cs="Arial" w:eastAsia="Arial"/>
          <w:sz w:val="28"/>
          <w:szCs w:val="28"/>
          <w:color w:val="1F487C"/>
          <w:spacing w:val="-12"/>
          <w:w w:val="8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0"/>
          <w:b/>
          <w:bCs/>
        </w:rPr>
        <w:t>داتحا</w:t>
      </w:r>
      <w:r>
        <w:rPr>
          <w:rFonts w:ascii="Arial" w:hAnsi="Arial" w:cs="Arial" w:eastAsia="Arial"/>
          <w:sz w:val="28"/>
          <w:szCs w:val="28"/>
          <w:color w:val="1F487C"/>
          <w:spacing w:val="7"/>
          <w:w w:val="8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80"/>
          <w:b/>
          <w:bCs/>
        </w:rPr>
        <w:t>،معلا</w:t>
      </w:r>
      <w:r>
        <w:rPr>
          <w:rFonts w:ascii="Arial" w:hAnsi="Arial" w:cs="Arial" w:eastAsia="Arial"/>
          <w:sz w:val="28"/>
          <w:szCs w:val="28"/>
          <w:color w:val="1F487C"/>
          <w:spacing w:val="-4"/>
          <w:w w:val="8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7"/>
          <w:b/>
          <w:bCs/>
        </w:rPr>
        <w:t>ريدلما</w:t>
      </w:r>
      <w:r>
        <w:rPr>
          <w:rFonts w:ascii="Arial" w:hAnsi="Arial" w:cs="Arial" w:eastAsia="Arial"/>
          <w:sz w:val="28"/>
          <w:szCs w:val="28"/>
          <w:color w:val="1F487C"/>
          <w:spacing w:val="-1"/>
          <w:w w:val="6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7"/>
          <w:b/>
          <w:bCs/>
        </w:rPr>
        <w:t>،سراف</w:t>
      </w:r>
      <w:r>
        <w:rPr>
          <w:rFonts w:ascii="Arial" w:hAnsi="Arial" w:cs="Arial" w:eastAsia="Arial"/>
          <w:sz w:val="28"/>
          <w:szCs w:val="28"/>
          <w:color w:val="1F487C"/>
          <w:spacing w:val="28"/>
          <w:w w:val="6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7"/>
          <w:b/>
          <w:bCs/>
        </w:rPr>
        <w:t>سيردا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17"/>
          <w:w w:val="6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7"/>
          <w:b/>
          <w:bCs/>
        </w:rPr>
        <w:t>ديسلا</w:t>
      </w:r>
      <w:r>
        <w:rPr>
          <w:rFonts w:ascii="Arial" w:hAnsi="Arial" w:cs="Arial" w:eastAsia="Arial"/>
          <w:sz w:val="28"/>
          <w:szCs w:val="28"/>
          <w:color w:val="1F487C"/>
          <w:spacing w:val="41"/>
          <w:w w:val="67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7"/>
          <w:b/>
          <w:bCs/>
        </w:rPr>
        <w:t>-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0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94"/>
        <w:jc w:val="right"/>
        <w:tabs>
          <w:tab w:pos="3520" w:val="left"/>
        </w:tabs>
        <w:rPr>
          <w:rFonts w:ascii="Minion Pro Cond" w:hAnsi="Minion Pro Cond" w:cs="Minion Pro Cond" w:eastAsia="Minion Pro Cond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1F487C"/>
          <w:spacing w:val="0"/>
          <w:w w:val="76"/>
          <w:b/>
          <w:bCs/>
        </w:rPr>
        <w:t>عامتجلاا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18"/>
          <w:w w:val="7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6"/>
          <w:b/>
          <w:bCs/>
        </w:rPr>
        <w:t>لاغشأ</w:t>
      </w:r>
      <w:r>
        <w:rPr>
          <w:rFonts w:ascii="Arial" w:hAnsi="Arial" w:cs="Arial" w:eastAsia="Arial"/>
          <w:sz w:val="28"/>
          <w:szCs w:val="28"/>
          <w:color w:val="1F487C"/>
          <w:spacing w:val="31"/>
          <w:w w:val="7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6"/>
          <w:b/>
          <w:bCs/>
        </w:rPr>
        <w:t>ماتتخاو</w:t>
      </w:r>
      <w:r>
        <w:rPr>
          <w:rFonts w:ascii="Arial" w:hAnsi="Arial" w:cs="Arial" w:eastAsia="Arial"/>
          <w:sz w:val="28"/>
          <w:szCs w:val="28"/>
          <w:color w:val="1F487C"/>
          <w:spacing w:val="-4"/>
          <w:w w:val="7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8"/>
          <w:b/>
          <w:bCs/>
        </w:rPr>
        <w:t>ةـــصلاخ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100"/>
          <w:b/>
          <w:bCs/>
        </w:rPr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3"/>
        </w:rPr>
        <w:t>18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2"/>
          <w:b/>
          <w:bCs/>
        </w:rPr>
        <w:t>: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3"/>
        </w:rPr>
        <w:t>00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9"/>
          <w:w w:val="100"/>
        </w:rPr>
        <w:t> 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0"/>
        </w:rPr>
        <w:t>–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13"/>
          <w:w w:val="100"/>
        </w:rPr>
        <w:t> 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3"/>
        </w:rPr>
        <w:t>17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2"/>
          <w:b/>
          <w:bCs/>
        </w:rPr>
        <w:t>:</w:t>
      </w:r>
      <w:r>
        <w:rPr>
          <w:rFonts w:ascii="Minion Pro Cond" w:hAnsi="Minion Pro Cond" w:cs="Minion Pro Cond" w:eastAsia="Minion Pro Cond"/>
          <w:sz w:val="28"/>
          <w:szCs w:val="28"/>
          <w:color w:val="1F487C"/>
          <w:spacing w:val="0"/>
          <w:w w:val="103"/>
        </w:rPr>
        <w:t>30</w:t>
      </w:r>
      <w:r>
        <w:rPr>
          <w:rFonts w:ascii="Minion Pro Cond" w:hAnsi="Minion Pro Cond" w:cs="Minion Pro Cond" w:eastAsia="Minion Pro C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95" w:lineRule="exact"/>
        <w:ind w:right="94"/>
        <w:jc w:val="righ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1F487C"/>
          <w:spacing w:val="0"/>
          <w:w w:val="63"/>
          <w:b/>
          <w:bCs/>
        </w:rPr>
        <w:t>يبراغلما</w:t>
      </w:r>
      <w:r>
        <w:rPr>
          <w:rFonts w:ascii="Arial" w:hAnsi="Arial" w:cs="Arial" w:eastAsia="Arial"/>
          <w:sz w:val="28"/>
          <w:szCs w:val="28"/>
          <w:color w:val="1F487C"/>
          <w:spacing w:val="9"/>
          <w:w w:val="63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5"/>
          <w:b/>
          <w:bCs/>
        </w:rPr>
        <w:t>يداصتقلاا</w:t>
      </w:r>
      <w:r>
        <w:rPr>
          <w:rFonts w:ascii="Arial" w:hAnsi="Arial" w:cs="Arial" w:eastAsia="Arial"/>
          <w:sz w:val="28"/>
          <w:szCs w:val="28"/>
          <w:color w:val="1F487C"/>
          <w:spacing w:val="-1"/>
          <w:w w:val="7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5"/>
          <w:b/>
          <w:bCs/>
        </w:rPr>
        <w:t>ىدتنملل</w:t>
      </w:r>
      <w:r>
        <w:rPr>
          <w:rFonts w:ascii="Arial" w:hAnsi="Arial" w:cs="Arial" w:eastAsia="Arial"/>
          <w:sz w:val="28"/>
          <w:szCs w:val="28"/>
          <w:color w:val="1F487C"/>
          <w:spacing w:val="19"/>
          <w:w w:val="7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5"/>
          <w:b/>
          <w:bCs/>
        </w:rPr>
        <w:t>ةيذيفنتلا</w:t>
      </w:r>
      <w:r>
        <w:rPr>
          <w:rFonts w:ascii="Arial" w:hAnsi="Arial" w:cs="Arial" w:eastAsia="Arial"/>
          <w:sz w:val="28"/>
          <w:szCs w:val="28"/>
          <w:color w:val="1F487C"/>
          <w:spacing w:val="7"/>
          <w:w w:val="6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65"/>
          <w:b/>
          <w:bCs/>
        </w:rPr>
        <w:t>ةريدلما</w:t>
      </w:r>
      <w:r>
        <w:rPr>
          <w:rFonts w:ascii="Arial" w:hAnsi="Arial" w:cs="Arial" w:eastAsia="Arial"/>
          <w:sz w:val="28"/>
          <w:szCs w:val="28"/>
          <w:color w:val="1F487C"/>
          <w:spacing w:val="31"/>
          <w:w w:val="65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92"/>
          <w:b/>
          <w:bCs/>
        </w:rPr>
        <w:t>،ةجوخ</w:t>
      </w:r>
      <w:r>
        <w:rPr>
          <w:rFonts w:ascii="Arial" w:hAnsi="Arial" w:cs="Arial" w:eastAsia="Arial"/>
          <w:sz w:val="28"/>
          <w:szCs w:val="28"/>
          <w:color w:val="1F487C"/>
          <w:spacing w:val="-14"/>
          <w:w w:val="92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1"/>
          <w:b/>
          <w:bCs/>
        </w:rPr>
        <w:t>يواروب</w:t>
      </w:r>
      <w:r>
        <w:rPr>
          <w:rFonts w:ascii="Arial" w:hAnsi="Arial" w:cs="Arial" w:eastAsia="Arial"/>
          <w:sz w:val="28"/>
          <w:szCs w:val="28"/>
          <w:color w:val="1F487C"/>
          <w:spacing w:val="3"/>
          <w:w w:val="71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3"/>
          <w:b/>
          <w:bCs/>
        </w:rPr>
        <w:t>ءامسأ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3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17"/>
          <w:w w:val="73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F487C"/>
          <w:spacing w:val="0"/>
          <w:w w:val="73"/>
          <w:b/>
          <w:bCs/>
        </w:rPr>
        <w:t>ةديسلا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jc w:val="right"/>
        <w:spacing w:after="0"/>
        <w:sectPr>
          <w:pgSz w:w="11920" w:h="16840"/>
          <w:pgMar w:top="1560" w:bottom="280" w:left="1020" w:right="1020"/>
        </w:sectPr>
      </w:pPr>
      <w:rPr/>
    </w:p>
    <w:p>
      <w:pPr>
        <w:spacing w:before="2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68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149.491260pt;height:103.05pt;mso-position-horizontal-relative:char;mso-position-vertical-relative:line" type="#_x0000_t75">
            <v:imagedata r:id="rId16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72" w:lineRule="exact"/>
        <w:ind w:left="2753" w:right="2732"/>
        <w:jc w:val="center"/>
        <w:rPr>
          <w:rFonts w:ascii="Arial" w:hAnsi="Arial" w:cs="Arial" w:eastAsia="Arial"/>
          <w:sz w:val="34"/>
          <w:szCs w:val="34"/>
        </w:rPr>
      </w:pPr>
      <w:rPr/>
      <w:r>
        <w:rPr>
          <w:rFonts w:ascii="Arial" w:hAnsi="Arial" w:cs="Arial" w:eastAsia="Arial"/>
          <w:sz w:val="34"/>
          <w:szCs w:val="34"/>
          <w:color w:val="129CD8"/>
          <w:spacing w:val="0"/>
          <w:w w:val="89"/>
        </w:rPr>
        <w:t>ةكارشلا</w:t>
      </w:r>
      <w:r>
        <w:rPr>
          <w:rFonts w:ascii="Arial" w:hAnsi="Arial" w:cs="Arial" w:eastAsia="Arial"/>
          <w:sz w:val="34"/>
          <w:szCs w:val="34"/>
          <w:color w:val="129CD8"/>
          <w:spacing w:val="-27"/>
          <w:w w:val="89"/>
        </w:rPr>
        <w:t> </w:t>
      </w:r>
      <w:r>
        <w:rPr>
          <w:rFonts w:ascii="Arial" w:hAnsi="Arial" w:cs="Arial" w:eastAsia="Arial"/>
          <w:sz w:val="34"/>
          <w:szCs w:val="34"/>
          <w:color w:val="129CD8"/>
          <w:spacing w:val="0"/>
          <w:w w:val="100"/>
        </w:rPr>
        <w:t>نم</w:t>
      </w:r>
      <w:r>
        <w:rPr>
          <w:rFonts w:ascii="Arial" w:hAnsi="Arial" w:cs="Arial" w:eastAsia="Arial"/>
          <w:sz w:val="34"/>
          <w:szCs w:val="34"/>
          <w:color w:val="129CD8"/>
          <w:spacing w:val="4"/>
          <w:w w:val="100"/>
        </w:rPr>
        <w:t> </w:t>
      </w:r>
      <w:r>
        <w:rPr>
          <w:rFonts w:ascii="Arial" w:hAnsi="Arial" w:cs="Arial" w:eastAsia="Arial"/>
          <w:sz w:val="34"/>
          <w:szCs w:val="34"/>
          <w:color w:val="129CD8"/>
          <w:spacing w:val="0"/>
          <w:w w:val="100"/>
        </w:rPr>
        <w:t>اماع</w:t>
      </w:r>
      <w:r>
        <w:rPr>
          <w:rFonts w:ascii="Arial" w:hAnsi="Arial" w:cs="Arial" w:eastAsia="Arial"/>
          <w:sz w:val="34"/>
          <w:szCs w:val="34"/>
          <w:color w:val="129CD8"/>
          <w:spacing w:val="47"/>
          <w:w w:val="100"/>
        </w:rPr>
        <w:t> </w:t>
      </w:r>
      <w:r>
        <w:rPr>
          <w:rFonts w:ascii="Arial" w:hAnsi="Arial" w:cs="Arial" w:eastAsia="Arial"/>
          <w:sz w:val="34"/>
          <w:szCs w:val="34"/>
          <w:color w:val="129CD8"/>
          <w:spacing w:val="0"/>
          <w:w w:val="106"/>
        </w:rPr>
        <w:t>نوسمخ</w:t>
      </w:r>
      <w:r>
        <w:rPr>
          <w:rFonts w:ascii="Arial" w:hAnsi="Arial" w:cs="Arial" w:eastAsia="Arial"/>
          <w:sz w:val="34"/>
          <w:szCs w:val="34"/>
          <w:color w:val="000000"/>
          <w:spacing w:val="0"/>
          <w:w w:val="100"/>
        </w:rPr>
      </w:r>
    </w:p>
    <w:p>
      <w:pPr>
        <w:spacing w:before="17" w:after="0" w:line="250" w:lineRule="auto"/>
        <w:ind w:left="2110" w:right="2147"/>
        <w:jc w:val="center"/>
        <w:rPr>
          <w:rFonts w:ascii="Arial" w:hAnsi="Arial" w:cs="Arial" w:eastAsia="Arial"/>
          <w:sz w:val="34"/>
          <w:szCs w:val="34"/>
        </w:rPr>
      </w:pPr>
      <w:rPr/>
      <w:r>
        <w:rPr>
          <w:rFonts w:ascii="Arial" w:hAnsi="Arial" w:cs="Arial" w:eastAsia="Arial"/>
          <w:sz w:val="34"/>
          <w:szCs w:val="34"/>
          <w:color w:val="129CD8"/>
          <w:spacing w:val="0"/>
          <w:w w:val="89"/>
        </w:rPr>
        <w:t>يميلقلإا</w:t>
      </w:r>
      <w:r>
        <w:rPr>
          <w:rFonts w:ascii="Arial" w:hAnsi="Arial" w:cs="Arial" w:eastAsia="Arial"/>
          <w:sz w:val="34"/>
          <w:szCs w:val="34"/>
          <w:color w:val="129CD8"/>
          <w:spacing w:val="-19"/>
          <w:w w:val="89"/>
        </w:rPr>
        <w:t> </w:t>
      </w:r>
      <w:r>
        <w:rPr>
          <w:rFonts w:ascii="Arial" w:hAnsi="Arial" w:cs="Arial" w:eastAsia="Arial"/>
          <w:sz w:val="34"/>
          <w:szCs w:val="34"/>
          <w:color w:val="129CD8"/>
          <w:spacing w:val="0"/>
          <w:w w:val="89"/>
        </w:rPr>
        <w:t>جامدنلااو</w:t>
      </w:r>
      <w:r>
        <w:rPr>
          <w:rFonts w:ascii="Arial" w:hAnsi="Arial" w:cs="Arial" w:eastAsia="Arial"/>
          <w:sz w:val="34"/>
          <w:szCs w:val="34"/>
          <w:color w:val="129CD8"/>
          <w:spacing w:val="0"/>
          <w:w w:val="89"/>
        </w:rPr>
        <w:t> </w:t>
      </w:r>
      <w:r>
        <w:rPr>
          <w:rFonts w:ascii="Arial" w:hAnsi="Arial" w:cs="Arial" w:eastAsia="Arial"/>
          <w:sz w:val="34"/>
          <w:szCs w:val="34"/>
          <w:color w:val="129CD8"/>
          <w:spacing w:val="2"/>
          <w:w w:val="89"/>
        </w:rPr>
        <w:t> </w:t>
      </w:r>
      <w:r>
        <w:rPr>
          <w:rFonts w:ascii="Arial" w:hAnsi="Arial" w:cs="Arial" w:eastAsia="Arial"/>
          <w:sz w:val="34"/>
          <w:szCs w:val="34"/>
          <w:color w:val="129CD8"/>
          <w:spacing w:val="0"/>
          <w:w w:val="82"/>
        </w:rPr>
        <w:t>ةيمنتلا</w:t>
      </w:r>
      <w:r>
        <w:rPr>
          <w:rFonts w:ascii="Arial" w:hAnsi="Arial" w:cs="Arial" w:eastAsia="Arial"/>
          <w:sz w:val="34"/>
          <w:szCs w:val="34"/>
          <w:color w:val="129CD8"/>
          <w:spacing w:val="-20"/>
          <w:w w:val="82"/>
        </w:rPr>
        <w:t> </w:t>
      </w:r>
      <w:r>
        <w:rPr>
          <w:rFonts w:ascii="Arial" w:hAnsi="Arial" w:cs="Arial" w:eastAsia="Arial"/>
          <w:sz w:val="34"/>
          <w:szCs w:val="34"/>
          <w:color w:val="129CD8"/>
          <w:spacing w:val="0"/>
          <w:w w:val="100"/>
        </w:rPr>
        <w:t>لجأ</w:t>
      </w:r>
      <w:r>
        <w:rPr>
          <w:rFonts w:ascii="Arial" w:hAnsi="Arial" w:cs="Arial" w:eastAsia="Arial"/>
          <w:sz w:val="34"/>
          <w:szCs w:val="34"/>
          <w:color w:val="129CD8"/>
          <w:spacing w:val="28"/>
          <w:w w:val="100"/>
        </w:rPr>
        <w:t> </w:t>
      </w:r>
      <w:r>
        <w:rPr>
          <w:rFonts w:ascii="Arial" w:hAnsi="Arial" w:cs="Arial" w:eastAsia="Arial"/>
          <w:sz w:val="34"/>
          <w:szCs w:val="34"/>
          <w:color w:val="129CD8"/>
          <w:spacing w:val="0"/>
          <w:w w:val="114"/>
        </w:rPr>
        <w:t>نم</w:t>
      </w:r>
      <w:r>
        <w:rPr>
          <w:rFonts w:ascii="Arial" w:hAnsi="Arial" w:cs="Arial" w:eastAsia="Arial"/>
          <w:sz w:val="34"/>
          <w:szCs w:val="34"/>
          <w:color w:val="129CD8"/>
          <w:spacing w:val="0"/>
          <w:w w:val="114"/>
        </w:rPr>
        <w:t> </w:t>
      </w:r>
      <w:r>
        <w:rPr>
          <w:rFonts w:ascii="Arial" w:hAnsi="Arial" w:cs="Arial" w:eastAsia="Arial"/>
          <w:sz w:val="34"/>
          <w:szCs w:val="34"/>
          <w:color w:val="129CD8"/>
          <w:spacing w:val="0"/>
          <w:w w:val="72"/>
        </w:rPr>
        <w:t>ايقيرفأ</w:t>
      </w:r>
      <w:r>
        <w:rPr>
          <w:rFonts w:ascii="Arial" w:hAnsi="Arial" w:cs="Arial" w:eastAsia="Arial"/>
          <w:sz w:val="34"/>
          <w:szCs w:val="34"/>
          <w:color w:val="129CD8"/>
          <w:spacing w:val="-11"/>
          <w:w w:val="72"/>
        </w:rPr>
        <w:t> </w:t>
      </w:r>
      <w:r>
        <w:rPr>
          <w:rFonts w:ascii="Arial" w:hAnsi="Arial" w:cs="Arial" w:eastAsia="Arial"/>
          <w:sz w:val="34"/>
          <w:szCs w:val="34"/>
          <w:color w:val="129CD8"/>
          <w:spacing w:val="0"/>
          <w:w w:val="100"/>
        </w:rPr>
        <w:t>لامش</w:t>
      </w:r>
      <w:r>
        <w:rPr>
          <w:rFonts w:ascii="Arial" w:hAnsi="Arial" w:cs="Arial" w:eastAsia="Arial"/>
          <w:sz w:val="34"/>
          <w:szCs w:val="34"/>
          <w:color w:val="129CD8"/>
          <w:spacing w:val="-18"/>
          <w:w w:val="100"/>
        </w:rPr>
        <w:t> </w:t>
      </w:r>
      <w:r>
        <w:rPr>
          <w:rFonts w:ascii="Arial" w:hAnsi="Arial" w:cs="Arial" w:eastAsia="Arial"/>
          <w:sz w:val="34"/>
          <w:szCs w:val="34"/>
          <w:color w:val="129CD8"/>
          <w:spacing w:val="0"/>
          <w:w w:val="72"/>
        </w:rPr>
        <w:t>يف</w:t>
      </w:r>
      <w:r>
        <w:rPr>
          <w:rFonts w:ascii="Arial" w:hAnsi="Arial" w:cs="Arial" w:eastAsia="Arial"/>
          <w:sz w:val="34"/>
          <w:szCs w:val="3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3793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8.027215pt;height:41.25pt;mso-position-horizontal-relative:char;mso-position-vertical-relative:line" type="#_x0000_t75">
            <v:imagedata r:id="rId17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33" w:after="0" w:line="250" w:lineRule="auto"/>
        <w:ind w:left="3062" w:right="3042"/>
        <w:jc w:val="center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129CD8"/>
          <w:spacing w:val="0"/>
          <w:w w:val="74"/>
          <w:b/>
          <w:bCs/>
        </w:rPr>
        <w:t>ةدحتلما</w:t>
      </w:r>
      <w:r>
        <w:rPr>
          <w:rFonts w:ascii="Arial" w:hAnsi="Arial" w:cs="Arial" w:eastAsia="Arial"/>
          <w:sz w:val="28"/>
          <w:szCs w:val="28"/>
          <w:color w:val="129CD8"/>
          <w:spacing w:val="0"/>
          <w:w w:val="74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29CD8"/>
          <w:spacing w:val="0"/>
          <w:w w:val="100"/>
          <w:b/>
          <w:bCs/>
        </w:rPr>
        <w:t>مملأا</w:t>
      </w:r>
      <w:r>
        <w:rPr>
          <w:rFonts w:ascii="Arial" w:hAnsi="Arial" w:cs="Arial" w:eastAsia="Arial"/>
          <w:sz w:val="28"/>
          <w:szCs w:val="28"/>
          <w:color w:val="129CD8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29CD8"/>
          <w:spacing w:val="0"/>
          <w:w w:val="64"/>
          <w:b/>
          <w:bCs/>
        </w:rPr>
        <w:t>ايقيرفلأ</w:t>
      </w:r>
      <w:r>
        <w:rPr>
          <w:rFonts w:ascii="Arial" w:hAnsi="Arial" w:cs="Arial" w:eastAsia="Arial"/>
          <w:sz w:val="28"/>
          <w:szCs w:val="28"/>
          <w:color w:val="129CD8"/>
          <w:spacing w:val="-2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29CD8"/>
          <w:spacing w:val="0"/>
          <w:w w:val="71"/>
          <w:b/>
          <w:bCs/>
        </w:rPr>
        <w:t>ةيداصتقلاا</w:t>
      </w:r>
      <w:r>
        <w:rPr>
          <w:rFonts w:ascii="Arial" w:hAnsi="Arial" w:cs="Arial" w:eastAsia="Arial"/>
          <w:sz w:val="28"/>
          <w:szCs w:val="28"/>
          <w:color w:val="129CD8"/>
          <w:spacing w:val="3"/>
          <w:w w:val="71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29CD8"/>
          <w:spacing w:val="0"/>
          <w:w w:val="71"/>
          <w:b/>
          <w:bCs/>
        </w:rPr>
        <w:t>ةنجللا</w:t>
      </w:r>
      <w:r>
        <w:rPr>
          <w:rFonts w:ascii="Arial" w:hAnsi="Arial" w:cs="Arial" w:eastAsia="Arial"/>
          <w:sz w:val="28"/>
          <w:szCs w:val="28"/>
          <w:color w:val="129CD8"/>
          <w:spacing w:val="0"/>
          <w:w w:val="71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29CD8"/>
          <w:spacing w:val="17"/>
          <w:w w:val="71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29CD8"/>
          <w:spacing w:val="0"/>
          <w:w w:val="62"/>
          <w:b/>
          <w:bCs/>
        </w:rPr>
        <w:t>ايقيرفأ</w:t>
      </w:r>
      <w:r>
        <w:rPr>
          <w:rFonts w:ascii="Arial" w:hAnsi="Arial" w:cs="Arial" w:eastAsia="Arial"/>
          <w:sz w:val="28"/>
          <w:szCs w:val="28"/>
          <w:color w:val="129CD8"/>
          <w:spacing w:val="-2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29CD8"/>
          <w:spacing w:val="0"/>
          <w:w w:val="80"/>
          <w:b/>
          <w:bCs/>
        </w:rPr>
        <w:t>لامش</w:t>
      </w:r>
      <w:r>
        <w:rPr>
          <w:rFonts w:ascii="Arial" w:hAnsi="Arial" w:cs="Arial" w:eastAsia="Arial"/>
          <w:sz w:val="28"/>
          <w:szCs w:val="28"/>
          <w:color w:val="129CD8"/>
          <w:spacing w:val="50"/>
          <w:w w:val="8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129CD8"/>
          <w:spacing w:val="0"/>
          <w:w w:val="80"/>
          <w:b/>
          <w:bCs/>
        </w:rPr>
        <w:t>بتكم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5" w:after="0" w:line="288" w:lineRule="exact"/>
        <w:ind w:left="1966" w:right="1946"/>
        <w:jc w:val="center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129CD8"/>
          <w:spacing w:val="0"/>
          <w:w w:val="87"/>
        </w:rPr>
        <w:t>برغمـلا</w:t>
      </w:r>
      <w:r>
        <w:rPr>
          <w:rFonts w:ascii="Arial" w:hAnsi="Arial" w:cs="Arial" w:eastAsia="Arial"/>
          <w:sz w:val="24"/>
          <w:szCs w:val="24"/>
          <w:color w:val="129CD8"/>
          <w:spacing w:val="-17"/>
          <w:w w:val="87"/>
        </w:rPr>
        <w:t> </w:t>
      </w:r>
      <w:r>
        <w:rPr>
          <w:rFonts w:ascii="Arial" w:hAnsi="Arial" w:cs="Arial" w:eastAsia="Arial"/>
          <w:sz w:val="24"/>
          <w:szCs w:val="24"/>
          <w:color w:val="129CD8"/>
          <w:spacing w:val="0"/>
          <w:w w:val="100"/>
        </w:rPr>
        <w:t>-</w:t>
      </w:r>
      <w:r>
        <w:rPr>
          <w:rFonts w:ascii="Arial" w:hAnsi="Arial" w:cs="Arial" w:eastAsia="Arial"/>
          <w:sz w:val="24"/>
          <w:szCs w:val="24"/>
          <w:color w:val="129CD8"/>
          <w:spacing w:val="-1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129CD8"/>
          <w:spacing w:val="0"/>
          <w:w w:val="90"/>
        </w:rPr>
        <w:t>طابرلا</w:t>
      </w:r>
      <w:r>
        <w:rPr>
          <w:rFonts w:ascii="Arial" w:hAnsi="Arial" w:cs="Arial" w:eastAsia="Arial"/>
          <w:sz w:val="24"/>
          <w:szCs w:val="24"/>
          <w:color w:val="129CD8"/>
          <w:spacing w:val="-19"/>
          <w:w w:val="90"/>
        </w:rPr>
        <w:t> </w:t>
      </w:r>
      <w:r>
        <w:rPr>
          <w:rFonts w:ascii="Arial" w:hAnsi="Arial" w:cs="Arial" w:eastAsia="Arial"/>
          <w:sz w:val="24"/>
          <w:szCs w:val="24"/>
          <w:color w:val="129CD8"/>
          <w:spacing w:val="0"/>
          <w:w w:val="100"/>
        </w:rPr>
        <w:t>-</w:t>
      </w:r>
      <w:r>
        <w:rPr>
          <w:rFonts w:ascii="Arial" w:hAnsi="Arial" w:cs="Arial" w:eastAsia="Arial"/>
          <w:sz w:val="24"/>
          <w:szCs w:val="24"/>
          <w:color w:val="129CD8"/>
          <w:spacing w:val="-1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129CD8"/>
          <w:spacing w:val="0"/>
          <w:w w:val="83"/>
        </w:rPr>
        <w:t>ضايرلا</w:t>
      </w:r>
      <w:r>
        <w:rPr>
          <w:rFonts w:ascii="Arial" w:hAnsi="Arial" w:cs="Arial" w:eastAsia="Arial"/>
          <w:sz w:val="24"/>
          <w:szCs w:val="24"/>
          <w:color w:val="129CD8"/>
          <w:spacing w:val="-15"/>
          <w:w w:val="83"/>
        </w:rPr>
        <w:t> </w:t>
      </w:r>
      <w:r>
        <w:rPr>
          <w:rFonts w:ascii="Arial" w:hAnsi="Arial" w:cs="Arial" w:eastAsia="Arial"/>
          <w:sz w:val="24"/>
          <w:szCs w:val="24"/>
          <w:color w:val="129CD8"/>
          <w:spacing w:val="0"/>
          <w:w w:val="100"/>
        </w:rPr>
        <w:t>يح</w:t>
      </w:r>
      <w:r>
        <w:rPr>
          <w:rFonts w:ascii="Arial" w:hAnsi="Arial" w:cs="Arial" w:eastAsia="Arial"/>
          <w:sz w:val="24"/>
          <w:szCs w:val="24"/>
          <w:color w:val="129CD8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129CD8"/>
          <w:spacing w:val="0"/>
          <w:w w:val="100"/>
        </w:rPr>
        <w:t>-</w:t>
      </w:r>
      <w:r>
        <w:rPr>
          <w:rFonts w:ascii="Arial" w:hAnsi="Arial" w:cs="Arial" w:eastAsia="Arial"/>
          <w:sz w:val="24"/>
          <w:szCs w:val="24"/>
          <w:color w:val="129CD8"/>
          <w:spacing w:val="-14"/>
          <w:w w:val="100"/>
        </w:rPr>
        <w:t> </w:t>
      </w:r>
      <w:r>
        <w:rPr>
          <w:rFonts w:ascii="Minion Pro Cond" w:hAnsi="Minion Pro Cond" w:cs="Minion Pro Cond" w:eastAsia="Minion Pro Cond"/>
          <w:sz w:val="24"/>
          <w:szCs w:val="24"/>
          <w:color w:val="129CD8"/>
          <w:spacing w:val="0"/>
          <w:w w:val="100"/>
        </w:rPr>
        <w:t>5</w:t>
      </w:r>
      <w:r>
        <w:rPr>
          <w:rFonts w:ascii="Minion Pro Cond" w:hAnsi="Minion Pro Cond" w:cs="Minion Pro Cond" w:eastAsia="Minion Pro Cond"/>
          <w:sz w:val="24"/>
          <w:szCs w:val="24"/>
          <w:color w:val="129CD8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129CD8"/>
          <w:spacing w:val="0"/>
          <w:w w:val="100"/>
        </w:rPr>
        <w:t>أ</w:t>
      </w:r>
      <w:r>
        <w:rPr>
          <w:rFonts w:ascii="Arial" w:hAnsi="Arial" w:cs="Arial" w:eastAsia="Arial"/>
          <w:sz w:val="24"/>
          <w:szCs w:val="24"/>
          <w:color w:val="129CD8"/>
          <w:spacing w:val="-25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129CD8"/>
          <w:spacing w:val="0"/>
          <w:w w:val="92"/>
        </w:rPr>
        <w:t>،</w:t>
      </w:r>
      <w:r>
        <w:rPr>
          <w:rFonts w:ascii="Minion Pro Cond" w:hAnsi="Minion Pro Cond" w:cs="Minion Pro Cond" w:eastAsia="Minion Pro Cond"/>
          <w:sz w:val="24"/>
          <w:szCs w:val="24"/>
          <w:color w:val="129CD8"/>
          <w:spacing w:val="0"/>
          <w:w w:val="92"/>
        </w:rPr>
        <w:t>3</w:t>
      </w:r>
      <w:r>
        <w:rPr>
          <w:rFonts w:ascii="Minion Pro Cond" w:hAnsi="Minion Pro Cond" w:cs="Minion Pro Cond" w:eastAsia="Minion Pro Cond"/>
          <w:sz w:val="24"/>
          <w:szCs w:val="24"/>
          <w:color w:val="129CD8"/>
          <w:spacing w:val="-1"/>
          <w:w w:val="92"/>
        </w:rPr>
        <w:t> </w:t>
      </w:r>
      <w:r>
        <w:rPr>
          <w:rFonts w:ascii="Arial" w:hAnsi="Arial" w:cs="Arial" w:eastAsia="Arial"/>
          <w:sz w:val="24"/>
          <w:szCs w:val="24"/>
          <w:color w:val="129CD8"/>
          <w:spacing w:val="0"/>
          <w:w w:val="92"/>
        </w:rPr>
        <w:t>عاطق</w:t>
      </w:r>
      <w:r>
        <w:rPr>
          <w:rFonts w:ascii="Arial" w:hAnsi="Arial" w:cs="Arial" w:eastAsia="Arial"/>
          <w:sz w:val="24"/>
          <w:szCs w:val="24"/>
          <w:color w:val="129CD8"/>
          <w:spacing w:val="-7"/>
          <w:w w:val="92"/>
        </w:rPr>
        <w:t> </w:t>
      </w:r>
      <w:r>
        <w:rPr>
          <w:rFonts w:ascii="Arial" w:hAnsi="Arial" w:cs="Arial" w:eastAsia="Arial"/>
          <w:sz w:val="24"/>
          <w:szCs w:val="24"/>
          <w:color w:val="129CD8"/>
          <w:spacing w:val="0"/>
          <w:w w:val="66"/>
        </w:rPr>
        <w:t>،ينتلا</w:t>
      </w:r>
      <w:r>
        <w:rPr>
          <w:rFonts w:ascii="Arial" w:hAnsi="Arial" w:cs="Arial" w:eastAsia="Arial"/>
          <w:sz w:val="24"/>
          <w:szCs w:val="24"/>
          <w:color w:val="129CD8"/>
          <w:spacing w:val="-3"/>
          <w:w w:val="66"/>
        </w:rPr>
        <w:t> </w:t>
      </w:r>
      <w:r>
        <w:rPr>
          <w:rFonts w:ascii="Arial" w:hAnsi="Arial" w:cs="Arial" w:eastAsia="Arial"/>
          <w:sz w:val="24"/>
          <w:szCs w:val="24"/>
          <w:color w:val="129CD8"/>
          <w:spacing w:val="0"/>
          <w:w w:val="78"/>
        </w:rPr>
        <w:t>عراش</w:t>
      </w:r>
      <w:r>
        <w:rPr>
          <w:rFonts w:ascii="Arial" w:hAnsi="Arial" w:cs="Arial" w:eastAsia="Arial"/>
          <w:sz w:val="24"/>
          <w:szCs w:val="24"/>
          <w:color w:val="129CD8"/>
          <w:spacing w:val="0"/>
          <w:w w:val="78"/>
        </w:rPr>
        <w:t> </w:t>
      </w:r>
      <w:r>
        <w:rPr>
          <w:rFonts w:ascii="Arial" w:hAnsi="Arial" w:cs="Arial" w:eastAsia="Arial"/>
          <w:sz w:val="24"/>
          <w:szCs w:val="24"/>
          <w:color w:val="129CD8"/>
          <w:spacing w:val="0"/>
          <w:w w:val="83"/>
        </w:rPr>
        <w:t>ضايرلا</w:t>
      </w:r>
      <w:r>
        <w:rPr>
          <w:rFonts w:ascii="Arial" w:hAnsi="Arial" w:cs="Arial" w:eastAsia="Arial"/>
          <w:sz w:val="24"/>
          <w:szCs w:val="24"/>
          <w:color w:val="129CD8"/>
          <w:spacing w:val="-15"/>
          <w:w w:val="83"/>
        </w:rPr>
        <w:t> </w:t>
      </w:r>
      <w:r>
        <w:rPr>
          <w:rFonts w:ascii="Arial" w:hAnsi="Arial" w:cs="Arial" w:eastAsia="Arial"/>
          <w:sz w:val="24"/>
          <w:szCs w:val="24"/>
          <w:color w:val="129CD8"/>
          <w:spacing w:val="0"/>
          <w:w w:val="83"/>
        </w:rPr>
        <w:t>طابرلا</w:t>
      </w:r>
      <w:r>
        <w:rPr>
          <w:rFonts w:ascii="Arial" w:hAnsi="Arial" w:cs="Arial" w:eastAsia="Arial"/>
          <w:sz w:val="24"/>
          <w:szCs w:val="24"/>
          <w:color w:val="129CD8"/>
          <w:spacing w:val="31"/>
          <w:w w:val="83"/>
        </w:rPr>
        <w:t> </w:t>
      </w:r>
      <w:r>
        <w:rPr>
          <w:rFonts w:ascii="Minion Pro Cond" w:hAnsi="Minion Pro Cond" w:cs="Minion Pro Cond" w:eastAsia="Minion Pro Cond"/>
          <w:sz w:val="24"/>
          <w:szCs w:val="24"/>
          <w:color w:val="129CD8"/>
          <w:spacing w:val="0"/>
          <w:w w:val="100"/>
        </w:rPr>
        <w:t>2062</w:t>
      </w:r>
      <w:r>
        <w:rPr>
          <w:rFonts w:ascii="Minion Pro Cond" w:hAnsi="Minion Pro Cond" w:cs="Minion Pro Cond" w:eastAsia="Minion Pro Cond"/>
          <w:sz w:val="24"/>
          <w:szCs w:val="24"/>
          <w:color w:val="129CD8"/>
          <w:spacing w:val="7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129CD8"/>
          <w:spacing w:val="0"/>
          <w:w w:val="92"/>
        </w:rPr>
        <w:t>:</w:t>
      </w:r>
      <w:r>
        <w:rPr>
          <w:rFonts w:ascii="Arial" w:hAnsi="Arial" w:cs="Arial" w:eastAsia="Arial"/>
          <w:sz w:val="24"/>
          <w:szCs w:val="24"/>
          <w:color w:val="129CD8"/>
          <w:spacing w:val="-21"/>
          <w:w w:val="92"/>
        </w:rPr>
        <w:t> </w:t>
      </w:r>
      <w:r>
        <w:rPr>
          <w:rFonts w:ascii="Arial" w:hAnsi="Arial" w:cs="Arial" w:eastAsia="Arial"/>
          <w:sz w:val="24"/>
          <w:szCs w:val="24"/>
          <w:color w:val="129CD8"/>
          <w:spacing w:val="0"/>
          <w:w w:val="92"/>
        </w:rPr>
        <w:t>ب</w:t>
      </w:r>
      <w:r>
        <w:rPr>
          <w:rFonts w:ascii="Arial" w:hAnsi="Arial" w:cs="Arial" w:eastAsia="Arial"/>
          <w:sz w:val="24"/>
          <w:szCs w:val="24"/>
          <w:color w:val="129CD8"/>
          <w:spacing w:val="-19"/>
          <w:w w:val="92"/>
        </w:rPr>
        <w:t> </w:t>
      </w:r>
      <w:r>
        <w:rPr>
          <w:rFonts w:ascii="Arial" w:hAnsi="Arial" w:cs="Arial" w:eastAsia="Arial"/>
          <w:sz w:val="24"/>
          <w:szCs w:val="24"/>
          <w:color w:val="129CD8"/>
          <w:spacing w:val="0"/>
          <w:w w:val="96"/>
        </w:rPr>
        <w:t>.ص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0" w:after="0" w:line="317" w:lineRule="exact"/>
        <w:ind w:left="1071" w:right="1051"/>
        <w:jc w:val="center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129CD8"/>
          <w:w w:val="121"/>
          <w:position w:val="2"/>
        </w:rPr>
        <w:t>)</w:t>
      </w:r>
      <w:r>
        <w:rPr>
          <w:rFonts w:ascii="Arial" w:hAnsi="Arial" w:cs="Arial" w:eastAsia="Arial"/>
          <w:sz w:val="24"/>
          <w:szCs w:val="24"/>
          <w:color w:val="129CD8"/>
          <w:w w:val="69"/>
          <w:position w:val="2"/>
        </w:rPr>
        <w:t>+</w:t>
      </w:r>
      <w:r>
        <w:rPr>
          <w:rFonts w:ascii="Minion Pro Cond" w:hAnsi="Minion Pro Cond" w:cs="Minion Pro Cond" w:eastAsia="Minion Pro Cond"/>
          <w:sz w:val="24"/>
          <w:szCs w:val="24"/>
          <w:color w:val="129CD8"/>
          <w:w w:val="103"/>
          <w:position w:val="2"/>
        </w:rPr>
        <w:t>212</w:t>
      </w:r>
      <w:r>
        <w:rPr>
          <w:rFonts w:ascii="Arial" w:hAnsi="Arial" w:cs="Arial" w:eastAsia="Arial"/>
          <w:sz w:val="24"/>
          <w:szCs w:val="24"/>
          <w:color w:val="129CD8"/>
          <w:w w:val="121"/>
          <w:position w:val="2"/>
        </w:rPr>
        <w:t>(</w:t>
      </w:r>
      <w:r>
        <w:rPr>
          <w:rFonts w:ascii="Arial" w:hAnsi="Arial" w:cs="Arial" w:eastAsia="Arial"/>
          <w:sz w:val="24"/>
          <w:szCs w:val="24"/>
          <w:color w:val="129CD8"/>
          <w:spacing w:val="-26"/>
          <w:w w:val="100"/>
          <w:position w:val="2"/>
        </w:rPr>
        <w:t> </w:t>
      </w:r>
      <w:r>
        <w:rPr>
          <w:rFonts w:ascii="Minion Pro Cond" w:hAnsi="Minion Pro Cond" w:cs="Minion Pro Cond" w:eastAsia="Minion Pro Cond"/>
          <w:sz w:val="24"/>
          <w:szCs w:val="24"/>
          <w:color w:val="129CD8"/>
          <w:spacing w:val="0"/>
          <w:w w:val="100"/>
          <w:position w:val="2"/>
        </w:rPr>
        <w:t>537</w:t>
      </w:r>
      <w:r>
        <w:rPr>
          <w:rFonts w:ascii="Minion Pro Cond" w:hAnsi="Minion Pro Cond" w:cs="Minion Pro Cond" w:eastAsia="Minion Pro Cond"/>
          <w:sz w:val="24"/>
          <w:szCs w:val="24"/>
          <w:color w:val="129CD8"/>
          <w:spacing w:val="44"/>
          <w:w w:val="100"/>
          <w:position w:val="2"/>
        </w:rPr>
        <w:t> </w:t>
      </w:r>
      <w:r>
        <w:rPr>
          <w:rFonts w:ascii="Minion Pro Cond" w:hAnsi="Minion Pro Cond" w:cs="Minion Pro Cond" w:eastAsia="Minion Pro Cond"/>
          <w:sz w:val="24"/>
          <w:szCs w:val="24"/>
          <w:color w:val="129CD8"/>
          <w:spacing w:val="0"/>
          <w:w w:val="100"/>
          <w:position w:val="2"/>
        </w:rPr>
        <w:t>71</w:t>
      </w:r>
      <w:r>
        <w:rPr>
          <w:rFonts w:ascii="Minion Pro Cond" w:hAnsi="Minion Pro Cond" w:cs="Minion Pro Cond" w:eastAsia="Minion Pro Cond"/>
          <w:sz w:val="24"/>
          <w:szCs w:val="24"/>
          <w:color w:val="129CD8"/>
          <w:spacing w:val="1"/>
          <w:w w:val="100"/>
          <w:position w:val="2"/>
        </w:rPr>
        <w:t> </w:t>
      </w:r>
      <w:r>
        <w:rPr>
          <w:rFonts w:ascii="Minion Pro Cond" w:hAnsi="Minion Pro Cond" w:cs="Minion Pro Cond" w:eastAsia="Minion Pro Cond"/>
          <w:sz w:val="24"/>
          <w:szCs w:val="24"/>
          <w:color w:val="129CD8"/>
          <w:spacing w:val="0"/>
          <w:w w:val="100"/>
          <w:position w:val="2"/>
        </w:rPr>
        <w:t>27</w:t>
      </w:r>
      <w:r>
        <w:rPr>
          <w:rFonts w:ascii="Minion Pro Cond" w:hAnsi="Minion Pro Cond" w:cs="Minion Pro Cond" w:eastAsia="Minion Pro Cond"/>
          <w:sz w:val="24"/>
          <w:szCs w:val="24"/>
          <w:color w:val="129CD8"/>
          <w:spacing w:val="1"/>
          <w:w w:val="100"/>
          <w:position w:val="2"/>
        </w:rPr>
        <w:t> </w:t>
      </w:r>
      <w:r>
        <w:rPr>
          <w:rFonts w:ascii="Minion Pro Cond" w:hAnsi="Minion Pro Cond" w:cs="Minion Pro Cond" w:eastAsia="Minion Pro Cond"/>
          <w:sz w:val="24"/>
          <w:szCs w:val="24"/>
          <w:color w:val="129CD8"/>
          <w:spacing w:val="0"/>
          <w:w w:val="100"/>
          <w:position w:val="2"/>
        </w:rPr>
        <w:t>02</w:t>
      </w:r>
      <w:r>
        <w:rPr>
          <w:rFonts w:ascii="Minion Pro Cond" w:hAnsi="Minion Pro Cond" w:cs="Minion Pro Cond" w:eastAsia="Minion Pro Cond"/>
          <w:sz w:val="24"/>
          <w:szCs w:val="24"/>
          <w:color w:val="129CD8"/>
          <w:spacing w:val="1"/>
          <w:w w:val="100"/>
          <w:position w:val="2"/>
        </w:rPr>
        <w:t> </w:t>
      </w:r>
      <w:r>
        <w:rPr>
          <w:rFonts w:ascii="Arial" w:hAnsi="Arial" w:cs="Arial" w:eastAsia="Arial"/>
          <w:sz w:val="24"/>
          <w:szCs w:val="24"/>
          <w:color w:val="129CD8"/>
          <w:spacing w:val="0"/>
          <w:w w:val="83"/>
          <w:position w:val="2"/>
        </w:rPr>
        <w:t>:</w:t>
      </w:r>
      <w:r>
        <w:rPr>
          <w:rFonts w:ascii="Arial" w:hAnsi="Arial" w:cs="Arial" w:eastAsia="Arial"/>
          <w:sz w:val="24"/>
          <w:szCs w:val="24"/>
          <w:color w:val="129CD8"/>
          <w:spacing w:val="-9"/>
          <w:w w:val="83"/>
          <w:position w:val="2"/>
        </w:rPr>
        <w:t> </w:t>
      </w:r>
      <w:r>
        <w:rPr>
          <w:rFonts w:ascii="Arial" w:hAnsi="Arial" w:cs="Arial" w:eastAsia="Arial"/>
          <w:sz w:val="24"/>
          <w:szCs w:val="24"/>
          <w:color w:val="129CD8"/>
          <w:spacing w:val="0"/>
          <w:w w:val="83"/>
          <w:position w:val="2"/>
        </w:rPr>
        <w:t>سكافلا</w:t>
      </w:r>
      <w:r>
        <w:rPr>
          <w:rFonts w:ascii="Arial" w:hAnsi="Arial" w:cs="Arial" w:eastAsia="Arial"/>
          <w:sz w:val="24"/>
          <w:szCs w:val="24"/>
          <w:color w:val="129CD8"/>
          <w:spacing w:val="-15"/>
          <w:w w:val="83"/>
          <w:position w:val="2"/>
        </w:rPr>
        <w:t> </w:t>
      </w:r>
      <w:r>
        <w:rPr>
          <w:rFonts w:ascii="Arial" w:hAnsi="Arial" w:cs="Arial" w:eastAsia="Arial"/>
          <w:sz w:val="24"/>
          <w:szCs w:val="24"/>
          <w:color w:val="129CD8"/>
          <w:spacing w:val="0"/>
          <w:w w:val="100"/>
          <w:position w:val="2"/>
        </w:rPr>
        <w:t>-</w:t>
      </w:r>
      <w:r>
        <w:rPr>
          <w:rFonts w:ascii="Arial" w:hAnsi="Arial" w:cs="Arial" w:eastAsia="Arial"/>
          <w:sz w:val="24"/>
          <w:szCs w:val="24"/>
          <w:color w:val="129CD8"/>
          <w:spacing w:val="-14"/>
          <w:w w:val="100"/>
          <w:position w:val="2"/>
        </w:rPr>
        <w:t> </w:t>
      </w:r>
      <w:r>
        <w:rPr>
          <w:rFonts w:ascii="Arial" w:hAnsi="Arial" w:cs="Arial" w:eastAsia="Arial"/>
          <w:sz w:val="24"/>
          <w:szCs w:val="24"/>
          <w:color w:val="129CD8"/>
          <w:spacing w:val="0"/>
          <w:w w:val="121"/>
          <w:position w:val="2"/>
        </w:rPr>
        <w:t>)</w:t>
      </w:r>
      <w:r>
        <w:rPr>
          <w:rFonts w:ascii="Arial" w:hAnsi="Arial" w:cs="Arial" w:eastAsia="Arial"/>
          <w:sz w:val="24"/>
          <w:szCs w:val="24"/>
          <w:color w:val="129CD8"/>
          <w:spacing w:val="0"/>
          <w:w w:val="69"/>
          <w:position w:val="2"/>
        </w:rPr>
        <w:t>+</w:t>
      </w:r>
      <w:r>
        <w:rPr>
          <w:rFonts w:ascii="Minion Pro Cond" w:hAnsi="Minion Pro Cond" w:cs="Minion Pro Cond" w:eastAsia="Minion Pro Cond"/>
          <w:sz w:val="24"/>
          <w:szCs w:val="24"/>
          <w:color w:val="129CD8"/>
          <w:spacing w:val="0"/>
          <w:w w:val="103"/>
          <w:position w:val="2"/>
        </w:rPr>
        <w:t>212</w:t>
      </w:r>
      <w:r>
        <w:rPr>
          <w:rFonts w:ascii="Arial" w:hAnsi="Arial" w:cs="Arial" w:eastAsia="Arial"/>
          <w:sz w:val="24"/>
          <w:szCs w:val="24"/>
          <w:color w:val="129CD8"/>
          <w:spacing w:val="0"/>
          <w:w w:val="121"/>
          <w:position w:val="2"/>
        </w:rPr>
        <w:t>(</w:t>
      </w:r>
      <w:r>
        <w:rPr>
          <w:rFonts w:ascii="Arial" w:hAnsi="Arial" w:cs="Arial" w:eastAsia="Arial"/>
          <w:sz w:val="24"/>
          <w:szCs w:val="24"/>
          <w:color w:val="129CD8"/>
          <w:spacing w:val="-26"/>
          <w:w w:val="100"/>
          <w:position w:val="2"/>
        </w:rPr>
        <w:t> </w:t>
      </w:r>
      <w:r>
        <w:rPr>
          <w:rFonts w:ascii="Minion Pro Cond" w:hAnsi="Minion Pro Cond" w:cs="Minion Pro Cond" w:eastAsia="Minion Pro Cond"/>
          <w:sz w:val="24"/>
          <w:szCs w:val="24"/>
          <w:color w:val="129CD8"/>
          <w:spacing w:val="0"/>
          <w:w w:val="100"/>
          <w:position w:val="2"/>
        </w:rPr>
        <w:t>537</w:t>
      </w:r>
      <w:r>
        <w:rPr>
          <w:rFonts w:ascii="Minion Pro Cond" w:hAnsi="Minion Pro Cond" w:cs="Minion Pro Cond" w:eastAsia="Minion Pro Cond"/>
          <w:sz w:val="24"/>
          <w:szCs w:val="24"/>
          <w:color w:val="129CD8"/>
          <w:spacing w:val="4"/>
          <w:w w:val="100"/>
          <w:position w:val="2"/>
        </w:rPr>
        <w:t> </w:t>
      </w:r>
      <w:r>
        <w:rPr>
          <w:rFonts w:ascii="Minion Pro Cond" w:hAnsi="Minion Pro Cond" w:cs="Minion Pro Cond" w:eastAsia="Minion Pro Cond"/>
          <w:sz w:val="24"/>
          <w:szCs w:val="24"/>
          <w:color w:val="129CD8"/>
          <w:spacing w:val="0"/>
          <w:w w:val="100"/>
          <w:position w:val="2"/>
        </w:rPr>
        <w:t>71</w:t>
      </w:r>
      <w:r>
        <w:rPr>
          <w:rFonts w:ascii="Minion Pro Cond" w:hAnsi="Minion Pro Cond" w:cs="Minion Pro Cond" w:eastAsia="Minion Pro Cond"/>
          <w:sz w:val="24"/>
          <w:szCs w:val="24"/>
          <w:color w:val="129CD8"/>
          <w:spacing w:val="1"/>
          <w:w w:val="100"/>
          <w:position w:val="2"/>
        </w:rPr>
        <w:t> </w:t>
      </w:r>
      <w:r>
        <w:rPr>
          <w:rFonts w:ascii="Minion Pro Cond" w:hAnsi="Minion Pro Cond" w:cs="Minion Pro Cond" w:eastAsia="Minion Pro Cond"/>
          <w:sz w:val="24"/>
          <w:szCs w:val="24"/>
          <w:color w:val="129CD8"/>
          <w:spacing w:val="0"/>
          <w:w w:val="100"/>
          <w:position w:val="2"/>
        </w:rPr>
        <w:t>78</w:t>
      </w:r>
      <w:r>
        <w:rPr>
          <w:rFonts w:ascii="Minion Pro Cond" w:hAnsi="Minion Pro Cond" w:cs="Minion Pro Cond" w:eastAsia="Minion Pro Cond"/>
          <w:sz w:val="24"/>
          <w:szCs w:val="24"/>
          <w:color w:val="129CD8"/>
          <w:spacing w:val="1"/>
          <w:w w:val="100"/>
          <w:position w:val="2"/>
        </w:rPr>
        <w:t> </w:t>
      </w:r>
      <w:r>
        <w:rPr>
          <w:rFonts w:ascii="Minion Pro Cond" w:hAnsi="Minion Pro Cond" w:cs="Minion Pro Cond" w:eastAsia="Minion Pro Cond"/>
          <w:sz w:val="24"/>
          <w:szCs w:val="24"/>
          <w:color w:val="129CD8"/>
          <w:spacing w:val="0"/>
          <w:w w:val="100"/>
          <w:position w:val="2"/>
        </w:rPr>
        <w:t>29</w:t>
      </w:r>
      <w:r>
        <w:rPr>
          <w:rFonts w:ascii="Minion Pro Cond" w:hAnsi="Minion Pro Cond" w:cs="Minion Pro Cond" w:eastAsia="Minion Pro Cond"/>
          <w:sz w:val="24"/>
          <w:szCs w:val="24"/>
          <w:color w:val="129CD8"/>
          <w:spacing w:val="1"/>
          <w:w w:val="100"/>
          <w:position w:val="2"/>
        </w:rPr>
        <w:t> </w:t>
      </w:r>
      <w:r>
        <w:rPr>
          <w:rFonts w:ascii="Arial" w:hAnsi="Arial" w:cs="Arial" w:eastAsia="Arial"/>
          <w:sz w:val="24"/>
          <w:szCs w:val="24"/>
          <w:color w:val="129CD8"/>
          <w:spacing w:val="0"/>
          <w:w w:val="145"/>
          <w:position w:val="2"/>
        </w:rPr>
        <w:t>/</w:t>
      </w:r>
      <w:r>
        <w:rPr>
          <w:rFonts w:ascii="Arial" w:hAnsi="Arial" w:cs="Arial" w:eastAsia="Arial"/>
          <w:sz w:val="24"/>
          <w:szCs w:val="24"/>
          <w:color w:val="129CD8"/>
          <w:spacing w:val="-56"/>
          <w:w w:val="145"/>
          <w:position w:val="2"/>
        </w:rPr>
        <w:t> </w:t>
      </w:r>
      <w:r>
        <w:rPr>
          <w:rFonts w:ascii="Minion Pro Cond" w:hAnsi="Minion Pro Cond" w:cs="Minion Pro Cond" w:eastAsia="Minion Pro Cond"/>
          <w:sz w:val="24"/>
          <w:szCs w:val="24"/>
          <w:color w:val="129CD8"/>
          <w:spacing w:val="0"/>
          <w:w w:val="100"/>
          <w:position w:val="2"/>
        </w:rPr>
        <w:t>71</w:t>
      </w:r>
      <w:r>
        <w:rPr>
          <w:rFonts w:ascii="Minion Pro Cond" w:hAnsi="Minion Pro Cond" w:cs="Minion Pro Cond" w:eastAsia="Minion Pro Cond"/>
          <w:sz w:val="24"/>
          <w:szCs w:val="24"/>
          <w:color w:val="129CD8"/>
          <w:spacing w:val="1"/>
          <w:w w:val="100"/>
          <w:position w:val="2"/>
        </w:rPr>
        <w:t> </w:t>
      </w:r>
      <w:r>
        <w:rPr>
          <w:rFonts w:ascii="Minion Pro Cond" w:hAnsi="Minion Pro Cond" w:cs="Minion Pro Cond" w:eastAsia="Minion Pro Cond"/>
          <w:sz w:val="24"/>
          <w:szCs w:val="24"/>
          <w:color w:val="129CD8"/>
          <w:spacing w:val="0"/>
          <w:w w:val="100"/>
          <w:position w:val="2"/>
        </w:rPr>
        <w:t>56</w:t>
      </w:r>
      <w:r>
        <w:rPr>
          <w:rFonts w:ascii="Minion Pro Cond" w:hAnsi="Minion Pro Cond" w:cs="Minion Pro Cond" w:eastAsia="Minion Pro Cond"/>
          <w:sz w:val="24"/>
          <w:szCs w:val="24"/>
          <w:color w:val="129CD8"/>
          <w:spacing w:val="1"/>
          <w:w w:val="100"/>
          <w:position w:val="2"/>
        </w:rPr>
        <w:t> </w:t>
      </w:r>
      <w:r>
        <w:rPr>
          <w:rFonts w:ascii="Minion Pro Cond" w:hAnsi="Minion Pro Cond" w:cs="Minion Pro Cond" w:eastAsia="Minion Pro Cond"/>
          <w:sz w:val="24"/>
          <w:szCs w:val="24"/>
          <w:color w:val="129CD8"/>
          <w:spacing w:val="0"/>
          <w:w w:val="100"/>
          <w:position w:val="2"/>
        </w:rPr>
        <w:t>13</w:t>
      </w:r>
      <w:r>
        <w:rPr>
          <w:rFonts w:ascii="Minion Pro Cond" w:hAnsi="Minion Pro Cond" w:cs="Minion Pro Cond" w:eastAsia="Minion Pro Cond"/>
          <w:sz w:val="24"/>
          <w:szCs w:val="24"/>
          <w:color w:val="129CD8"/>
          <w:spacing w:val="1"/>
          <w:w w:val="100"/>
          <w:position w:val="2"/>
        </w:rPr>
        <w:t> </w:t>
      </w:r>
      <w:r>
        <w:rPr>
          <w:rFonts w:ascii="Arial" w:hAnsi="Arial" w:cs="Arial" w:eastAsia="Arial"/>
          <w:sz w:val="24"/>
          <w:szCs w:val="24"/>
          <w:color w:val="129CD8"/>
          <w:spacing w:val="0"/>
          <w:w w:val="87"/>
          <w:position w:val="2"/>
        </w:rPr>
        <w:t>:</w:t>
      </w:r>
      <w:r>
        <w:rPr>
          <w:rFonts w:ascii="Arial" w:hAnsi="Arial" w:cs="Arial" w:eastAsia="Arial"/>
          <w:sz w:val="24"/>
          <w:szCs w:val="24"/>
          <w:color w:val="129CD8"/>
          <w:spacing w:val="-15"/>
          <w:w w:val="87"/>
          <w:position w:val="2"/>
        </w:rPr>
        <w:t> </w:t>
      </w:r>
      <w:r>
        <w:rPr>
          <w:rFonts w:ascii="Arial" w:hAnsi="Arial" w:cs="Arial" w:eastAsia="Arial"/>
          <w:sz w:val="24"/>
          <w:szCs w:val="24"/>
          <w:color w:val="129CD8"/>
          <w:spacing w:val="0"/>
          <w:w w:val="87"/>
          <w:position w:val="2"/>
        </w:rPr>
        <w:t>فتاهلا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0" w:after="0" w:line="288" w:lineRule="exact"/>
        <w:ind w:left="2464" w:right="2444"/>
        <w:jc w:val="center"/>
        <w:rPr>
          <w:rFonts w:ascii="Arial" w:hAnsi="Arial" w:cs="Arial" w:eastAsia="Arial"/>
          <w:sz w:val="24"/>
          <w:szCs w:val="24"/>
        </w:rPr>
      </w:pPr>
      <w:rPr/>
      <w:hyperlink r:id="rId18">
        <w:r>
          <w:rPr>
            <w:rFonts w:ascii="Minion Pro Cond" w:hAnsi="Minion Pro Cond" w:cs="Minion Pro Cond" w:eastAsia="Minion Pro Cond"/>
            <w:sz w:val="24"/>
            <w:szCs w:val="24"/>
            <w:color w:val="129CD8"/>
            <w:spacing w:val="0"/>
            <w:w w:val="100"/>
            <w:position w:val="3"/>
          </w:rPr>
          <w:t>srdc</w:t>
        </w:r>
        <w:r>
          <w:rPr>
            <w:rFonts w:ascii="Arial" w:hAnsi="Arial" w:cs="Arial" w:eastAsia="Arial"/>
            <w:sz w:val="24"/>
            <w:szCs w:val="24"/>
            <w:color w:val="129CD8"/>
            <w:spacing w:val="0"/>
            <w:w w:val="100"/>
            <w:position w:val="3"/>
          </w:rPr>
          <w:t>-</w:t>
        </w:r>
        <w:r>
          <w:rPr>
            <w:rFonts w:ascii="Minion Pro Cond" w:hAnsi="Minion Pro Cond" w:cs="Minion Pro Cond" w:eastAsia="Minion Pro Cond"/>
            <w:sz w:val="24"/>
            <w:szCs w:val="24"/>
            <w:color w:val="129CD8"/>
            <w:spacing w:val="0"/>
            <w:w w:val="100"/>
            <w:position w:val="3"/>
          </w:rPr>
          <w:t>na@uneca</w:t>
        </w:r>
        <w:r>
          <w:rPr>
            <w:rFonts w:ascii="Arial" w:hAnsi="Arial" w:cs="Arial" w:eastAsia="Arial"/>
            <w:sz w:val="24"/>
            <w:szCs w:val="24"/>
            <w:color w:val="129CD8"/>
            <w:spacing w:val="0"/>
            <w:w w:val="100"/>
            <w:position w:val="3"/>
          </w:rPr>
          <w:t>.</w:t>
        </w:r>
        <w:r>
          <w:rPr>
            <w:rFonts w:ascii="Minion Pro Cond" w:hAnsi="Minion Pro Cond" w:cs="Minion Pro Cond" w:eastAsia="Minion Pro Cond"/>
            <w:sz w:val="24"/>
            <w:szCs w:val="24"/>
            <w:color w:val="129CD8"/>
            <w:spacing w:val="0"/>
            <w:w w:val="100"/>
            <w:position w:val="3"/>
          </w:rPr>
          <w:t>org</w:t>
        </w:r>
        <w:r>
          <w:rPr>
            <w:rFonts w:ascii="Minion Pro Cond" w:hAnsi="Minion Pro Cond" w:cs="Minion Pro Cond" w:eastAsia="Minion Pro Cond"/>
            <w:sz w:val="24"/>
            <w:szCs w:val="24"/>
            <w:color w:val="129CD8"/>
            <w:spacing w:val="0"/>
            <w:w w:val="100"/>
            <w:position w:val="3"/>
          </w:rPr>
          <w:t> </w:t>
        </w:r>
        <w:r>
          <w:rPr>
            <w:rFonts w:ascii="Minion Pro Cond" w:hAnsi="Minion Pro Cond" w:cs="Minion Pro Cond" w:eastAsia="Minion Pro Cond"/>
            <w:sz w:val="24"/>
            <w:szCs w:val="24"/>
            <w:color w:val="129CD8"/>
            <w:spacing w:val="43"/>
            <w:w w:val="100"/>
            <w:position w:val="3"/>
          </w:rPr>
          <w:t> </w:t>
        </w:r>
      </w:hyperlink>
      <w:r>
        <w:rPr>
          <w:rFonts w:ascii="Arial" w:hAnsi="Arial" w:cs="Arial" w:eastAsia="Arial"/>
          <w:sz w:val="24"/>
          <w:szCs w:val="24"/>
          <w:color w:val="129CD8"/>
          <w:spacing w:val="0"/>
          <w:w w:val="77"/>
          <w:position w:val="3"/>
        </w:rPr>
        <w:t>:</w:t>
      </w:r>
      <w:r>
        <w:rPr>
          <w:rFonts w:ascii="Arial" w:hAnsi="Arial" w:cs="Arial" w:eastAsia="Arial"/>
          <w:sz w:val="24"/>
          <w:szCs w:val="24"/>
          <w:color w:val="129CD8"/>
          <w:spacing w:val="-1"/>
          <w:w w:val="77"/>
          <w:position w:val="3"/>
        </w:rPr>
        <w:t> </w:t>
      </w:r>
      <w:r>
        <w:rPr>
          <w:rFonts w:ascii="Arial" w:hAnsi="Arial" w:cs="Arial" w:eastAsia="Arial"/>
          <w:sz w:val="24"/>
          <w:szCs w:val="24"/>
          <w:color w:val="129CD8"/>
          <w:spacing w:val="0"/>
          <w:w w:val="77"/>
          <w:position w:val="3"/>
        </w:rPr>
        <w:t>ينورتكللاا</w:t>
      </w:r>
      <w:r>
        <w:rPr>
          <w:rFonts w:ascii="Arial" w:hAnsi="Arial" w:cs="Arial" w:eastAsia="Arial"/>
          <w:sz w:val="24"/>
          <w:szCs w:val="24"/>
          <w:color w:val="129CD8"/>
          <w:spacing w:val="-11"/>
          <w:w w:val="77"/>
          <w:position w:val="3"/>
        </w:rPr>
        <w:t> </w:t>
      </w:r>
      <w:r>
        <w:rPr>
          <w:rFonts w:ascii="Arial" w:hAnsi="Arial" w:cs="Arial" w:eastAsia="Arial"/>
          <w:sz w:val="24"/>
          <w:szCs w:val="24"/>
          <w:color w:val="129CD8"/>
          <w:spacing w:val="0"/>
          <w:w w:val="79"/>
          <w:position w:val="3"/>
        </w:rPr>
        <w:t>ديربلا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0" w:after="0" w:line="288" w:lineRule="exact"/>
        <w:ind w:left="1327" w:right="1307"/>
        <w:jc w:val="center"/>
        <w:rPr>
          <w:rFonts w:ascii="Arial" w:hAnsi="Arial" w:cs="Arial" w:eastAsia="Arial"/>
          <w:sz w:val="24"/>
          <w:szCs w:val="24"/>
        </w:rPr>
      </w:pPr>
      <w:rPr/>
      <w:hyperlink r:id="rId19">
        <w:r>
          <w:rPr>
            <w:rFonts w:ascii="Minion Pro Cond" w:hAnsi="Minion Pro Cond" w:cs="Minion Pro Cond" w:eastAsia="Minion Pro Cond"/>
            <w:sz w:val="24"/>
            <w:szCs w:val="24"/>
            <w:color w:val="129CD8"/>
            <w:spacing w:val="0"/>
            <w:w w:val="103"/>
            <w:position w:val="3"/>
          </w:rPr>
          <w:t>www</w:t>
        </w:r>
        <w:r>
          <w:rPr>
            <w:rFonts w:ascii="Arial" w:hAnsi="Arial" w:cs="Arial" w:eastAsia="Arial"/>
            <w:sz w:val="24"/>
            <w:szCs w:val="24"/>
            <w:color w:val="129CD8"/>
            <w:spacing w:val="0"/>
            <w:w w:val="103"/>
            <w:position w:val="3"/>
          </w:rPr>
          <w:t>.</w:t>
        </w:r>
        <w:r>
          <w:rPr>
            <w:rFonts w:ascii="Minion Pro Cond" w:hAnsi="Minion Pro Cond" w:cs="Minion Pro Cond" w:eastAsia="Minion Pro Cond"/>
            <w:sz w:val="24"/>
            <w:szCs w:val="24"/>
            <w:color w:val="129CD8"/>
            <w:spacing w:val="0"/>
            <w:w w:val="103"/>
            <w:position w:val="3"/>
          </w:rPr>
          <w:t>uneca</w:t>
        </w:r>
        <w:r>
          <w:rPr>
            <w:rFonts w:ascii="Arial" w:hAnsi="Arial" w:cs="Arial" w:eastAsia="Arial"/>
            <w:sz w:val="24"/>
            <w:szCs w:val="24"/>
            <w:color w:val="129CD8"/>
            <w:spacing w:val="0"/>
            <w:w w:val="103"/>
            <w:position w:val="3"/>
          </w:rPr>
          <w:t>-</w:t>
        </w:r>
        <w:r>
          <w:rPr>
            <w:rFonts w:ascii="Minion Pro Cond" w:hAnsi="Minion Pro Cond" w:cs="Minion Pro Cond" w:eastAsia="Minion Pro Cond"/>
            <w:sz w:val="24"/>
            <w:szCs w:val="24"/>
            <w:color w:val="129CD8"/>
            <w:spacing w:val="0"/>
            <w:w w:val="103"/>
            <w:position w:val="3"/>
          </w:rPr>
          <w:t>an</w:t>
        </w:r>
        <w:r>
          <w:rPr>
            <w:rFonts w:ascii="Arial" w:hAnsi="Arial" w:cs="Arial" w:eastAsia="Arial"/>
            <w:sz w:val="24"/>
            <w:szCs w:val="24"/>
            <w:color w:val="129CD8"/>
            <w:spacing w:val="0"/>
            <w:w w:val="103"/>
            <w:position w:val="3"/>
          </w:rPr>
          <w:t>.</w:t>
        </w:r>
        <w:r>
          <w:rPr>
            <w:rFonts w:ascii="Minion Pro Cond" w:hAnsi="Minion Pro Cond" w:cs="Minion Pro Cond" w:eastAsia="Minion Pro Cond"/>
            <w:sz w:val="24"/>
            <w:szCs w:val="24"/>
            <w:color w:val="129CD8"/>
            <w:spacing w:val="0"/>
            <w:w w:val="103"/>
            <w:position w:val="3"/>
          </w:rPr>
          <w:t>org</w:t>
        </w:r>
        <w:r>
          <w:rPr>
            <w:rFonts w:ascii="Minion Pro Cond" w:hAnsi="Minion Pro Cond" w:cs="Minion Pro Cond" w:eastAsia="Minion Pro Cond"/>
            <w:sz w:val="24"/>
            <w:szCs w:val="24"/>
            <w:color w:val="129CD8"/>
            <w:spacing w:val="9"/>
            <w:w w:val="103"/>
            <w:position w:val="3"/>
          </w:rPr>
          <w:t> </w:t>
        </w:r>
      </w:hyperlink>
      <w:r>
        <w:rPr>
          <w:rFonts w:ascii="Arial" w:hAnsi="Arial" w:cs="Arial" w:eastAsia="Arial"/>
          <w:sz w:val="24"/>
          <w:szCs w:val="24"/>
          <w:color w:val="129CD8"/>
          <w:spacing w:val="0"/>
          <w:w w:val="145"/>
          <w:position w:val="3"/>
        </w:rPr>
        <w:t>/</w:t>
      </w:r>
      <w:r>
        <w:rPr>
          <w:rFonts w:ascii="Arial" w:hAnsi="Arial" w:cs="Arial" w:eastAsia="Arial"/>
          <w:sz w:val="24"/>
          <w:szCs w:val="24"/>
          <w:color w:val="129CD8"/>
          <w:spacing w:val="-56"/>
          <w:w w:val="145"/>
          <w:position w:val="3"/>
        </w:rPr>
        <w:t> </w:t>
      </w:r>
      <w:hyperlink r:id="rId20">
        <w:r>
          <w:rPr>
            <w:rFonts w:ascii="Minion Pro Cond" w:hAnsi="Minion Pro Cond" w:cs="Minion Pro Cond" w:eastAsia="Minion Pro Cond"/>
            <w:sz w:val="24"/>
            <w:szCs w:val="24"/>
            <w:color w:val="129CD8"/>
            <w:spacing w:val="0"/>
            <w:w w:val="106"/>
            <w:position w:val="3"/>
          </w:rPr>
          <w:t>www</w:t>
        </w:r>
        <w:r>
          <w:rPr>
            <w:rFonts w:ascii="Arial" w:hAnsi="Arial" w:cs="Arial" w:eastAsia="Arial"/>
            <w:sz w:val="24"/>
            <w:szCs w:val="24"/>
            <w:color w:val="129CD8"/>
            <w:spacing w:val="0"/>
            <w:w w:val="102"/>
            <w:position w:val="3"/>
          </w:rPr>
          <w:t>.</w:t>
        </w:r>
        <w:r>
          <w:rPr>
            <w:rFonts w:ascii="Minion Pro Cond" w:hAnsi="Minion Pro Cond" w:cs="Minion Pro Cond" w:eastAsia="Minion Pro Cond"/>
            <w:sz w:val="24"/>
            <w:szCs w:val="24"/>
            <w:color w:val="129CD8"/>
            <w:spacing w:val="0"/>
            <w:w w:val="103"/>
            <w:position w:val="3"/>
          </w:rPr>
          <w:t>uneca</w:t>
        </w:r>
        <w:r>
          <w:rPr>
            <w:rFonts w:ascii="Arial" w:hAnsi="Arial" w:cs="Arial" w:eastAsia="Arial"/>
            <w:sz w:val="24"/>
            <w:szCs w:val="24"/>
            <w:color w:val="129CD8"/>
            <w:spacing w:val="0"/>
            <w:w w:val="102"/>
            <w:position w:val="3"/>
          </w:rPr>
          <w:t>.</w:t>
        </w:r>
        <w:r>
          <w:rPr>
            <w:rFonts w:ascii="Minion Pro Cond" w:hAnsi="Minion Pro Cond" w:cs="Minion Pro Cond" w:eastAsia="Minion Pro Cond"/>
            <w:sz w:val="24"/>
            <w:szCs w:val="24"/>
            <w:color w:val="129CD8"/>
            <w:spacing w:val="0"/>
            <w:w w:val="102"/>
            <w:position w:val="3"/>
          </w:rPr>
          <w:t>org</w:t>
        </w:r>
        <w:r>
          <w:rPr>
            <w:rFonts w:ascii="Arial" w:hAnsi="Arial" w:cs="Arial" w:eastAsia="Arial"/>
            <w:sz w:val="24"/>
            <w:szCs w:val="24"/>
            <w:color w:val="129CD8"/>
            <w:spacing w:val="0"/>
            <w:w w:val="145"/>
            <w:position w:val="3"/>
          </w:rPr>
          <w:t>/</w:t>
        </w:r>
        <w:r>
          <w:rPr>
            <w:rFonts w:ascii="Minion Pro Cond" w:hAnsi="Minion Pro Cond" w:cs="Minion Pro Cond" w:eastAsia="Minion Pro Cond"/>
            <w:sz w:val="24"/>
            <w:szCs w:val="24"/>
            <w:color w:val="129CD8"/>
            <w:spacing w:val="0"/>
            <w:w w:val="101"/>
            <w:position w:val="3"/>
          </w:rPr>
          <w:t>sro</w:t>
        </w:r>
        <w:r>
          <w:rPr>
            <w:rFonts w:ascii="Arial" w:hAnsi="Arial" w:cs="Arial" w:eastAsia="Arial"/>
            <w:sz w:val="24"/>
            <w:szCs w:val="24"/>
            <w:color w:val="129CD8"/>
            <w:spacing w:val="0"/>
            <w:w w:val="115"/>
            <w:position w:val="3"/>
          </w:rPr>
          <w:t>-</w:t>
        </w:r>
        <w:r>
          <w:rPr>
            <w:rFonts w:ascii="Minion Pro Cond" w:hAnsi="Minion Pro Cond" w:cs="Minion Pro Cond" w:eastAsia="Minion Pro Cond"/>
            <w:sz w:val="24"/>
            <w:szCs w:val="24"/>
            <w:color w:val="129CD8"/>
            <w:spacing w:val="0"/>
            <w:w w:val="102"/>
            <w:position w:val="3"/>
          </w:rPr>
          <w:t>na</w:t>
        </w:r>
        <w:r>
          <w:rPr>
            <w:rFonts w:ascii="Minion Pro Cond" w:hAnsi="Minion Pro Cond" w:cs="Minion Pro Cond" w:eastAsia="Minion Pro Cond"/>
            <w:sz w:val="24"/>
            <w:szCs w:val="24"/>
            <w:color w:val="129CD8"/>
            <w:spacing w:val="-6"/>
            <w:w w:val="100"/>
            <w:position w:val="3"/>
          </w:rPr>
          <w:t> </w:t>
        </w:r>
      </w:hyperlink>
      <w:r>
        <w:rPr>
          <w:rFonts w:ascii="Arial" w:hAnsi="Arial" w:cs="Arial" w:eastAsia="Arial"/>
          <w:sz w:val="24"/>
          <w:szCs w:val="24"/>
          <w:color w:val="129CD8"/>
          <w:spacing w:val="0"/>
          <w:w w:val="74"/>
          <w:position w:val="3"/>
        </w:rPr>
        <w:t>:</w:t>
      </w:r>
      <w:r>
        <w:rPr>
          <w:rFonts w:ascii="Arial" w:hAnsi="Arial" w:cs="Arial" w:eastAsia="Arial"/>
          <w:sz w:val="24"/>
          <w:szCs w:val="24"/>
          <w:color w:val="129CD8"/>
          <w:spacing w:val="3"/>
          <w:w w:val="74"/>
          <w:position w:val="3"/>
        </w:rPr>
        <w:t> </w:t>
      </w:r>
      <w:r>
        <w:rPr>
          <w:rFonts w:ascii="Arial" w:hAnsi="Arial" w:cs="Arial" w:eastAsia="Arial"/>
          <w:sz w:val="24"/>
          <w:szCs w:val="24"/>
          <w:color w:val="129CD8"/>
          <w:spacing w:val="0"/>
          <w:w w:val="74"/>
          <w:position w:val="3"/>
        </w:rPr>
        <w:t>ينورتكللاا</w:t>
      </w:r>
      <w:r>
        <w:rPr>
          <w:rFonts w:ascii="Arial" w:hAnsi="Arial" w:cs="Arial" w:eastAsia="Arial"/>
          <w:sz w:val="24"/>
          <w:szCs w:val="24"/>
          <w:color w:val="129CD8"/>
          <w:spacing w:val="26"/>
          <w:w w:val="74"/>
          <w:position w:val="3"/>
        </w:rPr>
        <w:t> </w:t>
      </w:r>
      <w:r>
        <w:rPr>
          <w:rFonts w:ascii="Arial" w:hAnsi="Arial" w:cs="Arial" w:eastAsia="Arial"/>
          <w:sz w:val="24"/>
          <w:szCs w:val="24"/>
          <w:color w:val="129CD8"/>
          <w:spacing w:val="0"/>
          <w:w w:val="74"/>
          <w:position w:val="3"/>
        </w:rPr>
        <w:t>عقولما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  <w:position w:val="0"/>
        </w:rPr>
      </w:r>
    </w:p>
    <w:sectPr>
      <w:pgSz w:w="11920" w:h="16840"/>
      <w:pgMar w:top="156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Minion Pro Cond"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jp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jpg"/><Relationship Id="rId17" Type="http://schemas.openxmlformats.org/officeDocument/2006/relationships/image" Target="media/image11.png"/><Relationship Id="rId18" Type="http://schemas.openxmlformats.org/officeDocument/2006/relationships/hyperlink" Target="mailto:srdc-na@uneca.org" TargetMode="External"/><Relationship Id="rId19" Type="http://schemas.openxmlformats.org/officeDocument/2006/relationships/hyperlink" Target="http://www.uneca-an.org/" TargetMode="External"/><Relationship Id="rId20" Type="http://schemas.openxmlformats.org/officeDocument/2006/relationships/hyperlink" Target="http://www.uneca.org/sro-na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2013-10-07T20:17:41Z</dcterms:created>
  <dcterms:modified xsi:type="dcterms:W3CDTF">2013-10-07T20:17:41Z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2013-10-07T00:00:00Z</vt:filetime>
  </property>
  <property fmtid="{D5CDD505-2E9C-101B-9397-08002B2CF9AE}" pid="3" name="LastSaved">
    <vt:filetime>2013-10-07T00:00:00Z</vt:filetime>
  </property>
</Properties>
</file>